
<file path=[Content_Types].xml><?xml version="1.0" encoding="utf-8"?>
<Types xmlns="http://schemas.openxmlformats.org/package/2006/content-types">
  <Default Extension="bin" ContentType="image/unknown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97"/>
        <w:gridCol w:w="4309"/>
      </w:tblGrid>
      <w:tr w:rsidR="00676789" w14:paraId="26F2FC6E" w14:textId="77777777" w:rsidTr="002F2688">
        <w:trPr>
          <w:cantSplit/>
          <w:trHeight w:val="290"/>
        </w:trPr>
        <w:sdt>
          <w:sdtPr>
            <w:rPr>
              <w:b/>
              <w:bCs/>
            </w:rPr>
            <w:alias w:val="#Nav: /Header/CustomerAddress1"/>
            <w:tag w:val="#Nav: Standard_Sales_Order_Conf/1305"/>
            <w:id w:val="-346637227"/>
            <w:placeholder>
              <w:docPart w:val="E75F7F8197954E4BB25340D33CAE312B"/>
            </w:placeholder>
            <w:dataBinding w:prefixMappings="&lt;xmlns:ns0='urn:microsoft-dynamics-nav/reports/Standard_Sales_Order_Conf/1305/' " w:xpath="/ns0:NavWordReportXmlPart[1]/ns0:Header[1]/ns0:CustomerAddress1[1]" w:storeItemID="{46BF468A-4BF0-46A6-8DCA-00DD4EACCBDB}"/>
            <w:text/>
          </w:sdtPr>
          <w:sdtEndPr>
            <w:rPr>
              <w:b w:val="0"/>
              <w:bCs w:val="0"/>
            </w:rPr>
          </w:sdtEndPr>
          <w:sdtContent>
            <w:tc>
              <w:tcPr>
                <w:tcW w:w="2889" w:type="pct"/>
              </w:tcPr>
              <w:p w14:paraId="53A5946E" w14:textId="77777777" w:rsidR="00676789" w:rsidRPr="00456AFC" w:rsidRDefault="00676789" w:rsidP="00676789">
                <w:pPr>
                  <w:pStyle w:val="ab"/>
                </w:pPr>
                <w:r w:rsidRPr="00456AFC">
                  <w:rPr>
                    <w:lang w:val="da-DK"/>
                  </w:rPr>
                  <w:t>CustomerAddress1</w:t>
                </w:r>
              </w:p>
            </w:tc>
          </w:sdtContent>
        </w:sdt>
        <w:sdt>
          <w:sdtPr>
            <w:alias w:val="#Nav: /Header/CompanyAddress1"/>
            <w:tag w:val="#Nav: Standard_Sales_Order_Conf/1305"/>
            <w:id w:val="-1171950695"/>
            <w:placeholder>
              <w:docPart w:val="4DDBEE593B9F444AAA7B4193A6631176"/>
            </w:placeholder>
            <w:dataBinding w:prefixMappings="&lt;xmlns:ns0='urn:microsoft-dynamics-nav/reports/Standard_Sales_Order_Conf/1305/' " w:xpath="/ns0:NavWordReportXmlPart[1]/ns0:Header[1]/ns0:CompanyAddress1[1]" w:storeItemID="{46BF468A-4BF0-46A6-8DCA-00DD4EACCBDB}"/>
            <w:text/>
          </w:sdtPr>
          <w:sdtContent>
            <w:tc>
              <w:tcPr>
                <w:tcW w:w="2111" w:type="pct"/>
              </w:tcPr>
              <w:p w14:paraId="123C1B60" w14:textId="77777777" w:rsidR="00676789" w:rsidRPr="00456AFC" w:rsidRDefault="00676789" w:rsidP="00676789">
                <w:pPr>
                  <w:pStyle w:val="ab"/>
                  <w:jc w:val="right"/>
                </w:pPr>
                <w:r w:rsidRPr="00456AFC">
                  <w:rPr>
                    <w:lang w:val="da-DK"/>
                  </w:rPr>
                  <w:t>CompanyAddress1</w:t>
                </w:r>
              </w:p>
            </w:tc>
          </w:sdtContent>
        </w:sdt>
      </w:tr>
      <w:tr w:rsidR="00676789" w14:paraId="151884D0" w14:textId="77777777" w:rsidTr="002F2688">
        <w:trPr>
          <w:cantSplit/>
          <w:trHeight w:val="290"/>
        </w:trPr>
        <w:sdt>
          <w:sdtPr>
            <w:alias w:val="#Nav: /Header/CustomerAddress2"/>
            <w:tag w:val="#Nav: Standard_Sales_Order_Conf/1305"/>
            <w:id w:val="2121793087"/>
            <w:placeholder>
              <w:docPart w:val="E75F7F8197954E4BB25340D33CAE312B"/>
            </w:placeholder>
            <w:dataBinding w:prefixMappings="&lt;xmlns:ns0='urn:microsoft-dynamics-nav/reports/Standard_Sales_Order_Conf/1305/' " w:xpath="/ns0:NavWordReportXmlPart[1]/ns0:Header[1]/ns0:CustomerAddress2[1]" w:storeItemID="{46BF468A-4BF0-46A6-8DCA-00DD4EACCBDB}"/>
            <w:text/>
          </w:sdtPr>
          <w:sdtContent>
            <w:tc>
              <w:tcPr>
                <w:tcW w:w="2889" w:type="pct"/>
              </w:tcPr>
              <w:p w14:paraId="52CAD789" w14:textId="77777777" w:rsidR="00676789" w:rsidRPr="00456AFC" w:rsidRDefault="00676789" w:rsidP="00676789">
                <w:pPr>
                  <w:pStyle w:val="ab"/>
                </w:pPr>
                <w:r w:rsidRPr="00456AFC">
                  <w:rPr>
                    <w:lang w:val="da-DK"/>
                  </w:rPr>
                  <w:t>CustomerAddress2</w:t>
                </w:r>
              </w:p>
            </w:tc>
          </w:sdtContent>
        </w:sdt>
        <w:sdt>
          <w:sdtPr>
            <w:alias w:val="#Nav: /Header/CompanyAddress2"/>
            <w:tag w:val="#Nav: Standard_Sales_Order_Conf/1305"/>
            <w:id w:val="1521665205"/>
            <w:placeholder>
              <w:docPart w:val="952A8435749047F587B8E98072B7D243"/>
            </w:placeholder>
            <w:dataBinding w:prefixMappings="&lt;xmlns:ns0='urn:microsoft-dynamics-nav/reports/Standard_Sales_Order_Conf/1305/' " w:xpath="/ns0:NavWordReportXmlPart[1]/ns0:Header[1]/ns0:CompanyAddress2[1]" w:storeItemID="{46BF468A-4BF0-46A6-8DCA-00DD4EACCBDB}"/>
            <w:text/>
          </w:sdtPr>
          <w:sdtContent>
            <w:tc>
              <w:tcPr>
                <w:tcW w:w="2111" w:type="pct"/>
              </w:tcPr>
              <w:p w14:paraId="4ABB78DD" w14:textId="77777777" w:rsidR="00676789" w:rsidRPr="00456AFC" w:rsidRDefault="00676789" w:rsidP="00676789">
                <w:pPr>
                  <w:pStyle w:val="ab"/>
                  <w:jc w:val="right"/>
                </w:pPr>
                <w:r w:rsidRPr="00456AFC">
                  <w:rPr>
                    <w:lang w:val="da-DK"/>
                  </w:rPr>
                  <w:t>CompanyAddress2</w:t>
                </w:r>
              </w:p>
            </w:tc>
          </w:sdtContent>
        </w:sdt>
      </w:tr>
      <w:tr w:rsidR="00676789" w14:paraId="489DBD9B" w14:textId="77777777" w:rsidTr="002F2688">
        <w:trPr>
          <w:cantSplit/>
          <w:trHeight w:val="290"/>
        </w:trPr>
        <w:sdt>
          <w:sdtPr>
            <w:alias w:val="#Nav: /Header/CustomerAddress3"/>
            <w:tag w:val="#Nav: Standard_Sales_Order_Conf/1305"/>
            <w:id w:val="536395156"/>
            <w:placeholder>
              <w:docPart w:val="E75F7F8197954E4BB25340D33CAE312B"/>
            </w:placeholder>
            <w:dataBinding w:prefixMappings="&lt;xmlns:ns0='urn:microsoft-dynamics-nav/reports/Standard_Sales_Order_Conf/1305/' " w:xpath="/ns0:NavWordReportXmlPart[1]/ns0:Header[1]/ns0:CustomerAddress3[1]" w:storeItemID="{46BF468A-4BF0-46A6-8DCA-00DD4EACCBDB}"/>
            <w:text/>
          </w:sdtPr>
          <w:sdtContent>
            <w:tc>
              <w:tcPr>
                <w:tcW w:w="2889" w:type="pct"/>
              </w:tcPr>
              <w:p w14:paraId="68ABE0D3" w14:textId="77777777" w:rsidR="00676789" w:rsidRPr="00456AFC" w:rsidRDefault="00676789" w:rsidP="00676789">
                <w:pPr>
                  <w:pStyle w:val="ab"/>
                </w:pPr>
                <w:r w:rsidRPr="00456AFC">
                  <w:rPr>
                    <w:lang w:val="da-DK"/>
                  </w:rPr>
                  <w:t>CustomerAddress3</w:t>
                </w:r>
              </w:p>
            </w:tc>
          </w:sdtContent>
        </w:sdt>
        <w:sdt>
          <w:sdtPr>
            <w:alias w:val="#Nav: /Header/CompanyAddress3"/>
            <w:tag w:val="#Nav: Standard_Sales_Order_Conf/1305"/>
            <w:id w:val="-1053613660"/>
            <w:placeholder>
              <w:docPart w:val="952A8435749047F587B8E98072B7D243"/>
            </w:placeholder>
            <w:dataBinding w:prefixMappings="&lt;xmlns:ns0='urn:microsoft-dynamics-nav/reports/Standard_Sales_Order_Conf/1305/' " w:xpath="/ns0:NavWordReportXmlPart[1]/ns0:Header[1]/ns0:CompanyAddress3[1]" w:storeItemID="{46BF468A-4BF0-46A6-8DCA-00DD4EACCBDB}"/>
            <w:text/>
          </w:sdtPr>
          <w:sdtContent>
            <w:tc>
              <w:tcPr>
                <w:tcW w:w="2111" w:type="pct"/>
              </w:tcPr>
              <w:p w14:paraId="24DCE083" w14:textId="77777777" w:rsidR="00676789" w:rsidRPr="00456AFC" w:rsidRDefault="00676789" w:rsidP="00676789">
                <w:pPr>
                  <w:pStyle w:val="ab"/>
                  <w:jc w:val="right"/>
                </w:pPr>
                <w:r w:rsidRPr="00456AFC">
                  <w:rPr>
                    <w:lang w:val="da-DK"/>
                  </w:rPr>
                  <w:t>CompanyAddress3</w:t>
                </w:r>
              </w:p>
            </w:tc>
          </w:sdtContent>
        </w:sdt>
      </w:tr>
      <w:tr w:rsidR="00676789" w14:paraId="77B5C40B" w14:textId="77777777" w:rsidTr="002F2688">
        <w:trPr>
          <w:cantSplit/>
          <w:trHeight w:val="290"/>
        </w:trPr>
        <w:sdt>
          <w:sdtPr>
            <w:alias w:val="#Nav: /Header/CustomerAddress4"/>
            <w:tag w:val="#Nav: Standard_Sales_Order_Conf/1305"/>
            <w:id w:val="1229109116"/>
            <w:placeholder>
              <w:docPart w:val="E75F7F8197954E4BB25340D33CAE312B"/>
            </w:placeholder>
            <w:dataBinding w:prefixMappings="&lt;xmlns:ns0='urn:microsoft-dynamics-nav/reports/Standard_Sales_Order_Conf/1305/' " w:xpath="/ns0:NavWordReportXmlPart[1]/ns0:Header[1]/ns0:CustomerAddress4[1]" w:storeItemID="{46BF468A-4BF0-46A6-8DCA-00DD4EACCBDB}"/>
            <w:text/>
          </w:sdtPr>
          <w:sdtContent>
            <w:tc>
              <w:tcPr>
                <w:tcW w:w="2889" w:type="pct"/>
              </w:tcPr>
              <w:p w14:paraId="667FD01A" w14:textId="77777777" w:rsidR="00676789" w:rsidRPr="00456AFC" w:rsidRDefault="00676789" w:rsidP="00676789">
                <w:pPr>
                  <w:pStyle w:val="ab"/>
                </w:pPr>
                <w:r w:rsidRPr="00456AFC">
                  <w:rPr>
                    <w:lang w:val="da-DK"/>
                  </w:rPr>
                  <w:t>CustomerAddress4</w:t>
                </w:r>
              </w:p>
            </w:tc>
          </w:sdtContent>
        </w:sdt>
        <w:sdt>
          <w:sdtPr>
            <w:alias w:val="#Nav: /Header/CompanyAddress4"/>
            <w:tag w:val="#Nav: Standard_Sales_Order_Conf/1305"/>
            <w:id w:val="-843252946"/>
            <w:placeholder>
              <w:docPart w:val="952A8435749047F587B8E98072B7D243"/>
            </w:placeholder>
            <w:dataBinding w:prefixMappings="&lt;xmlns:ns0='urn:microsoft-dynamics-nav/reports/Standard_Sales_Order_Conf/1305/' " w:xpath="/ns0:NavWordReportXmlPart[1]/ns0:Header[1]/ns0:CompanyAddress4[1]" w:storeItemID="{46BF468A-4BF0-46A6-8DCA-00DD4EACCBDB}"/>
            <w:text/>
          </w:sdtPr>
          <w:sdtContent>
            <w:tc>
              <w:tcPr>
                <w:tcW w:w="2111" w:type="pct"/>
              </w:tcPr>
              <w:p w14:paraId="505F6BC2" w14:textId="77777777" w:rsidR="00676789" w:rsidRPr="00456AFC" w:rsidRDefault="00676789" w:rsidP="00676789">
                <w:pPr>
                  <w:pStyle w:val="ab"/>
                  <w:jc w:val="right"/>
                </w:pPr>
                <w:r w:rsidRPr="00456AFC">
                  <w:rPr>
                    <w:lang w:val="da-DK"/>
                  </w:rPr>
                  <w:t>CompanyAddress4</w:t>
                </w:r>
              </w:p>
            </w:tc>
          </w:sdtContent>
        </w:sdt>
      </w:tr>
      <w:tr w:rsidR="00676789" w14:paraId="536CF862" w14:textId="77777777" w:rsidTr="002F2688">
        <w:trPr>
          <w:cantSplit/>
          <w:trHeight w:val="290"/>
        </w:trPr>
        <w:sdt>
          <w:sdtPr>
            <w:alias w:val="#Nav: /Header/CustomerAddress5"/>
            <w:tag w:val="#Nav: Standard_Sales_Order_Conf/1305"/>
            <w:id w:val="1814057176"/>
            <w:placeholder>
              <w:docPart w:val="E75F7F8197954E4BB25340D33CAE312B"/>
            </w:placeholder>
            <w:dataBinding w:prefixMappings="&lt;xmlns:ns0='urn:microsoft-dynamics-nav/reports/Standard_Sales_Order_Conf/1305/' " w:xpath="/ns0:NavWordReportXmlPart[1]/ns0:Header[1]/ns0:CustomerAddress5[1]" w:storeItemID="{46BF468A-4BF0-46A6-8DCA-00DD4EACCBDB}"/>
            <w:text/>
          </w:sdtPr>
          <w:sdtContent>
            <w:tc>
              <w:tcPr>
                <w:tcW w:w="2889" w:type="pct"/>
              </w:tcPr>
              <w:p w14:paraId="132EE0A5" w14:textId="77777777" w:rsidR="00676789" w:rsidRPr="00456AFC" w:rsidRDefault="00676789" w:rsidP="00676789">
                <w:pPr>
                  <w:pStyle w:val="ab"/>
                </w:pPr>
                <w:r w:rsidRPr="00456AFC">
                  <w:rPr>
                    <w:lang w:val="da-DK"/>
                  </w:rPr>
                  <w:t>CustomerAddress5</w:t>
                </w:r>
              </w:p>
            </w:tc>
          </w:sdtContent>
        </w:sdt>
        <w:sdt>
          <w:sdtPr>
            <w:alias w:val="#Nav: /Header/CompanyAddress5"/>
            <w:tag w:val="#Nav: Standard_Sales_Order_Conf/1305"/>
            <w:id w:val="-1834985711"/>
            <w:placeholder>
              <w:docPart w:val="952A8435749047F587B8E98072B7D243"/>
            </w:placeholder>
            <w:dataBinding w:prefixMappings="&lt;xmlns:ns0='urn:microsoft-dynamics-nav/reports/Standard_Sales_Order_Conf/1305/' " w:xpath="/ns0:NavWordReportXmlPart[1]/ns0:Header[1]/ns0:CompanyAddress5[1]" w:storeItemID="{46BF468A-4BF0-46A6-8DCA-00DD4EACCBDB}"/>
            <w:text/>
          </w:sdtPr>
          <w:sdtContent>
            <w:tc>
              <w:tcPr>
                <w:tcW w:w="2111" w:type="pct"/>
              </w:tcPr>
              <w:p w14:paraId="086CDD28" w14:textId="77777777" w:rsidR="00676789" w:rsidRPr="00456AFC" w:rsidRDefault="00676789" w:rsidP="00676789">
                <w:pPr>
                  <w:pStyle w:val="ab"/>
                  <w:jc w:val="right"/>
                </w:pPr>
                <w:r w:rsidRPr="00456AFC">
                  <w:rPr>
                    <w:lang w:val="da-DK"/>
                  </w:rPr>
                  <w:t>CompanyAddress5</w:t>
                </w:r>
              </w:p>
            </w:tc>
          </w:sdtContent>
        </w:sdt>
      </w:tr>
      <w:tr w:rsidR="00676789" w14:paraId="229EBB8B" w14:textId="77777777" w:rsidTr="002F2688">
        <w:trPr>
          <w:cantSplit/>
          <w:trHeight w:val="274"/>
        </w:trPr>
        <w:sdt>
          <w:sdtPr>
            <w:alias w:val="#Nav: /Header/CustomerAddress6"/>
            <w:tag w:val="#Nav: Standard_Sales_Order_Conf/1305"/>
            <w:id w:val="-2064325541"/>
            <w:placeholder>
              <w:docPart w:val="E75F7F8197954E4BB25340D33CAE312B"/>
            </w:placeholder>
            <w:dataBinding w:prefixMappings="&lt;xmlns:ns0='urn:microsoft-dynamics-nav/reports/Standard_Sales_Order_Conf/1305/' " w:xpath="/ns0:NavWordReportXmlPart[1]/ns0:Header[1]/ns0:CustomerAddress6[1]" w:storeItemID="{46BF468A-4BF0-46A6-8DCA-00DD4EACCBDB}"/>
            <w:text/>
          </w:sdtPr>
          <w:sdtContent>
            <w:tc>
              <w:tcPr>
                <w:tcW w:w="2889" w:type="pct"/>
              </w:tcPr>
              <w:p w14:paraId="1681B1ED" w14:textId="77777777" w:rsidR="00676789" w:rsidRPr="00456AFC" w:rsidRDefault="00676789" w:rsidP="00676789">
                <w:pPr>
                  <w:pStyle w:val="ab"/>
                </w:pPr>
                <w:r w:rsidRPr="00456AFC">
                  <w:rPr>
                    <w:lang w:val="da-DK"/>
                  </w:rPr>
                  <w:t>CustomerAddress6</w:t>
                </w:r>
              </w:p>
            </w:tc>
          </w:sdtContent>
        </w:sdt>
        <w:sdt>
          <w:sdtPr>
            <w:alias w:val="#Nav: /Header/CompanyAddress6"/>
            <w:tag w:val="#Nav: Standard_Sales_Order_Conf/1305"/>
            <w:id w:val="-2005736487"/>
            <w:placeholder>
              <w:docPart w:val="952A8435749047F587B8E98072B7D243"/>
            </w:placeholder>
            <w:dataBinding w:prefixMappings="&lt;xmlns:ns0='urn:microsoft-dynamics-nav/reports/Standard_Sales_Order_Conf/1305/' " w:xpath="/ns0:NavWordReportXmlPart[1]/ns0:Header[1]/ns0:CompanyAddress6[1]" w:storeItemID="{46BF468A-4BF0-46A6-8DCA-00DD4EACCBDB}"/>
            <w:text/>
          </w:sdtPr>
          <w:sdtContent>
            <w:tc>
              <w:tcPr>
                <w:tcW w:w="2111" w:type="pct"/>
              </w:tcPr>
              <w:p w14:paraId="0893A146" w14:textId="77777777" w:rsidR="00676789" w:rsidRPr="00456AFC" w:rsidRDefault="00676789" w:rsidP="00676789">
                <w:pPr>
                  <w:pStyle w:val="ab"/>
                  <w:jc w:val="right"/>
                </w:pPr>
                <w:r w:rsidRPr="00456AFC">
                  <w:rPr>
                    <w:lang w:val="da-DK"/>
                  </w:rPr>
                  <w:t>CompanyAddress6</w:t>
                </w:r>
              </w:p>
            </w:tc>
          </w:sdtContent>
        </w:sdt>
      </w:tr>
      <w:tr w:rsidR="00676789" w14:paraId="099CE60A" w14:textId="77777777" w:rsidTr="002F2688">
        <w:trPr>
          <w:cantSplit/>
          <w:trHeight w:val="290"/>
        </w:trPr>
        <w:sdt>
          <w:sdtPr>
            <w:alias w:val="#Nav: /Header/CustomerAddress7"/>
            <w:tag w:val="#Nav: Standard_Sales_Order_Conf/1305"/>
            <w:id w:val="-762605892"/>
            <w:placeholder>
              <w:docPart w:val="E75F7F8197954E4BB25340D33CAE312B"/>
            </w:placeholder>
            <w:dataBinding w:prefixMappings="&lt;xmlns:ns0='urn:microsoft-dynamics-nav/reports/Standard_Sales_Order_Conf/1305/' " w:xpath="/ns0:NavWordReportXmlPart[1]/ns0:Header[1]/ns0:CustomerAddress7[1]" w:storeItemID="{46BF468A-4BF0-46A6-8DCA-00DD4EACCBDB}"/>
            <w:text/>
          </w:sdtPr>
          <w:sdtContent>
            <w:tc>
              <w:tcPr>
                <w:tcW w:w="2889" w:type="pct"/>
              </w:tcPr>
              <w:p w14:paraId="3E8D976B" w14:textId="77777777" w:rsidR="00676789" w:rsidRPr="00456AFC" w:rsidRDefault="00676789" w:rsidP="00676789">
                <w:pPr>
                  <w:pStyle w:val="ab"/>
                </w:pPr>
                <w:r w:rsidRPr="00456AFC">
                  <w:rPr>
                    <w:lang w:val="da-DK"/>
                  </w:rPr>
                  <w:t>CustomerAddress7</w:t>
                </w:r>
              </w:p>
            </w:tc>
          </w:sdtContent>
        </w:sdt>
        <w:tc>
          <w:tcPr>
            <w:tcW w:w="2111" w:type="pct"/>
          </w:tcPr>
          <w:p w14:paraId="58F6A821" w14:textId="77777777" w:rsidR="00676789" w:rsidRPr="00456AFC" w:rsidRDefault="00000000" w:rsidP="00676789">
            <w:pPr>
              <w:pStyle w:val="ab"/>
              <w:jc w:val="right"/>
            </w:pPr>
            <w:sdt>
              <w:sdtPr>
                <w:alias w:val="#Nav: /Header/CompanyLegalOffice_Lbl"/>
                <w:tag w:val="#Nav: Standard_Sales_Order_Conf/1305"/>
                <w:id w:val="-1616430546"/>
                <w:placeholder>
                  <w:docPart w:val="4BCB1EBB9CEC4883B484D289B5FB061D"/>
                </w:placeholder>
                <w:dataBinding w:prefixMappings="&lt;xmlns:ns0='urn:microsoft-dynamics-nav/reports/Standard_Sales_Order_Conf/1305/' " w:xpath="/ns0:NavWordReportXmlPart[1]/ns0:Header[1]/ns0:CompanyLegalOffice_Lbl[1]" w:storeItemID="{46BF468A-4BF0-46A6-8DCA-00DD4EACCBDB}"/>
                <w:text/>
              </w:sdtPr>
              <w:sdtContent>
                <w:r w:rsidR="00676789" w:rsidRPr="00456AFC">
                  <w:rPr>
                    <w:lang w:val="da-DK"/>
                  </w:rPr>
                  <w:t>CompanyLegalOffice_Lbl</w:t>
                </w:r>
              </w:sdtContent>
            </w:sdt>
            <w:r w:rsidR="00676789">
              <w:t xml:space="preserve"> </w:t>
            </w:r>
            <w:sdt>
              <w:sdtPr>
                <w:alias w:val="#Nav: /Header/CompanyLegalOffice"/>
                <w:tag w:val="#Nav: Standard_Sales_Order_Conf/1305"/>
                <w:id w:val="1332101128"/>
                <w:placeholder>
                  <w:docPart w:val="0AEE67F9895048F883A7F127DC2B5575"/>
                </w:placeholder>
                <w:dataBinding w:prefixMappings="&lt;xmlns:ns0='urn:microsoft-dynamics-nav/reports/Standard_Sales_Order_Conf/1305/' " w:xpath="/ns0:NavWordReportXmlPart[1]/ns0:Header[1]/ns0:CompanyLegalOffice[1]" w:storeItemID="{46BF468A-4BF0-46A6-8DCA-00DD4EACCBDB}"/>
                <w:text/>
              </w:sdtPr>
              <w:sdtContent>
                <w:r w:rsidR="00676789" w:rsidRPr="00456AFC">
                  <w:rPr>
                    <w:lang w:val="da-DK"/>
                  </w:rPr>
                  <w:t>CompanyLegalOffice</w:t>
                </w:r>
              </w:sdtContent>
            </w:sdt>
          </w:p>
        </w:tc>
      </w:tr>
      <w:tr w:rsidR="00676789" w14:paraId="34E72004" w14:textId="77777777" w:rsidTr="002F2688">
        <w:trPr>
          <w:cantSplit/>
          <w:trHeight w:val="290"/>
        </w:trPr>
        <w:sdt>
          <w:sdtPr>
            <w:alias w:val="#Nav: /Header/CustomerAddress8"/>
            <w:tag w:val="#Nav: Standard_Sales_Order_Conf/1305"/>
            <w:id w:val="571465082"/>
            <w:placeholder>
              <w:docPart w:val="E75F7F8197954E4BB25340D33CAE312B"/>
            </w:placeholder>
            <w:dataBinding w:prefixMappings="&lt;xmlns:ns0='urn:microsoft-dynamics-nav/reports/Standard_Sales_Order_Conf/1305/' " w:xpath="/ns0:NavWordReportXmlPart[1]/ns0:Header[1]/ns0:CustomerAddress8[1]" w:storeItemID="{46BF468A-4BF0-46A6-8DCA-00DD4EACCBDB}"/>
            <w:text/>
          </w:sdtPr>
          <w:sdtContent>
            <w:tc>
              <w:tcPr>
                <w:tcW w:w="2889" w:type="pct"/>
              </w:tcPr>
              <w:p w14:paraId="6331BE42" w14:textId="77777777" w:rsidR="00676789" w:rsidRPr="00456AFC" w:rsidRDefault="00676789" w:rsidP="00676789">
                <w:pPr>
                  <w:pStyle w:val="ab"/>
                </w:pPr>
                <w:r w:rsidRPr="00456AFC">
                  <w:rPr>
                    <w:lang w:val="da-DK"/>
                  </w:rPr>
                  <w:t>CustomerAddress8</w:t>
                </w:r>
              </w:p>
            </w:tc>
          </w:sdtContent>
        </w:sdt>
        <w:sdt>
          <w:sdtPr>
            <w:id w:val="375287245"/>
            <w:placeholder>
              <w:docPart w:val="DefaultPlaceholder_-1854013440"/>
            </w:placeholder>
            <w:dataBinding w:prefixMappings="xmlns:ns0='urn:microsoft-dynamics-nav/reports/Standard_Sales_Order_Conf/1305/' " w:xpath="/ns0:NavWordReportXmlPart[1]/ns0:Header[1]/ns0:Notes[1]" w:storeItemID="{47506809-11C9-463C-B66E-53A39003A8CE}"/>
            <w:text/>
          </w:sdtPr>
          <w:sdtContent>
            <w:tc>
              <w:tcPr>
                <w:tcW w:w="2111" w:type="pct"/>
              </w:tcPr>
              <w:p w14:paraId="065CE5C3" w14:textId="46EB72DC" w:rsidR="00676789" w:rsidRPr="00456AFC" w:rsidRDefault="002A119B" w:rsidP="00676789">
                <w:pPr>
                  <w:pStyle w:val="ab"/>
                  <w:jc w:val="right"/>
                </w:pPr>
                <w:r>
                  <w:t>Notes</w:t>
                </w:r>
              </w:p>
            </w:tc>
          </w:sdtContent>
        </w:sdt>
      </w:tr>
    </w:tbl>
    <w:p w14:paraId="21C3F972" w14:textId="77777777" w:rsidR="00245B0E" w:rsidRPr="00675FB4" w:rsidRDefault="00245B0E" w:rsidP="00E33456">
      <w:pPr>
        <w:pStyle w:val="ab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284" w:type="dxa"/>
        </w:tblCellMar>
        <w:tblLook w:val="04A0" w:firstRow="1" w:lastRow="0" w:firstColumn="1" w:lastColumn="0" w:noHBand="0" w:noVBand="1"/>
      </w:tblPr>
      <w:tblGrid>
        <w:gridCol w:w="2551"/>
        <w:gridCol w:w="2552"/>
        <w:gridCol w:w="2551"/>
        <w:gridCol w:w="2552"/>
      </w:tblGrid>
      <w:tr w:rsidR="00676789" w14:paraId="3436BAB8" w14:textId="77777777" w:rsidTr="008350A8">
        <w:sdt>
          <w:sdtPr>
            <w:rPr>
              <w:lang w:val="da-DK"/>
            </w:rPr>
            <w:alias w:val="#Nav: /Header/ExtDocNo_SalesHeader_Lbl"/>
            <w:tag w:val="#Nav: Standard_Sales_Order_Conf/1305"/>
            <w:id w:val="-1130623254"/>
            <w:placeholder>
              <w:docPart w:val="9F80A2FDA08740968B6B5B32F2C049B8"/>
            </w:placeholder>
            <w:dataBinding w:prefixMappings="&lt;xmlns:ns0='urn:microsoft-dynamics-nav/reports/Standard_Sales_Order_Conf/1305/' " w:xpath="/ns0:NavWordReportXmlPart[1]/ns0:Header[1]/ns0:ExtDocNo_SalesHeader_Lbl[1]" w:storeItemID="{46BF468A-4BF0-46A6-8DCA-00DD4EACCBDB}"/>
            <w:text/>
          </w:sdtPr>
          <w:sdtContent>
            <w:tc>
              <w:tcPr>
                <w:tcW w:w="2551" w:type="dxa"/>
              </w:tcPr>
              <w:p w14:paraId="76454288" w14:textId="7A3D7325" w:rsidR="00676789" w:rsidRDefault="002220D6" w:rsidP="008350A8">
                <w:pPr>
                  <w:pStyle w:val="1"/>
                </w:pPr>
                <w:r>
                  <w:rPr>
                    <w:lang w:val="da-DK"/>
                  </w:rPr>
                  <w:t>ExtDocNo_SalesHeader_Lbl</w:t>
                </w:r>
              </w:p>
            </w:tc>
          </w:sdtContent>
        </w:sdt>
        <w:sdt>
          <w:sdtPr>
            <w:alias w:val="#Nav: /Header/SalesPersonText_Lbl"/>
            <w:tag w:val="#Nav: Standard_Sales_Order_Conf/1305"/>
            <w:id w:val="-1425419817"/>
            <w:placeholder>
              <w:docPart w:val="BFAB112D89834578928F4DAE2890984D"/>
            </w:placeholder>
            <w:dataBinding w:prefixMappings="&lt;xmlns:ns0='urn:microsoft-dynamics-nav/reports/Standard_Sales_Order_Conf/1305/' " w:xpath="/ns0:NavWordReportXmlPart[1]/ns0:Header[1]/ns0:SalesPersonText_Lbl[1]" w:storeItemID="{46BF468A-4BF0-46A6-8DCA-00DD4EACCBDB}"/>
            <w:text/>
          </w:sdtPr>
          <w:sdtContent>
            <w:tc>
              <w:tcPr>
                <w:tcW w:w="2552" w:type="dxa"/>
              </w:tcPr>
              <w:p w14:paraId="5A165D7B" w14:textId="77777777" w:rsidR="00676789" w:rsidRDefault="00CF4F6E" w:rsidP="008350A8">
                <w:pPr>
                  <w:pStyle w:val="1"/>
                </w:pPr>
                <w:r w:rsidRPr="00456AFC">
                  <w:rPr>
                    <w:lang w:val="da-DK"/>
                  </w:rPr>
                  <w:t>SalesPersonText_Lbl</w:t>
                </w:r>
              </w:p>
            </w:tc>
          </w:sdtContent>
        </w:sdt>
        <w:sdt>
          <w:sdtPr>
            <w:alias w:val="#Nav: /Header/QuoteNo_Lbl"/>
            <w:tag w:val="#Nav: Standard_Sales_Order_Conf/1305"/>
            <w:id w:val="-1266381342"/>
            <w:placeholder>
              <w:docPart w:val="693F331A4E424D6CBC378AA610D8384A"/>
            </w:placeholder>
            <w:dataBinding w:prefixMappings="&lt;xmlns:ns0='urn:microsoft-dynamics-nav/reports/Standard_Sales_Order_Conf/1305/' " w:xpath="/ns0:NavWordReportXmlPart[1]/ns0:Header[1]/ns0:QuoteNo_Lbl[1]" w:storeItemID="{46BF468A-4BF0-46A6-8DCA-00DD4EACCBDB}"/>
            <w:text/>
          </w:sdtPr>
          <w:sdtContent>
            <w:tc>
              <w:tcPr>
                <w:tcW w:w="2551" w:type="dxa"/>
              </w:tcPr>
              <w:p w14:paraId="270D1E1D" w14:textId="77777777" w:rsidR="00676789" w:rsidRDefault="00CF4F6E" w:rsidP="008350A8">
                <w:pPr>
                  <w:pStyle w:val="1"/>
                </w:pPr>
                <w:r w:rsidRPr="00456AFC">
                  <w:rPr>
                    <w:lang w:val="da-DK"/>
                  </w:rPr>
                  <w:t>QuoteNo_Lbl</w:t>
                </w:r>
              </w:p>
            </w:tc>
          </w:sdtContent>
        </w:sdt>
        <w:sdt>
          <w:sdtPr>
            <w:rPr>
              <w:lang w:val="da-DK"/>
            </w:rPr>
            <w:alias w:val="#Nav: /Header/ShipmentMethodDescription_Lbl"/>
            <w:tag w:val="#Nav: Standard_Sales_Order_Conf/1305"/>
            <w:id w:val="-1844006567"/>
            <w:placeholder>
              <w:docPart w:val="5A0FDE7C4422471EA6E4071CC2DCC3DE"/>
            </w:placeholder>
            <w:dataBinding w:prefixMappings="&lt;xmlns:ns0='urn:microsoft-dynamics-nav/reports/Standard_Sales_Order_Conf/1305/' " w:xpath="/ns0:NavWordReportXmlPart[1]/ns0:Header[1]/ns0:ShipmentMethodDescription_Lbl[1]" w:storeItemID="{46BF468A-4BF0-46A6-8DCA-00DD4EACCBDB}"/>
            <w:text/>
          </w:sdtPr>
          <w:sdtContent>
            <w:tc>
              <w:tcPr>
                <w:tcW w:w="2552" w:type="dxa"/>
                <w:tcMar>
                  <w:right w:w="0" w:type="dxa"/>
                </w:tcMar>
              </w:tcPr>
              <w:p w14:paraId="3D48FDA0" w14:textId="77777777" w:rsidR="00676789" w:rsidRDefault="00CF4F6E" w:rsidP="008350A8">
                <w:pPr>
                  <w:pStyle w:val="1"/>
                </w:pPr>
                <w:r w:rsidRPr="00456AFC">
                  <w:rPr>
                    <w:lang w:val="da-DK"/>
                  </w:rPr>
                  <w:t>ShipmentMethodDescription_Lbl</w:t>
                </w:r>
              </w:p>
            </w:tc>
          </w:sdtContent>
        </w:sdt>
      </w:tr>
      <w:tr w:rsidR="00676789" w14:paraId="11B4727C" w14:textId="77777777" w:rsidTr="008350A8">
        <w:sdt>
          <w:sdtPr>
            <w:alias w:val="#Nav: /Header/ExtDocNo_SalesHeader"/>
            <w:tag w:val="#Nav: Standard_Sales_Order_Conf/1305"/>
            <w:id w:val="1620342425"/>
            <w:placeholder>
              <w:docPart w:val="ECF533CA8B6C4D908977A8365DE08A95"/>
            </w:placeholder>
            <w:dataBinding w:prefixMappings="&lt;xmlns:ns0='urn:microsoft-dynamics-nav/reports/Standard_Sales_Order_Conf/1305/' " w:xpath="/ns0:NavWordReportXmlPart[1]/ns0:Header[1]/ns0:ExtDocNo_SalesHeader[1]" w:storeItemID="{46BF468A-4BF0-46A6-8DCA-00DD4EACCBDB}"/>
            <w:text/>
          </w:sdtPr>
          <w:sdtContent>
            <w:tc>
              <w:tcPr>
                <w:tcW w:w="2551" w:type="dxa"/>
              </w:tcPr>
              <w:p w14:paraId="32A5E549" w14:textId="54712F4B" w:rsidR="00676789" w:rsidRDefault="002220D6" w:rsidP="008350A8">
                <w:r>
                  <w:t>ExtDocNo_SalesHeader</w:t>
                </w:r>
              </w:p>
            </w:tc>
          </w:sdtContent>
        </w:sdt>
        <w:sdt>
          <w:sdtPr>
            <w:alias w:val="#Nav: /Header/SalesPersonName"/>
            <w:tag w:val="#Nav: Standard_Sales_Order_Conf/1305"/>
            <w:id w:val="-2093382796"/>
            <w:placeholder>
              <w:docPart w:val="328FA2BAB5D94A7AAD03E2C770C7ADE7"/>
            </w:placeholder>
            <w:dataBinding w:prefixMappings="&lt;xmlns:ns0='urn:microsoft-dynamics-nav/reports/Standard_Sales_Order_Conf/1305/' " w:xpath="/ns0:NavWordReportXmlPart[1]/ns0:Header[1]/ns0:SalesPersonName[1]" w:storeItemID="{46BF468A-4BF0-46A6-8DCA-00DD4EACCBDB}"/>
            <w:text/>
          </w:sdtPr>
          <w:sdtContent>
            <w:tc>
              <w:tcPr>
                <w:tcW w:w="2552" w:type="dxa"/>
              </w:tcPr>
              <w:p w14:paraId="2159DD17" w14:textId="77777777" w:rsidR="00676789" w:rsidRDefault="00CF4F6E" w:rsidP="008350A8">
                <w:r w:rsidRPr="00456AFC">
                  <w:rPr>
                    <w:lang w:val="da-DK"/>
                  </w:rPr>
                  <w:t>SalesPersonName</w:t>
                </w:r>
              </w:p>
            </w:tc>
          </w:sdtContent>
        </w:sdt>
        <w:sdt>
          <w:sdtPr>
            <w:alias w:val="#Nav: /Header/QuoteNo"/>
            <w:tag w:val="#Nav: Standard_Sales_Order_Conf/1305"/>
            <w:id w:val="1867791684"/>
            <w:placeholder>
              <w:docPart w:val="8B9E147DFCDF4E93888164658FE85B29"/>
            </w:placeholder>
            <w:dataBinding w:prefixMappings="&lt;xmlns:ns0='urn:microsoft-dynamics-nav/reports/Standard_Sales_Order_Conf/1305/' " w:xpath="/ns0:NavWordReportXmlPart[1]/ns0:Header[1]/ns0:QuoteNo[1]" w:storeItemID="{46BF468A-4BF0-46A6-8DCA-00DD4EACCBDB}"/>
            <w:text/>
          </w:sdtPr>
          <w:sdtContent>
            <w:tc>
              <w:tcPr>
                <w:tcW w:w="2551" w:type="dxa"/>
              </w:tcPr>
              <w:p w14:paraId="0F837E58" w14:textId="77777777" w:rsidR="00676789" w:rsidRDefault="00CF4F6E" w:rsidP="008350A8">
                <w:r w:rsidRPr="00456AFC">
                  <w:rPr>
                    <w:lang w:val="da-DK"/>
                  </w:rPr>
                  <w:t>QuoteNo</w:t>
                </w:r>
              </w:p>
            </w:tc>
          </w:sdtContent>
        </w:sdt>
        <w:sdt>
          <w:sdtPr>
            <w:rPr>
              <w:lang w:val="da-DK"/>
            </w:rPr>
            <w:alias w:val="#Nav: /Header/ShipmentMethodDescription"/>
            <w:tag w:val="#Nav: Standard_Sales_Order_Conf/1305"/>
            <w:id w:val="-168258069"/>
            <w:placeholder>
              <w:docPart w:val="1E1FBECECCA947E9B88801BF3D0D34A0"/>
            </w:placeholder>
            <w:dataBinding w:prefixMappings="&lt;xmlns:ns0='urn:microsoft-dynamics-nav/reports/Standard_Sales_Order_Conf/1305/' " w:xpath="/ns0:NavWordReportXmlPart[1]/ns0:Header[1]/ns0:ShipmentMethodDescription[1]" w:storeItemID="{46BF468A-4BF0-46A6-8DCA-00DD4EACCBDB}"/>
            <w:text/>
          </w:sdtPr>
          <w:sdtContent>
            <w:tc>
              <w:tcPr>
                <w:tcW w:w="2552" w:type="dxa"/>
                <w:tcMar>
                  <w:right w:w="0" w:type="dxa"/>
                </w:tcMar>
              </w:tcPr>
              <w:p w14:paraId="4292B848" w14:textId="77777777" w:rsidR="00676789" w:rsidRDefault="00CF4F6E" w:rsidP="008350A8">
                <w:r w:rsidRPr="00456AFC">
                  <w:rPr>
                    <w:lang w:val="da-DK"/>
                  </w:rPr>
                  <w:t>ShipmentMethodDescription</w:t>
                </w:r>
              </w:p>
            </w:tc>
          </w:sdtContent>
        </w:sdt>
      </w:tr>
    </w:tbl>
    <w:sdt>
      <w:sdtPr>
        <w:alias w:val="#Nav: /Header/WorkDescriptionLines"/>
        <w:tag w:val="#Nav: Standard_Sales_Order_Conf/1305"/>
        <w:id w:val="-156540891"/>
        <w15:dataBinding w:prefixMappings="&lt;xmlns:ns0='urn:microsoft-dynamics-nav/reports/Standard_Sales_Order_Conf/1305/' " w:xpath="/ns0:NavWordReportXmlPart[1]/ns0:Header[1]/ns0:WorkDescriptionLines" w:storeItemID="{46BF468A-4BF0-46A6-8DCA-00DD4EACCBDB}"/>
        <w15:repeatingSection/>
      </w:sdtPr>
      <w:sdtContent>
        <w:sdt>
          <w:sdtPr>
            <w:id w:val="1484192828"/>
            <w:placeholder>
              <w:docPart w:val="54B14E86971D4183AB5FE771C4A40275"/>
            </w:placeholder>
            <w15:repeatingSectionItem/>
          </w:sdtPr>
          <w:sdtContent>
            <w:sdt>
              <w:sdtPr>
                <w:alias w:val="#Nav: /Header/WorkDescriptionLines/WorkDescriptionLine"/>
                <w:tag w:val="#Nav: Standard_Sales_Order_Conf/1305"/>
                <w:id w:val="1295334976"/>
                <w:placeholder>
                  <w:docPart w:val="FF71DEA3C0954845AE68A1E590DA30C6"/>
                </w:placeholder>
                <w:dataBinding w:prefixMappings="&lt;xmlns:ns0='urn:microsoft-dynamics-nav/reports/Standard_Sales_Order_Conf/1305/' " w:xpath="/ns0:NavWordReportXmlPart[1]/ns0:Header[1]/ns0:WorkDescriptionLines[1]/ns0:WorkDescriptionLine[1]" w:storeItemID="{46BF468A-4BF0-46A6-8DCA-00DD4EACCBDB}"/>
                <w:text/>
              </w:sdtPr>
              <w:sdtContent>
                <w:p w14:paraId="5298A7BB" w14:textId="77777777" w:rsidR="00654762" w:rsidRDefault="00654762" w:rsidP="002C4E66">
                  <w:pPr>
                    <w:pStyle w:val="ab"/>
                  </w:pPr>
                  <w:r>
                    <w:rPr>
                      <w:lang w:val="da-DK"/>
                    </w:rPr>
                    <w:t>WorkDescriptionLine</w:t>
                  </w:r>
                </w:p>
              </w:sdtContent>
            </w:sdt>
          </w:sdtContent>
        </w:sdt>
      </w:sdtContent>
    </w:sdt>
    <w:p w14:paraId="4567A2F9" w14:textId="77777777" w:rsidR="009C75FB" w:rsidRPr="00E33456" w:rsidRDefault="009C75FB" w:rsidP="00676789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954"/>
        <w:gridCol w:w="2732"/>
        <w:gridCol w:w="850"/>
        <w:gridCol w:w="709"/>
        <w:gridCol w:w="1701"/>
        <w:gridCol w:w="709"/>
        <w:gridCol w:w="709"/>
        <w:gridCol w:w="1842"/>
      </w:tblGrid>
      <w:tr w:rsidR="008350A8" w:rsidRPr="008350A8" w14:paraId="6B67A4E9" w14:textId="77777777" w:rsidTr="002F0999">
        <w:trPr>
          <w:trHeight w:val="546"/>
        </w:trPr>
        <w:sdt>
          <w:sdtPr>
            <w:alias w:val="#Nav: /Header/Line/ItemNo_Line_Lbl"/>
            <w:tag w:val="#Nav: Standard_Sales_Order_Conf/1305"/>
            <w:id w:val="771446451"/>
            <w:placeholder>
              <w:docPart w:val="614919D5FB7D46A6A4A010D767BB1C28"/>
            </w:placeholder>
            <w:dataBinding w:prefixMappings="&lt;xmlns:ns0='urn:microsoft-dynamics-nav/reports/Standard_Sales_Order_Conf/1305/' " w:xpath="/ns0:NavWordReportXmlPart[1]/ns0:Header[1]/ns0:Line[1]/ns0:ItemNo_Line_Lbl[1]" w:storeItemID="{46BF468A-4BF0-46A6-8DCA-00DD4EACCBDB}"/>
            <w:text/>
          </w:sdtPr>
          <w:sdtContent>
            <w:tc>
              <w:tcPr>
                <w:tcW w:w="954" w:type="dxa"/>
                <w:tcBorders>
                  <w:bottom w:val="single" w:sz="4" w:space="0" w:color="auto"/>
                </w:tcBorders>
                <w:vAlign w:val="bottom"/>
              </w:tcPr>
              <w:p w14:paraId="33E415D5" w14:textId="77777777" w:rsidR="008350A8" w:rsidRPr="008350A8" w:rsidRDefault="008350A8" w:rsidP="008350A8">
                <w:pPr>
                  <w:pStyle w:val="1"/>
                </w:pPr>
                <w:r w:rsidRPr="008350A8">
                  <w:t>ItemNo_Line_Lbl</w:t>
                </w:r>
              </w:p>
            </w:tc>
          </w:sdtContent>
        </w:sdt>
        <w:sdt>
          <w:sdtPr>
            <w:alias w:val="#Nav: /Header/Line/Description_Line_Lbl"/>
            <w:tag w:val="#Nav: Standard_Sales_Order_Conf/1305"/>
            <w:id w:val="1545399846"/>
            <w:placeholder>
              <w:docPart w:val="614919D5FB7D46A6A4A010D767BB1C28"/>
            </w:placeholder>
            <w:dataBinding w:prefixMappings="&lt;xmlns:ns0='urn:microsoft-dynamics-nav/reports/Standard_Sales_Order_Conf/1305/' " w:xpath="/ns0:NavWordReportXmlPart[1]/ns0:Header[1]/ns0:Line[1]/ns0:Description_Line_Lbl[1]" w:storeItemID="{46BF468A-4BF0-46A6-8DCA-00DD4EACCBDB}"/>
            <w:text/>
          </w:sdtPr>
          <w:sdtContent>
            <w:tc>
              <w:tcPr>
                <w:tcW w:w="2732" w:type="dxa"/>
                <w:tcBorders>
                  <w:bottom w:val="single" w:sz="4" w:space="0" w:color="auto"/>
                </w:tcBorders>
                <w:vAlign w:val="bottom"/>
              </w:tcPr>
              <w:p w14:paraId="50264B05" w14:textId="77777777" w:rsidR="008350A8" w:rsidRPr="008350A8" w:rsidRDefault="008350A8" w:rsidP="008350A8">
                <w:pPr>
                  <w:pStyle w:val="1"/>
                </w:pPr>
                <w:r w:rsidRPr="008350A8">
                  <w:t>Description_Line_Lbl</w:t>
                </w:r>
              </w:p>
            </w:tc>
          </w:sdtContent>
        </w:sdt>
        <w:sdt>
          <w:sdtPr>
            <w:alias w:val="#Nav: /Header/Line/Quantity_Line_Lbl"/>
            <w:tag w:val="#Nav: Standard_Sales_Order_Conf/1305"/>
            <w:id w:val="616415257"/>
            <w:placeholder>
              <w:docPart w:val="614919D5FB7D46A6A4A010D767BB1C28"/>
            </w:placeholder>
            <w:dataBinding w:prefixMappings="&lt;xmlns:ns0='urn:microsoft-dynamics-nav/reports/Standard_Sales_Order_Conf/1305/' " w:xpath="/ns0:NavWordReportXmlPart[1]/ns0:Header[1]/ns0:Line[1]/ns0:Quantity_Line_Lbl[1]" w:storeItemID="{46BF468A-4BF0-46A6-8DCA-00DD4EACCBDB}"/>
            <w:text/>
          </w:sdtPr>
          <w:sdtContent>
            <w:tc>
              <w:tcPr>
                <w:tcW w:w="850" w:type="dxa"/>
                <w:tcBorders>
                  <w:bottom w:val="single" w:sz="4" w:space="0" w:color="auto"/>
                </w:tcBorders>
                <w:vAlign w:val="bottom"/>
              </w:tcPr>
              <w:p w14:paraId="6818D2F5" w14:textId="77777777" w:rsidR="008350A8" w:rsidRPr="008350A8" w:rsidRDefault="008350A8" w:rsidP="008350A8">
                <w:pPr>
                  <w:pStyle w:val="1"/>
                  <w:jc w:val="right"/>
                </w:pPr>
                <w:r w:rsidRPr="008350A8">
                  <w:t>Quantity_Line_Lbl</w:t>
                </w:r>
              </w:p>
            </w:tc>
          </w:sdtContent>
        </w:sdt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1B620089" w14:textId="77777777" w:rsidR="008350A8" w:rsidRPr="008350A8" w:rsidRDefault="008350A8" w:rsidP="008350A8">
            <w:pPr>
              <w:pStyle w:val="1"/>
            </w:pPr>
          </w:p>
        </w:tc>
        <w:sdt>
          <w:sdtPr>
            <w:alias w:val="#Nav: /Header/Line/UnitPrice_Lbl"/>
            <w:tag w:val="#Nav: Standard_Sales_Order_Conf/1305"/>
            <w:id w:val="-1521079236"/>
            <w:placeholder>
              <w:docPart w:val="614919D5FB7D46A6A4A010D767BB1C28"/>
            </w:placeholder>
            <w:dataBinding w:prefixMappings="&lt;xmlns:ns0='urn:microsoft-dynamics-nav/reports/Standard_Sales_Order_Conf/1305/' " w:xpath="/ns0:NavWordReportXmlPart[1]/ns0:Header[1]/ns0:Line[1]/ns0:UnitPrice_Lbl[1]" w:storeItemID="{46BF468A-4BF0-46A6-8DCA-00DD4EACCBDB}"/>
            <w:text/>
          </w:sdtPr>
          <w:sdtContent>
            <w:tc>
              <w:tcPr>
                <w:tcW w:w="1701" w:type="dxa"/>
                <w:tcBorders>
                  <w:bottom w:val="single" w:sz="4" w:space="0" w:color="auto"/>
                </w:tcBorders>
                <w:vAlign w:val="bottom"/>
              </w:tcPr>
              <w:p w14:paraId="19BB4118" w14:textId="77777777" w:rsidR="008350A8" w:rsidRPr="008350A8" w:rsidRDefault="008350A8" w:rsidP="008350A8">
                <w:pPr>
                  <w:pStyle w:val="1"/>
                  <w:jc w:val="right"/>
                </w:pPr>
                <w:r w:rsidRPr="008350A8">
                  <w:t>UnitPrice_Lbl</w:t>
                </w:r>
              </w:p>
            </w:tc>
          </w:sdtContent>
        </w:sdt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3FBCE779" w14:textId="77777777" w:rsidR="008350A8" w:rsidRPr="008350A8" w:rsidRDefault="008350A8" w:rsidP="008350A8">
            <w:pPr>
              <w:pStyle w:val="1"/>
            </w:pPr>
          </w:p>
        </w:tc>
        <w:sdt>
          <w:sdtPr>
            <w:alias w:val="#Nav: /Header/Line/VATPct_Line_Lbl"/>
            <w:tag w:val="#Nav: Standard_Sales_Order_Conf/1305"/>
            <w:id w:val="1291246806"/>
            <w:placeholder>
              <w:docPart w:val="614919D5FB7D46A6A4A010D767BB1C28"/>
            </w:placeholder>
            <w:dataBinding w:prefixMappings="&lt;xmlns:ns0='urn:microsoft-dynamics-nav/reports/Standard_Sales_Order_Conf/1305/' " w:xpath="/ns0:NavWordReportXmlPart[1]/ns0:Header[1]/ns0:Line[1]/ns0:VATPct_Line_Lbl[1]" w:storeItemID="{46BF468A-4BF0-46A6-8DCA-00DD4EACCBDB}"/>
            <w:text/>
          </w:sdtPr>
          <w:sdtContent>
            <w:tc>
              <w:tcPr>
                <w:tcW w:w="709" w:type="dxa"/>
                <w:tcBorders>
                  <w:bottom w:val="single" w:sz="4" w:space="0" w:color="auto"/>
                </w:tcBorders>
                <w:vAlign w:val="bottom"/>
              </w:tcPr>
              <w:p w14:paraId="4D08D7CF" w14:textId="77777777" w:rsidR="008350A8" w:rsidRPr="008350A8" w:rsidRDefault="008350A8" w:rsidP="008350A8">
                <w:pPr>
                  <w:pStyle w:val="1"/>
                  <w:jc w:val="right"/>
                </w:pPr>
                <w:r w:rsidRPr="008350A8">
                  <w:t>VATPct_Line_Lbl</w:t>
                </w:r>
              </w:p>
            </w:tc>
          </w:sdtContent>
        </w:sdt>
        <w:sdt>
          <w:sdtPr>
            <w:alias w:val="#Nav: /Header/Line/LineAmount_Line_Lbl"/>
            <w:tag w:val="#Nav: Standard_Sales_Order_Conf/1305"/>
            <w:id w:val="1532234539"/>
            <w:placeholder>
              <w:docPart w:val="614919D5FB7D46A6A4A010D767BB1C28"/>
            </w:placeholder>
            <w:dataBinding w:prefixMappings="&lt;xmlns:ns0='urn:microsoft-dynamics-nav/reports/Standard_Sales_Order_Conf/1305/' " w:xpath="/ns0:NavWordReportXmlPart[1]/ns0:Header[1]/ns0:Line[1]/ns0:LineAmount_Line_Lbl[1]" w:storeItemID="{46BF468A-4BF0-46A6-8DCA-00DD4EACCBDB}"/>
            <w:text/>
          </w:sdtPr>
          <w:sdtContent>
            <w:tc>
              <w:tcPr>
                <w:tcW w:w="1842" w:type="dxa"/>
                <w:tcBorders>
                  <w:bottom w:val="single" w:sz="4" w:space="0" w:color="auto"/>
                </w:tcBorders>
                <w:tcMar>
                  <w:right w:w="0" w:type="dxa"/>
                </w:tcMar>
                <w:vAlign w:val="bottom"/>
              </w:tcPr>
              <w:p w14:paraId="674C0BA5" w14:textId="77777777" w:rsidR="008350A8" w:rsidRPr="008350A8" w:rsidRDefault="008350A8" w:rsidP="008350A8">
                <w:pPr>
                  <w:pStyle w:val="1"/>
                  <w:jc w:val="right"/>
                </w:pPr>
                <w:r w:rsidRPr="008350A8">
                  <w:t>LineAmount_Line_Lbl</w:t>
                </w:r>
              </w:p>
            </w:tc>
          </w:sdtContent>
        </w:sdt>
      </w:tr>
      <w:tr w:rsidR="008350A8" w:rsidRPr="008350A8" w14:paraId="43D947A9" w14:textId="77777777" w:rsidTr="002F0999">
        <w:trPr>
          <w:trHeight w:val="182"/>
        </w:trPr>
        <w:tc>
          <w:tcPr>
            <w:tcW w:w="954" w:type="dxa"/>
            <w:tcBorders>
              <w:top w:val="single" w:sz="4" w:space="0" w:color="auto"/>
            </w:tcBorders>
          </w:tcPr>
          <w:p w14:paraId="022E7509" w14:textId="77777777" w:rsidR="008350A8" w:rsidRPr="008350A8" w:rsidRDefault="008350A8" w:rsidP="008350A8">
            <w:pPr>
              <w:pStyle w:val="ab"/>
            </w:pPr>
          </w:p>
        </w:tc>
        <w:tc>
          <w:tcPr>
            <w:tcW w:w="2732" w:type="dxa"/>
            <w:tcBorders>
              <w:top w:val="single" w:sz="4" w:space="0" w:color="auto"/>
            </w:tcBorders>
          </w:tcPr>
          <w:p w14:paraId="4B4C8D72" w14:textId="77777777" w:rsidR="008350A8" w:rsidRPr="008350A8" w:rsidRDefault="008350A8" w:rsidP="008350A8">
            <w:pPr>
              <w:pStyle w:val="ab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2DB2A94" w14:textId="77777777" w:rsidR="008350A8" w:rsidRPr="008350A8" w:rsidRDefault="008350A8" w:rsidP="008350A8">
            <w:pPr>
              <w:pStyle w:val="ab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CFD4A48" w14:textId="77777777" w:rsidR="008350A8" w:rsidRPr="008350A8" w:rsidRDefault="008350A8" w:rsidP="008350A8">
            <w:pPr>
              <w:pStyle w:val="ab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C176FD1" w14:textId="77777777" w:rsidR="008350A8" w:rsidRPr="008350A8" w:rsidRDefault="008350A8" w:rsidP="008350A8">
            <w:pPr>
              <w:pStyle w:val="ab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A297F98" w14:textId="77777777" w:rsidR="008350A8" w:rsidRPr="008350A8" w:rsidRDefault="008350A8" w:rsidP="008350A8">
            <w:pPr>
              <w:pStyle w:val="ab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5109573" w14:textId="77777777" w:rsidR="008350A8" w:rsidRPr="008350A8" w:rsidRDefault="008350A8" w:rsidP="008350A8">
            <w:pPr>
              <w:pStyle w:val="ab"/>
            </w:pPr>
          </w:p>
        </w:tc>
        <w:tc>
          <w:tcPr>
            <w:tcW w:w="1842" w:type="dxa"/>
            <w:tcBorders>
              <w:top w:val="single" w:sz="4" w:space="0" w:color="auto"/>
            </w:tcBorders>
            <w:tcMar>
              <w:right w:w="0" w:type="dxa"/>
            </w:tcMar>
          </w:tcPr>
          <w:p w14:paraId="18425591" w14:textId="77777777" w:rsidR="008350A8" w:rsidRPr="008350A8" w:rsidRDefault="008350A8" w:rsidP="008350A8">
            <w:pPr>
              <w:pStyle w:val="ab"/>
            </w:pPr>
          </w:p>
        </w:tc>
      </w:tr>
      <w:sdt>
        <w:sdtPr>
          <w:alias w:val="#Nav: /Header/Line"/>
          <w:tag w:val="#Nav: Standard_Sales_Order_Conf/1305"/>
          <w:id w:val="1327254768"/>
          <w15:dataBinding w:prefixMappings="&lt;xmlns:ns0='urn:microsoft-dynamics-nav/reports/Standard_Sales_Order_Conf/1305/' " w:xpath="/ns0:NavWordReportXmlPart[1]/ns0:Header[1]/ns0:Line" w:storeItemID="{46BF468A-4BF0-46A6-8DCA-00DD4EACCBDB}"/>
          <w15:repeatingSection/>
        </w:sdtPr>
        <w:sdtContent>
          <w:sdt>
            <w:sdtPr>
              <w:id w:val="872800820"/>
              <w:placeholder>
                <w:docPart w:val="3833B833E2C242138C57941B24FF6BA0"/>
              </w:placeholder>
              <w15:repeatingSectionItem/>
            </w:sdtPr>
            <w:sdtContent>
              <w:tr w:rsidR="008350A8" w:rsidRPr="008350A8" w14:paraId="0FB49025" w14:textId="77777777" w:rsidTr="00E33456">
                <w:trPr>
                  <w:trHeight w:val="227"/>
                </w:trPr>
                <w:sdt>
                  <w:sdtPr>
                    <w:alias w:val="#Nav: /Header/Line/ItemNo_Line"/>
                    <w:tag w:val="#Nav: Standard_Sales_Order_Conf/1305"/>
                    <w:id w:val="-1032108260"/>
                    <w:placeholder>
                      <w:docPart w:val="C3D73989DD164C689F0D7224BE75F769"/>
                    </w:placeholder>
                    <w:dataBinding w:prefixMappings="&lt;xmlns:ns0='urn:microsoft-dynamics-nav/reports/Standard_Sales_Order_Conf/1305/' " w:xpath="/ns0:NavWordReportXmlPart[1]/ns0:Header[1]/ns0:Line[1]/ns0:ItemNo_Line[1]" w:storeItemID="{46BF468A-4BF0-46A6-8DCA-00DD4EACCBDB}"/>
                    <w:text/>
                  </w:sdtPr>
                  <w:sdtContent>
                    <w:tc>
                      <w:tcPr>
                        <w:tcW w:w="954" w:type="dxa"/>
                      </w:tcPr>
                      <w:p w14:paraId="019EE9C7" w14:textId="77777777" w:rsidR="008350A8" w:rsidRPr="008350A8" w:rsidRDefault="008350A8" w:rsidP="002C4E66">
                        <w:r w:rsidRPr="008350A8">
                          <w:t>ItemNo_Line</w:t>
                        </w:r>
                      </w:p>
                    </w:tc>
                  </w:sdtContent>
                </w:sdt>
                <w:sdt>
                  <w:sdtPr>
                    <w:alias w:val="#Nav: /Header/Line/Description_Line"/>
                    <w:tag w:val="#Nav: Standard_Sales_Order_Conf/1305"/>
                    <w:id w:val="-1420935410"/>
                    <w:placeholder>
                      <w:docPart w:val="7E5A55E8FD6C4C2EAA071BB20F8CB583"/>
                    </w:placeholder>
                    <w:dataBinding w:prefixMappings="&lt;xmlns:ns0='urn:microsoft-dynamics-nav/reports/Standard_Sales_Order_Conf/1305/' " w:xpath="/ns0:NavWordReportXmlPart[1]/ns0:Header[1]/ns0:Line[1]/ns0:Description_Line[1]" w:storeItemID="{46BF468A-4BF0-46A6-8DCA-00DD4EACCBDB}"/>
                    <w:text/>
                  </w:sdtPr>
                  <w:sdtContent>
                    <w:tc>
                      <w:tcPr>
                        <w:tcW w:w="2732" w:type="dxa"/>
                      </w:tcPr>
                      <w:p w14:paraId="487B206E" w14:textId="77777777" w:rsidR="008350A8" w:rsidRPr="008350A8" w:rsidRDefault="008350A8" w:rsidP="002C4E66">
                        <w:r w:rsidRPr="008350A8">
                          <w:t>Description_Line</w:t>
                        </w:r>
                      </w:p>
                    </w:tc>
                  </w:sdtContent>
                </w:sdt>
                <w:sdt>
                  <w:sdtPr>
                    <w:alias w:val="#Nav: /Header/Line/Quantity_Line"/>
                    <w:tag w:val="#Nav: Standard_Sales_Order_Conf/1305"/>
                    <w:id w:val="382909601"/>
                    <w:placeholder>
                      <w:docPart w:val="388F8E9AA8004552A7964C7EF853EA73"/>
                    </w:placeholder>
                    <w:dataBinding w:prefixMappings="&lt;xmlns:ns0='urn:microsoft-dynamics-nav/reports/Standard_Sales_Order_Conf/1305/' " w:xpath="/ns0:NavWordReportXmlPart[1]/ns0:Header[1]/ns0:Line[1]/ns0:Quantity_Line[1]" w:storeItemID="{46BF468A-4BF0-46A6-8DCA-00DD4EACCBDB}"/>
                    <w:text/>
                  </w:sdtPr>
                  <w:sdtContent>
                    <w:tc>
                      <w:tcPr>
                        <w:tcW w:w="850" w:type="dxa"/>
                      </w:tcPr>
                      <w:p w14:paraId="3697EB16" w14:textId="77777777" w:rsidR="008350A8" w:rsidRPr="008350A8" w:rsidRDefault="008350A8" w:rsidP="002C4E66">
                        <w:pPr>
                          <w:jc w:val="right"/>
                        </w:pPr>
                        <w:r w:rsidRPr="008350A8">
                          <w:t>Quantity_Line</w:t>
                        </w:r>
                      </w:p>
                    </w:tc>
                  </w:sdtContent>
                </w:sdt>
                <w:sdt>
                  <w:sdtPr>
                    <w:alias w:val="#Nav: /Header/Line/UnitOfMeasure"/>
                    <w:tag w:val="#Nav: Standard_Sales_Order_Conf/1305"/>
                    <w:id w:val="436108881"/>
                    <w:placeholder>
                      <w:docPart w:val="9DC4790520AE4691AFD76A21A56E3EBF"/>
                    </w:placeholder>
                    <w:dataBinding w:prefixMappings="&lt;xmlns:ns0='urn:microsoft-dynamics-nav/reports/Standard_Sales_Order_Conf/1305/' " w:xpath="/ns0:NavWordReportXmlPart[1]/ns0:Header[1]/ns0:Line[1]/ns0:UnitOfMeasure[1]" w:storeItemID="{46BF468A-4BF0-46A6-8DCA-00DD4EACCBDB}"/>
                    <w:text/>
                  </w:sdtPr>
                  <w:sdtContent>
                    <w:tc>
                      <w:tcPr>
                        <w:tcW w:w="709" w:type="dxa"/>
                      </w:tcPr>
                      <w:p w14:paraId="7D228919" w14:textId="77777777" w:rsidR="008350A8" w:rsidRPr="008350A8" w:rsidRDefault="008350A8" w:rsidP="002C4E66">
                        <w:pPr>
                          <w:jc w:val="right"/>
                        </w:pPr>
                        <w:r w:rsidRPr="008350A8">
                          <w:t>UnitOfMeasure</w:t>
                        </w:r>
                      </w:p>
                    </w:tc>
                  </w:sdtContent>
                </w:sdt>
                <w:sdt>
                  <w:sdtPr>
                    <w:alias w:val="#Nav: /Header/Line/UnitPrice"/>
                    <w:tag w:val="#Nav: Standard_Sales_Order_Conf/1305"/>
                    <w:id w:val="773364929"/>
                    <w:placeholder>
                      <w:docPart w:val="4DB48B9AAECB4FF58D5F38163AFB1608"/>
                    </w:placeholder>
                    <w:dataBinding w:prefixMappings="&lt;xmlns:ns0='urn:microsoft-dynamics-nav/reports/Standard_Sales_Order_Conf/1305/' " w:xpath="/ns0:NavWordReportXmlPart[1]/ns0:Header[1]/ns0:Line[1]/ns0:UnitPrice[1]" w:storeItemID="{46BF468A-4BF0-46A6-8DCA-00DD4EACCBDB}"/>
                    <w:text/>
                  </w:sdtPr>
                  <w:sdtContent>
                    <w:tc>
                      <w:tcPr>
                        <w:tcW w:w="1701" w:type="dxa"/>
                      </w:tcPr>
                      <w:p w14:paraId="30F289AE" w14:textId="77777777" w:rsidR="008350A8" w:rsidRPr="008350A8" w:rsidRDefault="008350A8" w:rsidP="002C4E66">
                        <w:pPr>
                          <w:jc w:val="right"/>
                        </w:pPr>
                        <w:r w:rsidRPr="008350A8">
                          <w:t>UnitPrice</w:t>
                        </w:r>
                      </w:p>
                    </w:tc>
                  </w:sdtContent>
                </w:sdt>
                <w:sdt>
                  <w:sdtPr>
                    <w:alias w:val="#Nav: /Header/Line/LineDiscountPercentText_Line"/>
                    <w:tag w:val="#Nav: Standard_Sales_Order_Conf/1305"/>
                    <w:id w:val="114875444"/>
                    <w:placeholder>
                      <w:docPart w:val="2AD4D4533A864AE8AFD86BB8D99511F2"/>
                    </w:placeholder>
                    <w:dataBinding w:prefixMappings="&lt;xmlns:ns0='urn:microsoft-dynamics-nav/reports/Standard_Sales_Order_Conf/1305/' " w:xpath="/ns0:NavWordReportXmlPart[1]/ns0:Header[1]/ns0:Line[1]/ns0:LineDiscountPercentText_Line[1]" w:storeItemID="{46BF468A-4BF0-46A6-8DCA-00DD4EACCBDB}"/>
                    <w:text/>
                  </w:sdtPr>
                  <w:sdtContent>
                    <w:tc>
                      <w:tcPr>
                        <w:tcW w:w="709" w:type="dxa"/>
                      </w:tcPr>
                      <w:p w14:paraId="6398ACF4" w14:textId="77777777" w:rsidR="008350A8" w:rsidRPr="008350A8" w:rsidRDefault="008350A8" w:rsidP="002C4E66">
                        <w:pPr>
                          <w:jc w:val="right"/>
                        </w:pPr>
                        <w:r w:rsidRPr="008350A8">
                          <w:t>LineDiscountPercentText_Line</w:t>
                        </w:r>
                      </w:p>
                    </w:tc>
                  </w:sdtContent>
                </w:sdt>
                <w:sdt>
                  <w:sdtPr>
                    <w:alias w:val="#Nav: /Header/Line/VATPct_Line"/>
                    <w:tag w:val="#Nav: Standard_Sales_Order_Conf/1305"/>
                    <w:id w:val="1684940473"/>
                    <w:placeholder>
                      <w:docPart w:val="711F68D8E4614479966202C86AC1CD81"/>
                    </w:placeholder>
                    <w:dataBinding w:prefixMappings="&lt;xmlns:ns0='urn:microsoft-dynamics-nav/reports/Standard_Sales_Order_Conf/1305/' " w:xpath="/ns0:NavWordReportXmlPart[1]/ns0:Header[1]/ns0:Line[1]/ns0:VATPct_Line[1]" w:storeItemID="{46BF468A-4BF0-46A6-8DCA-00DD4EACCBDB}"/>
                    <w:text/>
                  </w:sdtPr>
                  <w:sdtContent>
                    <w:tc>
                      <w:tcPr>
                        <w:tcW w:w="709" w:type="dxa"/>
                      </w:tcPr>
                      <w:p w14:paraId="732FF730" w14:textId="77777777" w:rsidR="008350A8" w:rsidRPr="008350A8" w:rsidRDefault="008350A8" w:rsidP="002C4E66">
                        <w:pPr>
                          <w:jc w:val="right"/>
                        </w:pPr>
                        <w:r w:rsidRPr="008350A8">
                          <w:t>VATPct_Line</w:t>
                        </w:r>
                      </w:p>
                    </w:tc>
                  </w:sdtContent>
                </w:sdt>
                <w:sdt>
                  <w:sdtPr>
                    <w:alias w:val="#Nav: /Header/Line/LineAmount_Line"/>
                    <w:tag w:val="#Nav: Standard_Sales_Order_Conf/1305"/>
                    <w:id w:val="-1829895906"/>
                    <w:placeholder>
                      <w:docPart w:val="087707988F3745ABACA01FE4E40A007E"/>
                    </w:placeholder>
                    <w:dataBinding w:prefixMappings="&lt;xmlns:ns0='urn:microsoft-dynamics-nav/reports/Standard_Sales_Order_Conf/1305/' " w:xpath="/ns0:NavWordReportXmlPart[1]/ns0:Header[1]/ns0:Line[1]/ns0:LineAmount_Line[1]" w:storeItemID="{46BF468A-4BF0-46A6-8DCA-00DD4EACCBDB}"/>
                    <w:text/>
                  </w:sdtPr>
                  <w:sdtContent>
                    <w:tc>
                      <w:tcPr>
                        <w:tcW w:w="1842" w:type="dxa"/>
                        <w:tcMar>
                          <w:right w:w="0" w:type="dxa"/>
                        </w:tcMar>
                      </w:tcPr>
                      <w:p w14:paraId="122AD185" w14:textId="77777777" w:rsidR="008350A8" w:rsidRPr="008350A8" w:rsidRDefault="008350A8" w:rsidP="002C4E66">
                        <w:pPr>
                          <w:jc w:val="right"/>
                        </w:pPr>
                        <w:r w:rsidRPr="008350A8">
                          <w:t>LineAmount_Line</w:t>
                        </w:r>
                      </w:p>
                    </w:tc>
                  </w:sdtContent>
                </w:sdt>
              </w:tr>
            </w:sdtContent>
          </w:sdt>
        </w:sdtContent>
      </w:sdt>
      <w:tr w:rsidR="008350A8" w:rsidRPr="008350A8" w14:paraId="017DF65C" w14:textId="77777777" w:rsidTr="002F0999">
        <w:trPr>
          <w:trHeight w:val="227"/>
        </w:trPr>
        <w:tc>
          <w:tcPr>
            <w:tcW w:w="954" w:type="dxa"/>
          </w:tcPr>
          <w:p w14:paraId="1D0A9118" w14:textId="77777777" w:rsidR="008350A8" w:rsidRPr="008350A8" w:rsidRDefault="008350A8" w:rsidP="008350A8">
            <w:pPr>
              <w:pStyle w:val="ab"/>
            </w:pPr>
          </w:p>
        </w:tc>
        <w:tc>
          <w:tcPr>
            <w:tcW w:w="2732" w:type="dxa"/>
          </w:tcPr>
          <w:p w14:paraId="396CFB4B" w14:textId="77777777" w:rsidR="008350A8" w:rsidRPr="008350A8" w:rsidRDefault="008350A8" w:rsidP="008350A8">
            <w:pPr>
              <w:pStyle w:val="ab"/>
            </w:pPr>
          </w:p>
        </w:tc>
        <w:tc>
          <w:tcPr>
            <w:tcW w:w="850" w:type="dxa"/>
          </w:tcPr>
          <w:p w14:paraId="24F14137" w14:textId="77777777" w:rsidR="008350A8" w:rsidRPr="008350A8" w:rsidRDefault="008350A8" w:rsidP="008350A8">
            <w:pPr>
              <w:pStyle w:val="ab"/>
            </w:pPr>
          </w:p>
        </w:tc>
        <w:tc>
          <w:tcPr>
            <w:tcW w:w="709" w:type="dxa"/>
          </w:tcPr>
          <w:p w14:paraId="565FB412" w14:textId="77777777" w:rsidR="008350A8" w:rsidRPr="008350A8" w:rsidRDefault="008350A8" w:rsidP="008350A8">
            <w:pPr>
              <w:pStyle w:val="ab"/>
            </w:pPr>
          </w:p>
        </w:tc>
        <w:tc>
          <w:tcPr>
            <w:tcW w:w="1701" w:type="dxa"/>
          </w:tcPr>
          <w:p w14:paraId="308BEF41" w14:textId="77777777" w:rsidR="008350A8" w:rsidRPr="008350A8" w:rsidRDefault="008350A8" w:rsidP="008350A8">
            <w:pPr>
              <w:pStyle w:val="ab"/>
            </w:pPr>
          </w:p>
        </w:tc>
        <w:tc>
          <w:tcPr>
            <w:tcW w:w="709" w:type="dxa"/>
          </w:tcPr>
          <w:p w14:paraId="03666CDB" w14:textId="77777777" w:rsidR="008350A8" w:rsidRPr="008350A8" w:rsidRDefault="008350A8" w:rsidP="008350A8">
            <w:pPr>
              <w:pStyle w:val="ab"/>
            </w:pPr>
          </w:p>
        </w:tc>
        <w:tc>
          <w:tcPr>
            <w:tcW w:w="709" w:type="dxa"/>
          </w:tcPr>
          <w:p w14:paraId="0B6AB1AD" w14:textId="77777777" w:rsidR="008350A8" w:rsidRPr="008350A8" w:rsidRDefault="008350A8" w:rsidP="008350A8">
            <w:pPr>
              <w:pStyle w:val="ab"/>
            </w:pPr>
          </w:p>
        </w:tc>
        <w:tc>
          <w:tcPr>
            <w:tcW w:w="1842" w:type="dxa"/>
            <w:tcMar>
              <w:right w:w="0" w:type="dxa"/>
            </w:tcMar>
          </w:tcPr>
          <w:p w14:paraId="172F0275" w14:textId="77777777" w:rsidR="008350A8" w:rsidRPr="008350A8" w:rsidRDefault="008350A8" w:rsidP="008350A8">
            <w:pPr>
              <w:pStyle w:val="ab"/>
            </w:pPr>
          </w:p>
        </w:tc>
      </w:tr>
      <w:sdt>
        <w:sdtPr>
          <w:alias w:val="#Nav: /Header/ReportTotalsLine"/>
          <w:tag w:val="#Nav: Standard_Sales_Order_Conf/1305"/>
          <w:id w:val="1981810996"/>
          <w15:dataBinding w:prefixMappings="&lt;xmlns:ns0='urn:microsoft-dynamics-nav/reports/Standard_Sales_Order_Conf/1305/' " w:xpath="/ns0:NavWordReportXmlPart[1]/ns0:Header[1]/ns0:ReportTotalsLine" w:storeItemID="{46BF468A-4BF0-46A6-8DCA-00DD4EACCBDB}"/>
          <w15:repeatingSection/>
        </w:sdtPr>
        <w:sdtContent>
          <w:sdt>
            <w:sdtPr>
              <w:id w:val="768507247"/>
              <w:placeholder>
                <w:docPart w:val="3833B833E2C242138C57941B24FF6BA0"/>
              </w:placeholder>
              <w15:repeatingSectionItem/>
            </w:sdtPr>
            <w:sdtContent>
              <w:tr w:rsidR="008350A8" w:rsidRPr="008350A8" w14:paraId="761CE824" w14:textId="77777777" w:rsidTr="00E33456">
                <w:trPr>
                  <w:trHeight w:val="227"/>
                </w:trPr>
                <w:tc>
                  <w:tcPr>
                    <w:tcW w:w="954" w:type="dxa"/>
                  </w:tcPr>
                  <w:p w14:paraId="5860CF35" w14:textId="77777777" w:rsidR="008350A8" w:rsidRPr="008350A8" w:rsidRDefault="008350A8" w:rsidP="008350A8">
                    <w:pPr>
                      <w:pStyle w:val="ab"/>
                    </w:pPr>
                  </w:p>
                </w:tc>
                <w:tc>
                  <w:tcPr>
                    <w:tcW w:w="2732" w:type="dxa"/>
                  </w:tcPr>
                  <w:p w14:paraId="14FA0F68" w14:textId="77777777" w:rsidR="008350A8" w:rsidRPr="008350A8" w:rsidRDefault="008350A8" w:rsidP="008350A8">
                    <w:pPr>
                      <w:pStyle w:val="ab"/>
                    </w:pPr>
                  </w:p>
                </w:tc>
                <w:tc>
                  <w:tcPr>
                    <w:tcW w:w="850" w:type="dxa"/>
                  </w:tcPr>
                  <w:p w14:paraId="582DBDFB" w14:textId="77777777" w:rsidR="008350A8" w:rsidRPr="008350A8" w:rsidRDefault="008350A8" w:rsidP="008350A8">
                    <w:pPr>
                      <w:pStyle w:val="ab"/>
                    </w:pPr>
                  </w:p>
                </w:tc>
                <w:tc>
                  <w:tcPr>
                    <w:tcW w:w="709" w:type="dxa"/>
                  </w:tcPr>
                  <w:p w14:paraId="6DDE1EAC" w14:textId="77777777" w:rsidR="008350A8" w:rsidRPr="008350A8" w:rsidRDefault="008350A8" w:rsidP="008350A8">
                    <w:pPr>
                      <w:pStyle w:val="ab"/>
                    </w:pPr>
                  </w:p>
                </w:tc>
                <w:sdt>
                  <w:sdtPr>
                    <w:alias w:val="#Nav: /Header/ReportTotalsLine/Description_ReportTotalsLine"/>
                    <w:tag w:val="#Nav: Standard_Sales_Order_Conf/1305"/>
                    <w:id w:val="1468313313"/>
                    <w:placeholder>
                      <w:docPart w:val="614919D5FB7D46A6A4A010D767BB1C28"/>
                    </w:placeholder>
                    <w:dataBinding w:prefixMappings="&lt;xmlns:ns0='urn:microsoft-dynamics-nav/reports/Standard_Sales_Order_Conf/1305/' " w:xpath="/ns0:NavWordReportXmlPart[1]/ns0:Header[1]/ns0:ReportTotalsLine[1]/ns0:Description_ReportTotalsLine[1]" w:storeItemID="{46BF468A-4BF0-46A6-8DCA-00DD4EACCBDB}"/>
                    <w:text/>
                  </w:sdtPr>
                  <w:sdtContent>
                    <w:tc>
                      <w:tcPr>
                        <w:tcW w:w="3119" w:type="dxa"/>
                        <w:gridSpan w:val="3"/>
                      </w:tcPr>
                      <w:p w14:paraId="7D4B9A2D" w14:textId="77777777" w:rsidR="008350A8" w:rsidRPr="008350A8" w:rsidRDefault="008350A8" w:rsidP="002C4E66">
                        <w:pPr>
                          <w:pStyle w:val="ab"/>
                        </w:pPr>
                        <w:r w:rsidRPr="008350A8">
                          <w:t>Description_ReportTotalsLine</w:t>
                        </w:r>
                      </w:p>
                    </w:tc>
                  </w:sdtContent>
                </w:sdt>
                <w:sdt>
                  <w:sdtPr>
                    <w:alias w:val="#Nav: /Header/ReportTotalsLine/Amount_ReportTotalsLine"/>
                    <w:tag w:val="#Nav: Standard_Sales_Order_Conf/1305"/>
                    <w:id w:val="1520812946"/>
                    <w:placeholder>
                      <w:docPart w:val="614919D5FB7D46A6A4A010D767BB1C28"/>
                    </w:placeholder>
                    <w:dataBinding w:prefixMappings="&lt;xmlns:ns0='urn:microsoft-dynamics-nav/reports/Standard_Sales_Order_Conf/1305/' " w:xpath="/ns0:NavWordReportXmlPart[1]/ns0:Header[1]/ns0:ReportTotalsLine[1]/ns0:Amount_ReportTotalsLine[1]" w:storeItemID="{46BF468A-4BF0-46A6-8DCA-00DD4EACCBDB}"/>
                    <w:text/>
                  </w:sdtPr>
                  <w:sdtContent>
                    <w:tc>
                      <w:tcPr>
                        <w:tcW w:w="1842" w:type="dxa"/>
                        <w:tcMar>
                          <w:right w:w="0" w:type="dxa"/>
                        </w:tcMar>
                      </w:tcPr>
                      <w:p w14:paraId="5866AD8D" w14:textId="77777777" w:rsidR="008350A8" w:rsidRPr="008350A8" w:rsidRDefault="008350A8" w:rsidP="002C4E66">
                        <w:pPr>
                          <w:pStyle w:val="ab"/>
                        </w:pPr>
                        <w:r w:rsidRPr="008350A8">
                          <w:t>Amount_ReportTotalsLine</w:t>
                        </w:r>
                      </w:p>
                    </w:tc>
                  </w:sdtContent>
                </w:sdt>
              </w:tr>
            </w:sdtContent>
          </w:sdt>
        </w:sdtContent>
      </w:sdt>
      <w:tr w:rsidR="008350A8" w:rsidRPr="008350A8" w14:paraId="2CF40FED" w14:textId="77777777" w:rsidTr="008350A8">
        <w:trPr>
          <w:trHeight w:val="113"/>
        </w:trPr>
        <w:tc>
          <w:tcPr>
            <w:tcW w:w="954" w:type="dxa"/>
          </w:tcPr>
          <w:p w14:paraId="4E0298D3" w14:textId="77777777" w:rsidR="008350A8" w:rsidRPr="008350A8" w:rsidRDefault="008350A8" w:rsidP="008350A8">
            <w:pPr>
              <w:pStyle w:val="ab"/>
            </w:pPr>
          </w:p>
        </w:tc>
        <w:tc>
          <w:tcPr>
            <w:tcW w:w="2732" w:type="dxa"/>
          </w:tcPr>
          <w:p w14:paraId="54ADB848" w14:textId="77777777" w:rsidR="008350A8" w:rsidRPr="008350A8" w:rsidRDefault="008350A8" w:rsidP="008350A8">
            <w:pPr>
              <w:pStyle w:val="ab"/>
            </w:pPr>
          </w:p>
        </w:tc>
        <w:tc>
          <w:tcPr>
            <w:tcW w:w="850" w:type="dxa"/>
          </w:tcPr>
          <w:p w14:paraId="278395FF" w14:textId="77777777" w:rsidR="008350A8" w:rsidRPr="008350A8" w:rsidRDefault="008350A8" w:rsidP="008350A8">
            <w:pPr>
              <w:pStyle w:val="ab"/>
            </w:pPr>
          </w:p>
        </w:tc>
        <w:tc>
          <w:tcPr>
            <w:tcW w:w="709" w:type="dxa"/>
          </w:tcPr>
          <w:p w14:paraId="7E1E2A6E" w14:textId="77777777" w:rsidR="008350A8" w:rsidRPr="008350A8" w:rsidRDefault="008350A8" w:rsidP="008350A8">
            <w:pPr>
              <w:pStyle w:val="ab"/>
            </w:pPr>
          </w:p>
        </w:tc>
        <w:tc>
          <w:tcPr>
            <w:tcW w:w="3119" w:type="dxa"/>
            <w:gridSpan w:val="3"/>
          </w:tcPr>
          <w:p w14:paraId="664EB326" w14:textId="77777777" w:rsidR="008350A8" w:rsidRPr="008350A8" w:rsidRDefault="008350A8" w:rsidP="008350A8">
            <w:pPr>
              <w:pStyle w:val="ab"/>
            </w:pPr>
          </w:p>
        </w:tc>
        <w:tc>
          <w:tcPr>
            <w:tcW w:w="1842" w:type="dxa"/>
            <w:tcMar>
              <w:right w:w="0" w:type="dxa"/>
            </w:tcMar>
          </w:tcPr>
          <w:p w14:paraId="743B95F0" w14:textId="77777777" w:rsidR="008350A8" w:rsidRPr="008350A8" w:rsidRDefault="008350A8" w:rsidP="008350A8">
            <w:pPr>
              <w:pStyle w:val="ab"/>
            </w:pPr>
          </w:p>
        </w:tc>
      </w:tr>
      <w:tr w:rsidR="008350A8" w:rsidRPr="008350A8" w14:paraId="67BB359B" w14:textId="77777777" w:rsidTr="00826088">
        <w:trPr>
          <w:trHeight w:val="227"/>
        </w:trPr>
        <w:tc>
          <w:tcPr>
            <w:tcW w:w="954" w:type="dxa"/>
          </w:tcPr>
          <w:p w14:paraId="2A13B4C4" w14:textId="77777777" w:rsidR="008350A8" w:rsidRPr="008350A8" w:rsidRDefault="008350A8" w:rsidP="008350A8">
            <w:pPr>
              <w:pStyle w:val="ab"/>
            </w:pPr>
          </w:p>
        </w:tc>
        <w:tc>
          <w:tcPr>
            <w:tcW w:w="2732" w:type="dxa"/>
          </w:tcPr>
          <w:p w14:paraId="510A897C" w14:textId="77777777" w:rsidR="008350A8" w:rsidRPr="008350A8" w:rsidRDefault="008350A8" w:rsidP="008350A8">
            <w:pPr>
              <w:pStyle w:val="ab"/>
            </w:pPr>
          </w:p>
        </w:tc>
        <w:tc>
          <w:tcPr>
            <w:tcW w:w="850" w:type="dxa"/>
          </w:tcPr>
          <w:p w14:paraId="1C49426D" w14:textId="77777777" w:rsidR="008350A8" w:rsidRPr="008350A8" w:rsidRDefault="008350A8" w:rsidP="008350A8">
            <w:pPr>
              <w:pStyle w:val="ab"/>
            </w:pPr>
          </w:p>
        </w:tc>
        <w:tc>
          <w:tcPr>
            <w:tcW w:w="709" w:type="dxa"/>
          </w:tcPr>
          <w:p w14:paraId="4186040C" w14:textId="77777777" w:rsidR="008350A8" w:rsidRPr="008350A8" w:rsidRDefault="008350A8" w:rsidP="008350A8">
            <w:pPr>
              <w:pStyle w:val="ab"/>
            </w:pPr>
          </w:p>
        </w:tc>
        <w:sdt>
          <w:sdtPr>
            <w:rPr>
              <w:rStyle w:val="a6"/>
            </w:rPr>
            <w:alias w:val="#Nav: /Header/Totals/TotalIncludingVATText"/>
            <w:tag w:val="#Nav: Standard_Sales_Order_Conf/1305"/>
            <w:id w:val="1496384203"/>
            <w:placeholder>
              <w:docPart w:val="614919D5FB7D46A6A4A010D767BB1C28"/>
            </w:placeholder>
            <w:dataBinding w:prefixMappings="&lt;xmlns:ns0='urn:microsoft-dynamics-nav/reports/Standard_Sales_Order_Conf/1305/' " w:xpath="/ns0:NavWordReportXmlPart[1]/ns0:Header[1]/ns0:Totals[1]/ns0:TotalIncludingVATText[1]" w:storeItemID="{46BF468A-4BF0-46A6-8DCA-00DD4EACCBDB}"/>
            <w:text/>
          </w:sdtPr>
          <w:sdtContent>
            <w:tc>
              <w:tcPr>
                <w:tcW w:w="3119" w:type="dxa"/>
                <w:gridSpan w:val="3"/>
                <w:tcBorders>
                  <w:bottom w:val="single" w:sz="4" w:space="0" w:color="auto"/>
                </w:tcBorders>
              </w:tcPr>
              <w:p w14:paraId="4D561FE4" w14:textId="77777777" w:rsidR="008350A8" w:rsidRPr="008350A8" w:rsidRDefault="008350A8" w:rsidP="008350A8">
                <w:pPr>
                  <w:pStyle w:val="ab"/>
                  <w:rPr>
                    <w:rStyle w:val="a6"/>
                  </w:rPr>
                </w:pPr>
                <w:r w:rsidRPr="008350A8">
                  <w:rPr>
                    <w:rStyle w:val="a6"/>
                  </w:rPr>
                  <w:t>TotalIncludingVATText</w:t>
                </w:r>
              </w:p>
            </w:tc>
          </w:sdtContent>
        </w:sdt>
        <w:sdt>
          <w:sdtPr>
            <w:rPr>
              <w:rStyle w:val="a6"/>
            </w:rPr>
            <w:alias w:val="#Nav: /Header/Totals/TotalAmountIncludingVAT"/>
            <w:tag w:val="#Nav: Standard_Sales_Order_Conf/1305"/>
            <w:id w:val="1661501859"/>
            <w:placeholder>
              <w:docPart w:val="614919D5FB7D46A6A4A010D767BB1C28"/>
            </w:placeholder>
            <w:dataBinding w:prefixMappings="&lt;xmlns:ns0='urn:microsoft-dynamics-nav/reports/Standard_Sales_Order_Conf/1305/' " w:xpath="/ns0:NavWordReportXmlPart[1]/ns0:Header[1]/ns0:Totals[1]/ns0:TotalAmountIncludingVAT[1]" w:storeItemID="{46BF468A-4BF0-46A6-8DCA-00DD4EACCBDB}"/>
            <w:text/>
          </w:sdtPr>
          <w:sdtContent>
            <w:tc>
              <w:tcPr>
                <w:tcW w:w="1842" w:type="dxa"/>
                <w:tcBorders>
                  <w:bottom w:val="single" w:sz="4" w:space="0" w:color="auto"/>
                </w:tcBorders>
                <w:tcMar>
                  <w:right w:w="0" w:type="dxa"/>
                </w:tcMar>
              </w:tcPr>
              <w:p w14:paraId="7C125E5E" w14:textId="77777777" w:rsidR="008350A8" w:rsidRPr="008350A8" w:rsidRDefault="008350A8" w:rsidP="00826088">
                <w:pPr>
                  <w:pStyle w:val="ab"/>
                  <w:jc w:val="right"/>
                  <w:rPr>
                    <w:rStyle w:val="a6"/>
                  </w:rPr>
                </w:pPr>
                <w:r w:rsidRPr="008350A8">
                  <w:rPr>
                    <w:rStyle w:val="a6"/>
                  </w:rPr>
                  <w:t>TotalAmountIncludingVAT</w:t>
                </w:r>
              </w:p>
            </w:tc>
          </w:sdtContent>
        </w:sdt>
      </w:tr>
    </w:tbl>
    <w:p w14:paraId="14046616" w14:textId="77777777" w:rsidR="008350A8" w:rsidRPr="00675FB4" w:rsidRDefault="008350A8" w:rsidP="00676789">
      <w:pPr>
        <w:rPr>
          <w:sz w:val="12"/>
          <w:szCs w:val="12"/>
        </w:rPr>
      </w:pPr>
    </w:p>
    <w:sectPr w:rsidR="008350A8" w:rsidRPr="00675FB4" w:rsidSect="00A476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32F3C" w14:textId="77777777" w:rsidR="00EB085F" w:rsidRDefault="00EB085F" w:rsidP="00E40C63">
      <w:pPr>
        <w:spacing w:after="0"/>
      </w:pPr>
      <w:r>
        <w:separator/>
      </w:r>
    </w:p>
  </w:endnote>
  <w:endnote w:type="continuationSeparator" w:id="0">
    <w:p w14:paraId="03C1CDD3" w14:textId="77777777" w:rsidR="00EB085F" w:rsidRDefault="00EB085F" w:rsidP="00E40C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B2A66" w14:textId="77777777" w:rsidR="002411A3" w:rsidRDefault="002411A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284" w:type="dxa"/>
      </w:tblCellMar>
      <w:tblLook w:val="04A0" w:firstRow="1" w:lastRow="0" w:firstColumn="1" w:lastColumn="0" w:noHBand="0" w:noVBand="1"/>
    </w:tblPr>
    <w:tblGrid>
      <w:gridCol w:w="10206"/>
    </w:tblGrid>
    <w:tr w:rsidR="002F0999" w14:paraId="5D5C95C5" w14:textId="77777777" w:rsidTr="002F0999">
      <w:sdt>
        <w:sdtPr>
          <w:rPr>
            <w:lang w:val="da-DK"/>
          </w:rPr>
          <w:alias w:val="#Nav: /Header/CompanyLegalStatement"/>
          <w:tag w:val="#Nav: Standard_Sales_Order_Conf/1305"/>
          <w:id w:val="-1281032448"/>
          <w:placeholder>
            <w:docPart w:val="BB4DF878670043C0A4AACF144363537B"/>
          </w:placeholder>
          <w:dataBinding w:prefixMappings="&lt;xmlns:ns0='urn:microsoft-dynamics-nav/reports/Standard_Sales_Order_Conf/1305/' " w:xpath="/ns0:NavWordReportXmlPart[1]/ns0:Header[1]/ns0:CompanyLegalStatement[1]" w:storeItemID="{46BF468A-4BF0-46A6-8DCA-00DD4EACCBDB}"/>
          <w:text/>
        </w:sdtPr>
        <w:sdtContent>
          <w:tc>
            <w:tcPr>
              <w:tcW w:w="10206" w:type="dxa"/>
              <w:tcMar>
                <w:right w:w="0" w:type="dxa"/>
              </w:tcMar>
            </w:tcPr>
            <w:p w14:paraId="3556C8A8" w14:textId="77777777" w:rsidR="002F0999" w:rsidRDefault="002F0999" w:rsidP="002F0999">
              <w:pPr>
                <w:pStyle w:val="ab"/>
              </w:pPr>
              <w:r>
                <w:rPr>
                  <w:lang w:val="da-DK"/>
                </w:rPr>
                <w:t>CompanyLegalStatement</w:t>
              </w:r>
            </w:p>
          </w:tc>
        </w:sdtContent>
      </w:sdt>
    </w:tr>
  </w:tbl>
  <w:p w14:paraId="43EA7E02" w14:textId="77777777" w:rsidR="000E071F" w:rsidRPr="001D1CE2" w:rsidRDefault="000E071F" w:rsidP="001D1CE2">
    <w:pPr>
      <w:pStyle w:val="a4"/>
      <w:rPr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284" w:type="dxa"/>
      </w:tblCellMar>
      <w:tblLook w:val="04A0" w:firstRow="1" w:lastRow="0" w:firstColumn="1" w:lastColumn="0" w:noHBand="0" w:noVBand="1"/>
    </w:tblPr>
    <w:tblGrid>
      <w:gridCol w:w="2551"/>
      <w:gridCol w:w="2552"/>
      <w:gridCol w:w="2551"/>
      <w:gridCol w:w="2552"/>
    </w:tblGrid>
    <w:tr w:rsidR="001D5AC3" w14:paraId="2C7E703B" w14:textId="77777777" w:rsidTr="002F0999">
      <w:sdt>
        <w:sdtPr>
          <w:rPr>
            <w:lang w:val="da-DK"/>
          </w:rPr>
          <w:alias w:val="#Nav: /Header/CompanyLegalStatement"/>
          <w:tag w:val="#Nav: Standard_Sales_Order_Conf/1305"/>
          <w:id w:val="608548200"/>
          <w:placeholder>
            <w:docPart w:val="3F7147E7BE7446119FD219DCB453672D"/>
          </w:placeholder>
          <w:dataBinding w:prefixMappings="&lt;xmlns:ns0='urn:microsoft-dynamics-nav/reports/Standard_Sales_Order_Conf/1305/' " w:xpath="/ns0:NavWordReportXmlPart[1]/ns0:Header[1]/ns0:CompanyLegalStatement[1]" w:storeItemID="{46BF468A-4BF0-46A6-8DCA-00DD4EACCBDB}"/>
          <w:text/>
        </w:sdtPr>
        <w:sdtContent>
          <w:tc>
            <w:tcPr>
              <w:tcW w:w="10206" w:type="dxa"/>
              <w:gridSpan w:val="4"/>
              <w:tcMar>
                <w:right w:w="0" w:type="dxa"/>
              </w:tcMar>
            </w:tcPr>
            <w:p w14:paraId="7F098D4B" w14:textId="77777777" w:rsidR="001D5AC3" w:rsidRDefault="001D5AC3" w:rsidP="001D5AC3">
              <w:r>
                <w:rPr>
                  <w:lang w:val="da-DK"/>
                </w:rPr>
                <w:t>CompanyLegalStatement</w:t>
              </w:r>
            </w:p>
          </w:tc>
        </w:sdtContent>
      </w:sdt>
    </w:tr>
    <w:tr w:rsidR="001D5AC3" w:rsidRPr="002411A3" w14:paraId="296E6BC7" w14:textId="77777777" w:rsidTr="002F0999">
      <w:sdt>
        <w:sdtPr>
          <w:alias w:val="#Nav: /Header/CompanyVATRegistrationNo_Lbl"/>
          <w:tag w:val="#Nav: Standard_Sales_Order_Conf/1305"/>
          <w:id w:val="1296021557"/>
          <w:placeholder>
            <w:docPart w:val="821DDE5DD88C4DC3B849C515FE2657DC"/>
          </w:placeholder>
          <w:dataBinding w:prefixMappings="&lt;xmlns:ns0='urn:microsoft-dynamics-nav/reports/Standard_Sales_Order_Conf/1305/' " w:xpath="/ns0:NavWordReportXmlPart[1]/ns0:Header[1]/ns0:CompanyVATRegistrationNo_Lbl[1]" w:storeItemID="{46BF468A-4BF0-46A6-8DCA-00DD4EACCBDB}"/>
          <w:text/>
        </w:sdtPr>
        <w:sdtContent>
          <w:tc>
            <w:tcPr>
              <w:tcW w:w="2551" w:type="dxa"/>
            </w:tcPr>
            <w:p w14:paraId="09A45630" w14:textId="77777777" w:rsidR="001D5AC3" w:rsidRPr="002411A3" w:rsidRDefault="002411A3" w:rsidP="002411A3">
              <w:pPr>
                <w:pStyle w:val="2"/>
              </w:pPr>
              <w:r w:rsidRPr="002411A3">
                <w:t>CompanyVATRegistrationNo_Lbl</w:t>
              </w:r>
            </w:p>
          </w:tc>
        </w:sdtContent>
      </w:sdt>
      <w:sdt>
        <w:sdtPr>
          <w:alias w:val="#Nav: /Header/HomePage_Lbl"/>
          <w:tag w:val="#Nav: Standard_Sales_Order_Conf/1305"/>
          <w:id w:val="1890613349"/>
          <w:placeholder>
            <w:docPart w:val="866C16E8914945E380BFDEE46053DFF8"/>
          </w:placeholder>
          <w:dataBinding w:prefixMappings="&lt;xmlns:ns0='urn:microsoft-dynamics-nav/reports/Standard_Sales_Order_Conf/1305/' " w:xpath="/ns0:NavWordReportXmlPart[1]/ns0:Header[1]/ns0:HomePage_Lbl[1]" w:storeItemID="{46BF468A-4BF0-46A6-8DCA-00DD4EACCBDB}"/>
          <w:text/>
        </w:sdtPr>
        <w:sdtContent>
          <w:tc>
            <w:tcPr>
              <w:tcW w:w="2552" w:type="dxa"/>
            </w:tcPr>
            <w:p w14:paraId="008B1F3F" w14:textId="77777777" w:rsidR="001D5AC3" w:rsidRPr="002411A3" w:rsidRDefault="001D5AC3" w:rsidP="002411A3">
              <w:pPr>
                <w:pStyle w:val="2"/>
              </w:pPr>
              <w:r w:rsidRPr="002411A3">
                <w:t>HomePage_Lbl</w:t>
              </w:r>
            </w:p>
          </w:tc>
        </w:sdtContent>
      </w:sdt>
      <w:sdt>
        <w:sdtPr>
          <w:alias w:val="#Nav: /Header/CompanyPhoneNo_Lbl"/>
          <w:tag w:val="#Nav: Standard_Sales_Order_Conf/1305"/>
          <w:id w:val="1012960786"/>
          <w:placeholder>
            <w:docPart w:val="0C9A73E161EE410CA673109F52667D85"/>
          </w:placeholder>
          <w:dataBinding w:prefixMappings="&lt;xmlns:ns0='urn:microsoft-dynamics-nav/reports/Standard_Sales_Order_Conf/1305/' " w:xpath="/ns0:NavWordReportXmlPart[1]/ns0:Header[1]/ns0:CompanyPhoneNo_Lbl[1]" w:storeItemID="{46BF468A-4BF0-46A6-8DCA-00DD4EACCBDB}"/>
          <w:text/>
        </w:sdtPr>
        <w:sdtContent>
          <w:tc>
            <w:tcPr>
              <w:tcW w:w="2551" w:type="dxa"/>
            </w:tcPr>
            <w:p w14:paraId="743A6304" w14:textId="77777777" w:rsidR="001D5AC3" w:rsidRPr="002411A3" w:rsidRDefault="001D5AC3" w:rsidP="002411A3">
              <w:pPr>
                <w:pStyle w:val="2"/>
              </w:pPr>
              <w:r w:rsidRPr="002411A3">
                <w:t>CompanyPhoneNo_Lbl</w:t>
              </w:r>
            </w:p>
          </w:tc>
        </w:sdtContent>
      </w:sdt>
      <w:sdt>
        <w:sdtPr>
          <w:alias w:val="#Nav: /Header/EMail_Lbl"/>
          <w:tag w:val="#Nav: Standard_Sales_Order_Conf/1305"/>
          <w:id w:val="1106304509"/>
          <w:placeholder>
            <w:docPart w:val="3DBA637FBEDA417985C3D1F3F77F0AD8"/>
          </w:placeholder>
          <w:dataBinding w:prefixMappings="&lt;xmlns:ns0='urn:microsoft-dynamics-nav/reports/Standard_Sales_Order_Conf/1305/' " w:xpath="/ns0:NavWordReportXmlPart[1]/ns0:Header[1]/ns0:EMail_Lbl[1]" w:storeItemID="{46BF468A-4BF0-46A6-8DCA-00DD4EACCBDB}"/>
          <w:text/>
        </w:sdtPr>
        <w:sdtContent>
          <w:tc>
            <w:tcPr>
              <w:tcW w:w="2552" w:type="dxa"/>
              <w:tcMar>
                <w:right w:w="0" w:type="dxa"/>
              </w:tcMar>
            </w:tcPr>
            <w:p w14:paraId="7EF573F5" w14:textId="77777777" w:rsidR="001D5AC3" w:rsidRPr="002411A3" w:rsidRDefault="001D5AC3" w:rsidP="002411A3">
              <w:pPr>
                <w:pStyle w:val="2"/>
              </w:pPr>
              <w:r w:rsidRPr="002411A3">
                <w:t>EMail_Lbl</w:t>
              </w:r>
            </w:p>
          </w:tc>
        </w:sdtContent>
      </w:sdt>
    </w:tr>
    <w:tr w:rsidR="001D5AC3" w14:paraId="0EB84475" w14:textId="77777777" w:rsidTr="002F0999">
      <w:sdt>
        <w:sdtPr>
          <w:alias w:val="#Nav: /Header/CompanyVATRegistrationNo"/>
          <w:tag w:val="#Nav: Standard_Sales_Order_Conf/1305"/>
          <w:id w:val="-292215141"/>
          <w:placeholder>
            <w:docPart w:val="D639E321D0644223A91C20E0B762C610"/>
          </w:placeholder>
          <w:dataBinding w:prefixMappings="&lt;xmlns:ns0='urn:microsoft-dynamics-nav/reports/Standard_Sales_Order_Conf/1305/' " w:xpath="/ns0:NavWordReportXmlPart[1]/ns0:Header[1]/ns0:CompanyVATRegistrationNo[1]" w:storeItemID="{46BF468A-4BF0-46A6-8DCA-00DD4EACCBDB}"/>
          <w:text/>
        </w:sdtPr>
        <w:sdtContent>
          <w:tc>
            <w:tcPr>
              <w:tcW w:w="2551" w:type="dxa"/>
            </w:tcPr>
            <w:p w14:paraId="0C2968D1" w14:textId="77777777" w:rsidR="001D5AC3" w:rsidRDefault="002411A3" w:rsidP="002411A3">
              <w:r w:rsidRPr="00456AFC">
                <w:rPr>
                  <w:lang w:val="da-DK"/>
                </w:rPr>
                <w:t>CompanyVATRegistrationNo</w:t>
              </w:r>
            </w:p>
          </w:tc>
        </w:sdtContent>
      </w:sdt>
      <w:sdt>
        <w:sdtPr>
          <w:alias w:val="#Nav: /Header/CompanyHomePage"/>
          <w:tag w:val="#Nav: Standard_Sales_Order_Conf/1305"/>
          <w:id w:val="-2039804412"/>
          <w:placeholder>
            <w:docPart w:val="483C77159FA44EB480FD3380B055BA97"/>
          </w:placeholder>
          <w:dataBinding w:prefixMappings="&lt;xmlns:ns0='urn:microsoft-dynamics-nav/reports/Standard_Sales_Order_Conf/1305/' " w:xpath="/ns0:NavWordReportXmlPart[1]/ns0:Header[1]/ns0:CompanyHomePage[1]" w:storeItemID="{46BF468A-4BF0-46A6-8DCA-00DD4EACCBDB}"/>
          <w:text/>
        </w:sdtPr>
        <w:sdtContent>
          <w:tc>
            <w:tcPr>
              <w:tcW w:w="2552" w:type="dxa"/>
            </w:tcPr>
            <w:p w14:paraId="2BA6E442" w14:textId="77777777" w:rsidR="001D5AC3" w:rsidRDefault="001D5AC3" w:rsidP="002411A3">
              <w:r w:rsidRPr="00456AFC">
                <w:rPr>
                  <w:lang w:val="da-DK"/>
                </w:rPr>
                <w:t>CompanyHomePage</w:t>
              </w:r>
            </w:p>
          </w:tc>
        </w:sdtContent>
      </w:sdt>
      <w:sdt>
        <w:sdtPr>
          <w:alias w:val="#Nav: /Header/CompanyPhoneNo"/>
          <w:tag w:val="#Nav: Standard_Sales_Order_Conf/1305"/>
          <w:id w:val="-1096472806"/>
          <w:placeholder>
            <w:docPart w:val="DC9B735C7AD94CE1A15440DEF9F98377"/>
          </w:placeholder>
          <w:dataBinding w:prefixMappings="&lt;xmlns:ns0='urn:microsoft-dynamics-nav/reports/Standard_Sales_Order_Conf/1305/' " w:xpath="/ns0:NavWordReportXmlPart[1]/ns0:Header[1]/ns0:CompanyPhoneNo[1]" w:storeItemID="{46BF468A-4BF0-46A6-8DCA-00DD4EACCBDB}"/>
          <w:text/>
        </w:sdtPr>
        <w:sdtContent>
          <w:tc>
            <w:tcPr>
              <w:tcW w:w="2551" w:type="dxa"/>
            </w:tcPr>
            <w:p w14:paraId="3C8F72A5" w14:textId="77777777" w:rsidR="001D5AC3" w:rsidRDefault="001D5AC3" w:rsidP="002411A3">
              <w:r w:rsidRPr="00456AFC">
                <w:rPr>
                  <w:lang w:val="da-DK"/>
                </w:rPr>
                <w:t>CompanyPhoneNo</w:t>
              </w:r>
            </w:p>
          </w:tc>
        </w:sdtContent>
      </w:sdt>
      <w:sdt>
        <w:sdtPr>
          <w:alias w:val="#Nav: /Header/CompanyEMail"/>
          <w:tag w:val="#Nav: Standard_Sales_Order_Conf/1305"/>
          <w:id w:val="483051749"/>
          <w:placeholder>
            <w:docPart w:val="D96654DFCFE94D97AC43C81A3F9AD72A"/>
          </w:placeholder>
          <w:dataBinding w:prefixMappings="&lt;xmlns:ns0='urn:microsoft-dynamics-nav/reports/Standard_Sales_Order_Conf/1305/' " w:xpath="/ns0:NavWordReportXmlPart[1]/ns0:Header[1]/ns0:CompanyEMail[1]" w:storeItemID="{46BF468A-4BF0-46A6-8DCA-00DD4EACCBDB}"/>
          <w:text/>
        </w:sdtPr>
        <w:sdtContent>
          <w:tc>
            <w:tcPr>
              <w:tcW w:w="2552" w:type="dxa"/>
              <w:tcMar>
                <w:right w:w="0" w:type="dxa"/>
              </w:tcMar>
            </w:tcPr>
            <w:p w14:paraId="662E0665" w14:textId="77777777" w:rsidR="001D5AC3" w:rsidRDefault="001D5AC3" w:rsidP="002411A3">
              <w:r w:rsidRPr="00456AFC">
                <w:rPr>
                  <w:lang w:val="da-DK"/>
                </w:rPr>
                <w:t>CompanyEMail</w:t>
              </w:r>
            </w:p>
          </w:tc>
        </w:sdtContent>
      </w:sdt>
    </w:tr>
    <w:tr w:rsidR="001D5AC3" w14:paraId="07BDA28B" w14:textId="77777777" w:rsidTr="002F0999">
      <w:sdt>
        <w:sdtPr>
          <w:alias w:val="#Nav: /Header/CompanyBankName"/>
          <w:tag w:val="#Nav: Standard_Sales_Order_Conf/1305"/>
          <w:id w:val="344517436"/>
          <w:placeholder>
            <w:docPart w:val="601B6C8C6FDB44DA9801D080063548E3"/>
          </w:placeholder>
          <w:dataBinding w:prefixMappings="&lt;xmlns:ns0='urn:microsoft-dynamics-nav/reports/Standard_Sales_Order_Conf/1305/' " w:xpath="/ns0:NavWordReportXmlPart[1]/ns0:Header[1]/ns0:CompanyBankName[1]" w:storeItemID="{46BF468A-4BF0-46A6-8DCA-00DD4EACCBDB}"/>
          <w:text/>
        </w:sdtPr>
        <w:sdtContent>
          <w:tc>
            <w:tcPr>
              <w:tcW w:w="2551" w:type="dxa"/>
            </w:tcPr>
            <w:p w14:paraId="4E270855" w14:textId="77777777" w:rsidR="001D5AC3" w:rsidRDefault="001D5AC3" w:rsidP="001D5AC3">
              <w:pPr>
                <w:pStyle w:val="2"/>
              </w:pPr>
              <w:r w:rsidRPr="00456AFC">
                <w:rPr>
                  <w:lang w:val="da-DK"/>
                </w:rPr>
                <w:t>CompanyBankName</w:t>
              </w:r>
            </w:p>
          </w:tc>
        </w:sdtContent>
      </w:sdt>
      <w:sdt>
        <w:sdtPr>
          <w:alias w:val="#Nav: /Header/CompanyIBAN_Lbl"/>
          <w:tag w:val="#Nav: Standard_Sales_Order_Conf/1305"/>
          <w:id w:val="-919787168"/>
          <w:placeholder>
            <w:docPart w:val="C6BD66AFA4CF4A91899986FCBB09C9B7"/>
          </w:placeholder>
          <w:dataBinding w:prefixMappings="&lt;xmlns:ns0='urn:microsoft-dynamics-nav/reports/Standard_Sales_Order_Conf/1305/' " w:xpath="/ns0:NavWordReportXmlPart[1]/ns0:Header[1]/ns0:CompanyIBAN_Lbl[1]" w:storeItemID="{46BF468A-4BF0-46A6-8DCA-00DD4EACCBDB}"/>
          <w:text/>
        </w:sdtPr>
        <w:sdtContent>
          <w:tc>
            <w:tcPr>
              <w:tcW w:w="2552" w:type="dxa"/>
            </w:tcPr>
            <w:p w14:paraId="4A7777D3" w14:textId="77777777" w:rsidR="001D5AC3" w:rsidRDefault="001D5AC3" w:rsidP="001D5AC3">
              <w:pPr>
                <w:pStyle w:val="2"/>
              </w:pPr>
              <w:r w:rsidRPr="00456AFC">
                <w:rPr>
                  <w:lang w:val="da-DK"/>
                </w:rPr>
                <w:t>CompanyIBAN_Lbl</w:t>
              </w:r>
            </w:p>
          </w:tc>
        </w:sdtContent>
      </w:sdt>
      <w:sdt>
        <w:sdtPr>
          <w:rPr>
            <w:lang w:val="da-DK"/>
          </w:rPr>
          <w:alias w:val="#Nav: /Header/CompanySWIFT_Lbl"/>
          <w:tag w:val="#Nav: Standard_Sales_Order_Conf/1305"/>
          <w:id w:val="631832452"/>
          <w:placeholder>
            <w:docPart w:val="501DE68E8A27481AA4D8416D80E0C2B1"/>
          </w:placeholder>
          <w:dataBinding w:prefixMappings="&lt;xmlns:ns0='urn:microsoft-dynamics-nav/reports/Standard_Sales_Order_Conf/1305/' " w:xpath="/ns0:NavWordReportXmlPart[1]/ns0:Header[1]/ns0:CompanySWIFT_Lbl[1]" w:storeItemID="{46BF468A-4BF0-46A6-8DCA-00DD4EACCBDB}"/>
          <w:text/>
        </w:sdtPr>
        <w:sdtContent>
          <w:tc>
            <w:tcPr>
              <w:tcW w:w="2551" w:type="dxa"/>
            </w:tcPr>
            <w:p w14:paraId="643CB669" w14:textId="77777777" w:rsidR="001D5AC3" w:rsidRDefault="001D5AC3" w:rsidP="001D5AC3">
              <w:pPr>
                <w:pStyle w:val="2"/>
              </w:pPr>
              <w:r w:rsidRPr="00456AFC">
                <w:rPr>
                  <w:lang w:val="da-DK"/>
                </w:rPr>
                <w:t>CompanySWIFT_Lbl</w:t>
              </w:r>
            </w:p>
          </w:tc>
        </w:sdtContent>
      </w:sdt>
      <w:sdt>
        <w:sdtPr>
          <w:alias w:val="#Nav: /Header/CompanyGiroNo_Lbl"/>
          <w:tag w:val="#Nav: Standard_Sales_Order_Conf/1305"/>
          <w:id w:val="1463994099"/>
          <w:placeholder>
            <w:docPart w:val="FFDA12B4DCE34F94B3820BAAFC62573B"/>
          </w:placeholder>
          <w:dataBinding w:prefixMappings="&lt;xmlns:ns0='urn:microsoft-dynamics-nav/reports/Standard_Sales_Order_Conf/1305/' " w:xpath="/ns0:NavWordReportXmlPart[1]/ns0:Header[1]/ns0:CompanyGiroNo_Lbl[1]" w:storeItemID="{46BF468A-4BF0-46A6-8DCA-00DD4EACCBDB}"/>
          <w:text/>
        </w:sdtPr>
        <w:sdtContent>
          <w:tc>
            <w:tcPr>
              <w:tcW w:w="2552" w:type="dxa"/>
              <w:tcMar>
                <w:right w:w="0" w:type="dxa"/>
              </w:tcMar>
            </w:tcPr>
            <w:p w14:paraId="082ED568" w14:textId="77777777" w:rsidR="001D5AC3" w:rsidRDefault="001D5AC3" w:rsidP="001D5AC3">
              <w:pPr>
                <w:pStyle w:val="2"/>
              </w:pPr>
              <w:r w:rsidRPr="00456AFC">
                <w:rPr>
                  <w:lang w:val="da-DK"/>
                </w:rPr>
                <w:t>CompanyGiroNo_Lbl</w:t>
              </w:r>
            </w:p>
          </w:tc>
        </w:sdtContent>
      </w:sdt>
    </w:tr>
    <w:tr w:rsidR="001D5AC3" w14:paraId="2AB220BF" w14:textId="77777777" w:rsidTr="002F0999">
      <w:tc>
        <w:tcPr>
          <w:tcW w:w="2551" w:type="dxa"/>
        </w:tcPr>
        <w:p w14:paraId="111164F9" w14:textId="77777777" w:rsidR="001D5AC3" w:rsidRDefault="00000000" w:rsidP="002F0999">
          <w:pPr>
            <w:pStyle w:val="ab"/>
          </w:pPr>
          <w:sdt>
            <w:sdtPr>
              <w:alias w:val="#Nav: /Header/CompanyBankBranchNo"/>
              <w:tag w:val="#Nav: Standard_Sales_Order_Conf/1305"/>
              <w:id w:val="-1272468107"/>
              <w:placeholder>
                <w:docPart w:val="8E107BCF07D745458FB35DEA5C1EF868"/>
              </w:placeholder>
              <w:dataBinding w:prefixMappings="&lt;xmlns:ns0='urn:microsoft-dynamics-nav/reports/Standard_Sales_Order_Conf/1305/' " w:xpath="/ns0:NavWordReportXmlPart[1]/ns0:Header[1]/ns0:CompanyBankBranchNo[1]" w:storeItemID="{46BF468A-4BF0-46A6-8DCA-00DD4EACCBDB}"/>
              <w:text/>
            </w:sdtPr>
            <w:sdtContent>
              <w:r w:rsidR="001D5AC3" w:rsidRPr="00456AFC">
                <w:rPr>
                  <w:lang w:val="da-DK"/>
                </w:rPr>
                <w:t>CompanyBankBranchNo</w:t>
              </w:r>
            </w:sdtContent>
          </w:sdt>
          <w:r w:rsidR="001D5AC3" w:rsidRPr="00456AFC">
            <w:t xml:space="preserve"> </w:t>
          </w:r>
          <w:sdt>
            <w:sdtPr>
              <w:alias w:val="#Nav: /Header/CompanyBankAccountNo"/>
              <w:tag w:val="#Nav: Standard_Sales_Order_Conf/1305"/>
              <w:id w:val="-1066791751"/>
              <w:placeholder>
                <w:docPart w:val="F54475ED40B140B5917D3CA65E7D2903"/>
              </w:placeholder>
              <w:dataBinding w:prefixMappings="&lt;xmlns:ns0='urn:microsoft-dynamics-nav/reports/Standard_Sales_Order_Conf/1305/' " w:xpath="/ns0:NavWordReportXmlPart[1]/ns0:Header[1]/ns0:CompanyBankAccountNo[1]" w:storeItemID="{46BF468A-4BF0-46A6-8DCA-00DD4EACCBDB}"/>
              <w:text/>
            </w:sdtPr>
            <w:sdtContent>
              <w:r w:rsidR="001D5AC3" w:rsidRPr="00456AFC">
                <w:rPr>
                  <w:lang w:val="da-DK"/>
                </w:rPr>
                <w:t>CompanyBankAccountNo</w:t>
              </w:r>
            </w:sdtContent>
          </w:sdt>
        </w:p>
      </w:tc>
      <w:sdt>
        <w:sdtPr>
          <w:alias w:val="#Nav: /Header/CompanyIBAN"/>
          <w:tag w:val="#Nav: Standard_Sales_Order_Conf/1305"/>
          <w:id w:val="1436247798"/>
          <w:placeholder>
            <w:docPart w:val="E6B91E2832C64A4EB0282B0BA694EA89"/>
          </w:placeholder>
          <w:dataBinding w:prefixMappings="&lt;xmlns:ns0='urn:microsoft-dynamics-nav/reports/Standard_Sales_Order_Conf/1305/' " w:xpath="/ns0:NavWordReportXmlPart[1]/ns0:Header[1]/ns0:CompanyIBAN[1]" w:storeItemID="{46BF468A-4BF0-46A6-8DCA-00DD4EACCBDB}"/>
          <w:text/>
        </w:sdtPr>
        <w:sdtContent>
          <w:tc>
            <w:tcPr>
              <w:tcW w:w="2552" w:type="dxa"/>
            </w:tcPr>
            <w:p w14:paraId="635B59F4" w14:textId="77777777" w:rsidR="001D5AC3" w:rsidRDefault="001D5AC3" w:rsidP="002F0999">
              <w:pPr>
                <w:pStyle w:val="ab"/>
              </w:pPr>
              <w:r w:rsidRPr="00456AFC">
                <w:rPr>
                  <w:lang w:val="da-DK"/>
                </w:rPr>
                <w:t>CompanyIBAN</w:t>
              </w:r>
            </w:p>
          </w:tc>
        </w:sdtContent>
      </w:sdt>
      <w:sdt>
        <w:sdtPr>
          <w:rPr>
            <w:lang w:val="da-DK"/>
          </w:rPr>
          <w:alias w:val="#Nav: /Header/CompanySWIFT"/>
          <w:tag w:val="#Nav: Standard_Sales_Order_Conf/1305"/>
          <w:id w:val="1663202774"/>
          <w:placeholder>
            <w:docPart w:val="AE9BBA4EBCE642F584071221E3254828"/>
          </w:placeholder>
          <w:dataBinding w:prefixMappings="&lt;xmlns:ns0='urn:microsoft-dynamics-nav/reports/Standard_Sales_Order_Conf/1305/' " w:xpath="/ns0:NavWordReportXmlPart[1]/ns0:Header[1]/ns0:CompanySWIFT[1]" w:storeItemID="{46BF468A-4BF0-46A6-8DCA-00DD4EACCBDB}"/>
          <w:text/>
        </w:sdtPr>
        <w:sdtContent>
          <w:tc>
            <w:tcPr>
              <w:tcW w:w="2551" w:type="dxa"/>
            </w:tcPr>
            <w:p w14:paraId="4296DA01" w14:textId="77777777" w:rsidR="001D5AC3" w:rsidRDefault="001D5AC3" w:rsidP="002F0999">
              <w:pPr>
                <w:pStyle w:val="ab"/>
              </w:pPr>
              <w:r w:rsidRPr="00456AFC">
                <w:rPr>
                  <w:lang w:val="da-DK"/>
                </w:rPr>
                <w:t>CompanySWIFT</w:t>
              </w:r>
            </w:p>
          </w:tc>
        </w:sdtContent>
      </w:sdt>
      <w:sdt>
        <w:sdtPr>
          <w:alias w:val="#Nav: /Header/CompanyGiroNo"/>
          <w:tag w:val="#Nav: Standard_Sales_Order_Conf/1305"/>
          <w:id w:val="539329330"/>
          <w:placeholder>
            <w:docPart w:val="EF822B86F7474C909C88489EB6BD9EB5"/>
          </w:placeholder>
          <w:dataBinding w:prefixMappings="&lt;xmlns:ns0='urn:microsoft-dynamics-nav/reports/Standard_Sales_Order_Conf/1305/' " w:xpath="/ns0:NavWordReportXmlPart[1]/ns0:Header[1]/ns0:CompanyGiroNo[1]" w:storeItemID="{46BF468A-4BF0-46A6-8DCA-00DD4EACCBDB}"/>
          <w:text/>
        </w:sdtPr>
        <w:sdtContent>
          <w:tc>
            <w:tcPr>
              <w:tcW w:w="2552" w:type="dxa"/>
              <w:tcMar>
                <w:right w:w="0" w:type="dxa"/>
              </w:tcMar>
            </w:tcPr>
            <w:p w14:paraId="30363593" w14:textId="77777777" w:rsidR="001D5AC3" w:rsidRDefault="001D5AC3" w:rsidP="002F0999">
              <w:pPr>
                <w:pStyle w:val="ab"/>
              </w:pPr>
              <w:r w:rsidRPr="00456AFC">
                <w:rPr>
                  <w:lang w:val="da-DK"/>
                </w:rPr>
                <w:t>CompanyGiroNo</w:t>
              </w:r>
            </w:p>
          </w:tc>
        </w:sdtContent>
      </w:sdt>
    </w:tr>
  </w:tbl>
  <w:p w14:paraId="0E9EF8C9" w14:textId="77777777" w:rsidR="001D5AC3" w:rsidRPr="001D5AC3" w:rsidRDefault="001D5AC3">
    <w:pPr>
      <w:pStyle w:val="a4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BBDA8" w14:textId="77777777" w:rsidR="00EB085F" w:rsidRDefault="00EB085F" w:rsidP="00E40C63">
      <w:pPr>
        <w:spacing w:after="0"/>
      </w:pPr>
      <w:r>
        <w:separator/>
      </w:r>
    </w:p>
  </w:footnote>
  <w:footnote w:type="continuationSeparator" w:id="0">
    <w:p w14:paraId="7995737D" w14:textId="77777777" w:rsidR="00EB085F" w:rsidRDefault="00EB085F" w:rsidP="00E40C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81FB7" w14:textId="77777777" w:rsidR="002411A3" w:rsidRDefault="002411A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101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98"/>
      <w:gridCol w:w="5098"/>
    </w:tblGrid>
    <w:tr w:rsidR="00D6006D" w14:paraId="66491B22" w14:textId="77777777" w:rsidTr="008E766D">
      <w:tc>
        <w:tcPr>
          <w:tcW w:w="5098" w:type="dxa"/>
        </w:tcPr>
        <w:p w14:paraId="63EFBD48" w14:textId="77777777" w:rsidR="002F0999" w:rsidRPr="002F0999" w:rsidRDefault="00000000" w:rsidP="002F0999">
          <w:pPr>
            <w:rPr>
              <w:rStyle w:val="a6"/>
            </w:rPr>
          </w:pPr>
          <w:sdt>
            <w:sdtPr>
              <w:rPr>
                <w:rStyle w:val="a6"/>
              </w:rPr>
              <w:alias w:val="#Nav: /Header/Invoice_Lbl"/>
              <w:tag w:val="#Nav: Standard_Sales_Order_Conf/1305"/>
              <w:id w:val="-1808087455"/>
              <w:placeholder>
                <w:docPart w:val="CB5E2B847CFD4864B2988CC463AF0FC9"/>
              </w:placeholder>
              <w:dataBinding w:prefixMappings="&lt;xmlns:ns0='urn:microsoft-dynamics-nav/reports/Standard_Sales_Order_Conf/1305/' " w:xpath="/ns0:NavWordReportXmlPart[1]/ns0:Header[1]/ns0:Invoice_Lbl[1]" w:storeItemID="{46BF468A-4BF0-46A6-8DCA-00DD4EACCBDB}"/>
              <w:text/>
            </w:sdtPr>
            <w:sdtContent>
              <w:r w:rsidR="002F0999" w:rsidRPr="002F0999">
                <w:rPr>
                  <w:rStyle w:val="a6"/>
                </w:rPr>
                <w:t>Invoice_Lbl</w:t>
              </w:r>
            </w:sdtContent>
          </w:sdt>
          <w:r w:rsidR="002F0999" w:rsidRPr="002F0999">
            <w:rPr>
              <w:rStyle w:val="a6"/>
            </w:rPr>
            <w:t xml:space="preserve"> </w:t>
          </w:r>
          <w:sdt>
            <w:sdtPr>
              <w:rPr>
                <w:rStyle w:val="a6"/>
              </w:rPr>
              <w:alias w:val="#Nav: /Header/DocumentNo"/>
              <w:tag w:val="#Nav: Standard_Sales_Order_Conf/1305"/>
              <w:id w:val="-816805812"/>
              <w:placeholder>
                <w:docPart w:val="CB5E2B847CFD4864B2988CC463AF0FC9"/>
              </w:placeholder>
              <w:dataBinding w:prefixMappings="&lt;xmlns:ns0='urn:microsoft-dynamics-nav/reports/Standard_Sales_Order_Conf/1305/' " w:xpath="/ns0:NavWordReportXmlPart[1]/ns0:Header[1]/ns0:DocumentNo[1]" w:storeItemID="{46BF468A-4BF0-46A6-8DCA-00DD4EACCBDB}"/>
              <w:text/>
            </w:sdtPr>
            <w:sdtContent>
              <w:r w:rsidR="002F0999" w:rsidRPr="002F0999">
                <w:rPr>
                  <w:rStyle w:val="a6"/>
                </w:rPr>
                <w:t>DocumentNo</w:t>
              </w:r>
            </w:sdtContent>
          </w:sdt>
        </w:p>
        <w:sdt>
          <w:sdtPr>
            <w:alias w:val="#Nav: /Header/DocumentDate"/>
            <w:tag w:val="#Nav: Standard_Sales_Order_Conf/1305"/>
            <w:id w:val="484896011"/>
            <w:placeholder>
              <w:docPart w:val="43DBC2F63F24425B868BA526E92D069F"/>
            </w:placeholder>
            <w:dataBinding w:prefixMappings="&lt;xmlns:ns0='urn:microsoft-dynamics-nav/reports/Standard_Sales_Order_Conf/1305/' " w:xpath="/ns0:NavWordReportXmlPart[1]/ns0:Header[1]/ns0:DocumentDate[1]" w:storeItemID="{46BF468A-4BF0-46A6-8DCA-00DD4EACCBDB}"/>
            <w:text/>
          </w:sdtPr>
          <w:sdtContent>
            <w:p w14:paraId="7F3D6A83" w14:textId="77777777" w:rsidR="002F0999" w:rsidRPr="002F2688" w:rsidRDefault="002F0999" w:rsidP="002F0999">
              <w:pPr>
                <w:pStyle w:val="ae"/>
              </w:pPr>
              <w:r w:rsidRPr="002F2688">
                <w:t>DocumentDate</w:t>
              </w:r>
            </w:p>
          </w:sdtContent>
        </w:sdt>
        <w:p w14:paraId="722C315A" w14:textId="77777777" w:rsidR="002F0999" w:rsidRPr="002F2688" w:rsidRDefault="00000000" w:rsidP="002F0999">
          <w:pPr>
            <w:pStyle w:val="ae"/>
          </w:pPr>
          <w:sdt>
            <w:sdtPr>
              <w:alias w:val="#Nav: /Header/Page_Lbl"/>
              <w:tag w:val="#Nav: Standard_Sales_Order_Conf/1305"/>
              <w:id w:val="413125616"/>
              <w:placeholder>
                <w:docPart w:val="CB5E2B847CFD4864B2988CC463AF0FC9"/>
              </w:placeholder>
              <w:dataBinding w:prefixMappings="&lt;xmlns:ns0='urn:microsoft-dynamics-nav/reports/Standard_Sales_Order_Conf/1305/' " w:xpath="/ns0:NavWordReportXmlPart[1]/ns0:Header[1]/ns0:Page_Lbl[1]" w:storeItemID="{46BF468A-4BF0-46A6-8DCA-00DD4EACCBDB}"/>
              <w:text/>
            </w:sdtPr>
            <w:sdtContent>
              <w:r w:rsidR="002F0999" w:rsidRPr="002F2688">
                <w:t>Page_Lbl</w:t>
              </w:r>
            </w:sdtContent>
          </w:sdt>
          <w:r w:rsidR="002F0999" w:rsidRPr="002F2688">
            <w:t xml:space="preserve">  </w:t>
          </w:r>
          <w:r w:rsidR="002F0999" w:rsidRPr="002F2688">
            <w:fldChar w:fldCharType="begin"/>
          </w:r>
          <w:r w:rsidR="002F0999" w:rsidRPr="002F2688">
            <w:instrText xml:space="preserve"> PAGE  \* Arabic  \* MERGEFORMAT </w:instrText>
          </w:r>
          <w:r w:rsidR="002F0999" w:rsidRPr="002F2688">
            <w:fldChar w:fldCharType="separate"/>
          </w:r>
          <w:r w:rsidR="002604C3">
            <w:rPr>
              <w:noProof/>
            </w:rPr>
            <w:t>2</w:t>
          </w:r>
          <w:r w:rsidR="002F0999" w:rsidRPr="002F2688">
            <w:fldChar w:fldCharType="end"/>
          </w:r>
          <w:r w:rsidR="002F0999" w:rsidRPr="002F2688">
            <w:t xml:space="preserve"> / </w:t>
          </w:r>
          <w:r w:rsidR="007E7142">
            <w:rPr>
              <w:noProof/>
            </w:rPr>
            <w:fldChar w:fldCharType="begin"/>
          </w:r>
          <w:r w:rsidR="007E7142">
            <w:rPr>
              <w:noProof/>
            </w:rPr>
            <w:instrText xml:space="preserve"> NUMPAGES  \* Arabic  \* MERGEFORMAT </w:instrText>
          </w:r>
          <w:r w:rsidR="007E7142">
            <w:rPr>
              <w:noProof/>
            </w:rPr>
            <w:fldChar w:fldCharType="separate"/>
          </w:r>
          <w:r w:rsidR="002604C3">
            <w:rPr>
              <w:noProof/>
            </w:rPr>
            <w:t>2</w:t>
          </w:r>
          <w:r w:rsidR="007E7142">
            <w:rPr>
              <w:noProof/>
            </w:rPr>
            <w:fldChar w:fldCharType="end"/>
          </w:r>
        </w:p>
        <w:p w14:paraId="246E3D03" w14:textId="77777777" w:rsidR="00D6006D" w:rsidRDefault="00D6006D" w:rsidP="001D1CE2">
          <w:pPr>
            <w:pStyle w:val="a7"/>
            <w:ind w:right="141"/>
            <w:rPr>
              <w:b/>
            </w:rPr>
          </w:pPr>
        </w:p>
      </w:tc>
      <w:tc>
        <w:tcPr>
          <w:tcW w:w="5098" w:type="dxa"/>
        </w:tcPr>
        <w:p w14:paraId="3427648C" w14:textId="77777777" w:rsidR="00D6006D" w:rsidRDefault="00D6006D" w:rsidP="008E766D">
          <w:pPr>
            <w:pStyle w:val="a7"/>
            <w:ind w:right="141"/>
            <w:jc w:val="right"/>
            <w:rPr>
              <w:b/>
            </w:rPr>
          </w:pPr>
        </w:p>
      </w:tc>
    </w:tr>
  </w:tbl>
  <w:p w14:paraId="1DA2E41C" w14:textId="77777777" w:rsidR="00D6006D" w:rsidRPr="001D1CE2" w:rsidRDefault="00D6006D" w:rsidP="00D6006D">
    <w:pPr>
      <w:pStyle w:val="a7"/>
      <w:ind w:right="141"/>
      <w:rPr>
        <w:b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98"/>
      <w:gridCol w:w="5098"/>
    </w:tblGrid>
    <w:tr w:rsidR="002F2688" w14:paraId="43D73066" w14:textId="77777777" w:rsidTr="002F2688">
      <w:tc>
        <w:tcPr>
          <w:tcW w:w="5098" w:type="dxa"/>
        </w:tcPr>
        <w:p w14:paraId="568AEA07" w14:textId="77777777" w:rsidR="002F2688" w:rsidRPr="0026269B" w:rsidRDefault="00000000" w:rsidP="002F2688">
          <w:pPr>
            <w:pStyle w:val="ac"/>
          </w:pPr>
          <w:sdt>
            <w:sdtPr>
              <w:alias w:val="#Nav: /Header/Invoice_Lbl"/>
              <w:tag w:val="#Nav: Standard_Sales_Order_Conf/1305"/>
              <w:id w:val="-1617909868"/>
              <w:placeholder>
                <w:docPart w:val="82EFD588785843B0B2A5770E7AE63814"/>
              </w:placeholder>
              <w:dataBinding w:prefixMappings="&lt;xmlns:ns0='urn:microsoft-dynamics-nav/reports/Standard_Sales_Order_Conf/1305/' " w:xpath="/ns0:NavWordReportXmlPart[1]/ns0:Header[1]/ns0:Invoice_Lbl[1]" w:storeItemID="{46BF468A-4BF0-46A6-8DCA-00DD4EACCBDB}"/>
              <w:text/>
            </w:sdtPr>
            <w:sdtContent>
              <w:r w:rsidR="002F2688" w:rsidRPr="0026269B">
                <w:t>Invoice_Lbl</w:t>
              </w:r>
            </w:sdtContent>
          </w:sdt>
          <w:r w:rsidR="002F2688" w:rsidRPr="0026269B">
            <w:t xml:space="preserve"> </w:t>
          </w:r>
          <w:sdt>
            <w:sdtPr>
              <w:alias w:val="#Nav: /Header/DocumentNo"/>
              <w:tag w:val="#Nav: Standard_Sales_Order_Conf/1305"/>
              <w:id w:val="-1661532074"/>
              <w:placeholder>
                <w:docPart w:val="82EFD588785843B0B2A5770E7AE63814"/>
              </w:placeholder>
              <w:dataBinding w:prefixMappings="&lt;xmlns:ns0='urn:microsoft-dynamics-nav/reports/Standard_Sales_Order_Conf/1305/' " w:xpath="/ns0:NavWordReportXmlPart[1]/ns0:Header[1]/ns0:DocumentNo[1]" w:storeItemID="{46BF468A-4BF0-46A6-8DCA-00DD4EACCBDB}"/>
              <w:text/>
            </w:sdtPr>
            <w:sdtContent>
              <w:r w:rsidR="002F2688" w:rsidRPr="002F2688">
                <w:t>DocumentNo</w:t>
              </w:r>
            </w:sdtContent>
          </w:sdt>
        </w:p>
        <w:sdt>
          <w:sdtPr>
            <w:alias w:val="#Nav: /Header/DocumentDate"/>
            <w:tag w:val="#Nav: Standard_Sales_Order_Conf/1305"/>
            <w:id w:val="832561865"/>
            <w:placeholder>
              <w:docPart w:val="6A5FB52404BC4ADFB76132B84108800B"/>
            </w:placeholder>
            <w:dataBinding w:prefixMappings="&lt;xmlns:ns0='urn:microsoft-dynamics-nav/reports/Standard_Sales_Order_Conf/1305/' " w:xpath="/ns0:NavWordReportXmlPart[1]/ns0:Header[1]/ns0:DocumentDate[1]" w:storeItemID="{46BF468A-4BF0-46A6-8DCA-00DD4EACCBDB}"/>
            <w:text/>
          </w:sdtPr>
          <w:sdtContent>
            <w:p w14:paraId="2A40F725" w14:textId="77777777" w:rsidR="002F2688" w:rsidRPr="002F2688" w:rsidRDefault="002F2688" w:rsidP="002F2688">
              <w:pPr>
                <w:pStyle w:val="ae"/>
              </w:pPr>
              <w:r w:rsidRPr="002F2688">
                <w:t>DocumentDate</w:t>
              </w:r>
            </w:p>
          </w:sdtContent>
        </w:sdt>
        <w:p w14:paraId="19560FCD" w14:textId="77777777" w:rsidR="002F2688" w:rsidRPr="002F2688" w:rsidRDefault="00000000" w:rsidP="002F2688">
          <w:pPr>
            <w:pStyle w:val="ae"/>
          </w:pPr>
          <w:sdt>
            <w:sdtPr>
              <w:alias w:val="#Nav: /Header/Page_Lbl"/>
              <w:tag w:val="#Nav: Standard_Sales_Order_Conf/1305"/>
              <w:id w:val="1447419442"/>
              <w:placeholder>
                <w:docPart w:val="82EFD588785843B0B2A5770E7AE63814"/>
              </w:placeholder>
              <w:dataBinding w:prefixMappings="&lt;xmlns:ns0='urn:microsoft-dynamics-nav/reports/Standard_Sales_Order_Conf/1305/' " w:xpath="/ns0:NavWordReportXmlPart[1]/ns0:Header[1]/ns0:Page_Lbl[1]" w:storeItemID="{46BF468A-4BF0-46A6-8DCA-00DD4EACCBDB}"/>
              <w:text/>
            </w:sdtPr>
            <w:sdtContent>
              <w:r w:rsidR="002F2688" w:rsidRPr="002F2688">
                <w:t>Page_Lbl</w:t>
              </w:r>
            </w:sdtContent>
          </w:sdt>
          <w:r w:rsidR="002F2688" w:rsidRPr="002F2688">
            <w:t xml:space="preserve">  </w:t>
          </w:r>
          <w:r w:rsidR="002F2688" w:rsidRPr="002F2688">
            <w:fldChar w:fldCharType="begin"/>
          </w:r>
          <w:r w:rsidR="002F2688" w:rsidRPr="002F2688">
            <w:instrText xml:space="preserve"> PAGE  \* Arabic  \* MERGEFORMAT </w:instrText>
          </w:r>
          <w:r w:rsidR="002F2688" w:rsidRPr="002F2688">
            <w:fldChar w:fldCharType="separate"/>
          </w:r>
          <w:r w:rsidR="002220D6">
            <w:rPr>
              <w:noProof/>
            </w:rPr>
            <w:t>1</w:t>
          </w:r>
          <w:r w:rsidR="002F2688" w:rsidRPr="002F2688">
            <w:fldChar w:fldCharType="end"/>
          </w:r>
          <w:r w:rsidR="002F2688" w:rsidRPr="002F2688">
            <w:t xml:space="preserve"> / </w:t>
          </w:r>
          <w:r w:rsidR="00B7093C">
            <w:rPr>
              <w:noProof/>
            </w:rPr>
            <w:fldChar w:fldCharType="begin"/>
          </w:r>
          <w:r w:rsidR="00B7093C">
            <w:rPr>
              <w:noProof/>
            </w:rPr>
            <w:instrText xml:space="preserve"> NUMPAGES  \* Arabic  \* MERGEFORMAT </w:instrText>
          </w:r>
          <w:r w:rsidR="00B7093C">
            <w:rPr>
              <w:noProof/>
            </w:rPr>
            <w:fldChar w:fldCharType="separate"/>
          </w:r>
          <w:r w:rsidR="002220D6">
            <w:rPr>
              <w:noProof/>
            </w:rPr>
            <w:t>1</w:t>
          </w:r>
          <w:r w:rsidR="00B7093C">
            <w:rPr>
              <w:noProof/>
            </w:rPr>
            <w:fldChar w:fldCharType="end"/>
          </w:r>
        </w:p>
        <w:p w14:paraId="15A8D848" w14:textId="77777777" w:rsidR="002F2688" w:rsidRDefault="002F2688" w:rsidP="002F2688">
          <w:pPr>
            <w:pStyle w:val="a7"/>
          </w:pPr>
        </w:p>
      </w:tc>
      <w:tc>
        <w:tcPr>
          <w:tcW w:w="5098" w:type="dxa"/>
        </w:tcPr>
        <w:sdt>
          <w:sdtPr>
            <w:alias w:val="#Nav: /Header/CompanyPicture"/>
            <w:tag w:val="#Nav: Standard_Sales_Order_Conf/1305"/>
            <w:id w:val="-283887918"/>
            <w:dataBinding w:prefixMappings="&lt;xmlns:ns0='urn:microsoft-dynamics-nav/reports/Standard_Sales_Order_Conf/1305/' " w:xpath="/ns0:NavWordReportXmlPart[1]/ns0:Header[1]/ns0:CompanyPicture[1]" w:storeItemID="{46BF468A-4BF0-46A6-8DCA-00DD4EACCBDB}"/>
            <w:picture/>
          </w:sdtPr>
          <w:sdtContent>
            <w:p w14:paraId="097E0D76" w14:textId="77777777" w:rsidR="002F2688" w:rsidRDefault="002F2688" w:rsidP="002F2688">
              <w:pPr>
                <w:pStyle w:val="a7"/>
                <w:jc w:val="right"/>
              </w:pPr>
              <w:r>
                <w:rPr>
                  <w:noProof/>
                </w:rPr>
                <w:drawing>
                  <wp:inline distT="0" distB="0" distL="0" distR="0" wp14:anchorId="59B861EF" wp14:editId="1191F647">
                    <wp:extent cx="1080000" cy="1080000"/>
                    <wp:effectExtent l="0" t="0" r="6350" b="635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 preferRelativeResize="0">
                              <a:picLocks noChangeAspect="1" noChangeArrowheads="1"/>
                            </pic:cNvPicPr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080000" cy="108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tc>
    </w:tr>
  </w:tbl>
  <w:p w14:paraId="31688C4D" w14:textId="77777777" w:rsidR="002F2688" w:rsidRDefault="002F268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attachedTemplate r:id="rId1"/>
  <w:defaultTabStop w:val="720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789"/>
    <w:rsid w:val="00032E69"/>
    <w:rsid w:val="000357EB"/>
    <w:rsid w:val="00070EE8"/>
    <w:rsid w:val="00074151"/>
    <w:rsid w:val="000844A3"/>
    <w:rsid w:val="000A665A"/>
    <w:rsid w:val="000D5A6D"/>
    <w:rsid w:val="000E071F"/>
    <w:rsid w:val="00103846"/>
    <w:rsid w:val="0011793B"/>
    <w:rsid w:val="00126D5A"/>
    <w:rsid w:val="00134A71"/>
    <w:rsid w:val="00151C73"/>
    <w:rsid w:val="00151E92"/>
    <w:rsid w:val="001621D9"/>
    <w:rsid w:val="001637BA"/>
    <w:rsid w:val="00181CB7"/>
    <w:rsid w:val="001B793C"/>
    <w:rsid w:val="001D1CE2"/>
    <w:rsid w:val="001D5AC3"/>
    <w:rsid w:val="001D6807"/>
    <w:rsid w:val="0020108A"/>
    <w:rsid w:val="002220D6"/>
    <w:rsid w:val="00235CA0"/>
    <w:rsid w:val="002411A3"/>
    <w:rsid w:val="00245B0E"/>
    <w:rsid w:val="002604C3"/>
    <w:rsid w:val="00261876"/>
    <w:rsid w:val="0026269B"/>
    <w:rsid w:val="002669DB"/>
    <w:rsid w:val="002713A2"/>
    <w:rsid w:val="00273BA9"/>
    <w:rsid w:val="0029628E"/>
    <w:rsid w:val="002A119B"/>
    <w:rsid w:val="002A29DF"/>
    <w:rsid w:val="002A382C"/>
    <w:rsid w:val="002B6B46"/>
    <w:rsid w:val="002C4E66"/>
    <w:rsid w:val="002E2A56"/>
    <w:rsid w:val="002F0999"/>
    <w:rsid w:val="002F2688"/>
    <w:rsid w:val="00337723"/>
    <w:rsid w:val="00355E20"/>
    <w:rsid w:val="00372A9D"/>
    <w:rsid w:val="00374316"/>
    <w:rsid w:val="0038349C"/>
    <w:rsid w:val="0038488E"/>
    <w:rsid w:val="00394029"/>
    <w:rsid w:val="003A31D7"/>
    <w:rsid w:val="003A7E69"/>
    <w:rsid w:val="003B1D59"/>
    <w:rsid w:val="003D120B"/>
    <w:rsid w:val="003D4B80"/>
    <w:rsid w:val="003E2178"/>
    <w:rsid w:val="003F77E2"/>
    <w:rsid w:val="00492354"/>
    <w:rsid w:val="004A4D71"/>
    <w:rsid w:val="004B22F6"/>
    <w:rsid w:val="004B47ED"/>
    <w:rsid w:val="004B6FE5"/>
    <w:rsid w:val="004C60A5"/>
    <w:rsid w:val="004F2432"/>
    <w:rsid w:val="0051660C"/>
    <w:rsid w:val="00524FE6"/>
    <w:rsid w:val="00543913"/>
    <w:rsid w:val="00552846"/>
    <w:rsid w:val="00563DCD"/>
    <w:rsid w:val="005731CF"/>
    <w:rsid w:val="00587157"/>
    <w:rsid w:val="00595F7F"/>
    <w:rsid w:val="005963DE"/>
    <w:rsid w:val="005A0994"/>
    <w:rsid w:val="005F2559"/>
    <w:rsid w:val="005F5EC9"/>
    <w:rsid w:val="005F6BCC"/>
    <w:rsid w:val="0060202A"/>
    <w:rsid w:val="00610A30"/>
    <w:rsid w:val="00612ABF"/>
    <w:rsid w:val="006245DA"/>
    <w:rsid w:val="00654762"/>
    <w:rsid w:val="0067225B"/>
    <w:rsid w:val="00675FB4"/>
    <w:rsid w:val="00676789"/>
    <w:rsid w:val="00677AD5"/>
    <w:rsid w:val="0068273F"/>
    <w:rsid w:val="00683CCE"/>
    <w:rsid w:val="00684EEB"/>
    <w:rsid w:val="006907F2"/>
    <w:rsid w:val="006A2A7B"/>
    <w:rsid w:val="006B0EC4"/>
    <w:rsid w:val="006C30D9"/>
    <w:rsid w:val="006C4581"/>
    <w:rsid w:val="006D4B90"/>
    <w:rsid w:val="006D64AE"/>
    <w:rsid w:val="006F2626"/>
    <w:rsid w:val="0071439C"/>
    <w:rsid w:val="00716E24"/>
    <w:rsid w:val="00741F6B"/>
    <w:rsid w:val="007537BA"/>
    <w:rsid w:val="00760FA8"/>
    <w:rsid w:val="00765190"/>
    <w:rsid w:val="00766078"/>
    <w:rsid w:val="007773B8"/>
    <w:rsid w:val="00777ADC"/>
    <w:rsid w:val="00797305"/>
    <w:rsid w:val="007A0A2F"/>
    <w:rsid w:val="007B235B"/>
    <w:rsid w:val="007C1F35"/>
    <w:rsid w:val="007E323C"/>
    <w:rsid w:val="007E7142"/>
    <w:rsid w:val="00802B5B"/>
    <w:rsid w:val="00815D27"/>
    <w:rsid w:val="00817EE6"/>
    <w:rsid w:val="00820262"/>
    <w:rsid w:val="00826088"/>
    <w:rsid w:val="008350A8"/>
    <w:rsid w:val="00836184"/>
    <w:rsid w:val="00844D12"/>
    <w:rsid w:val="00845DAF"/>
    <w:rsid w:val="00845E08"/>
    <w:rsid w:val="008533EF"/>
    <w:rsid w:val="00856BBF"/>
    <w:rsid w:val="008C3901"/>
    <w:rsid w:val="008D7475"/>
    <w:rsid w:val="008E766D"/>
    <w:rsid w:val="008F0A38"/>
    <w:rsid w:val="009072D1"/>
    <w:rsid w:val="0092542A"/>
    <w:rsid w:val="00933DB5"/>
    <w:rsid w:val="00943A17"/>
    <w:rsid w:val="009453BC"/>
    <w:rsid w:val="00954C6C"/>
    <w:rsid w:val="00966D04"/>
    <w:rsid w:val="00973BEA"/>
    <w:rsid w:val="00982950"/>
    <w:rsid w:val="00991278"/>
    <w:rsid w:val="0099175E"/>
    <w:rsid w:val="009943A4"/>
    <w:rsid w:val="00997858"/>
    <w:rsid w:val="009B485A"/>
    <w:rsid w:val="009C75FB"/>
    <w:rsid w:val="009D508B"/>
    <w:rsid w:val="009D6FE7"/>
    <w:rsid w:val="009E16EA"/>
    <w:rsid w:val="009E251E"/>
    <w:rsid w:val="009F21B5"/>
    <w:rsid w:val="00A00B95"/>
    <w:rsid w:val="00A01AB9"/>
    <w:rsid w:val="00A048EC"/>
    <w:rsid w:val="00A30C38"/>
    <w:rsid w:val="00A42BE5"/>
    <w:rsid w:val="00A476F1"/>
    <w:rsid w:val="00A76F36"/>
    <w:rsid w:val="00A9010E"/>
    <w:rsid w:val="00A940EF"/>
    <w:rsid w:val="00A9726D"/>
    <w:rsid w:val="00AC163E"/>
    <w:rsid w:val="00AF1EDD"/>
    <w:rsid w:val="00AF4452"/>
    <w:rsid w:val="00B01DA6"/>
    <w:rsid w:val="00B22FDE"/>
    <w:rsid w:val="00B32D4B"/>
    <w:rsid w:val="00B402B9"/>
    <w:rsid w:val="00B437D5"/>
    <w:rsid w:val="00B57659"/>
    <w:rsid w:val="00B60D54"/>
    <w:rsid w:val="00B67C69"/>
    <w:rsid w:val="00B7093C"/>
    <w:rsid w:val="00B8205C"/>
    <w:rsid w:val="00B86BCD"/>
    <w:rsid w:val="00B91CA1"/>
    <w:rsid w:val="00B96060"/>
    <w:rsid w:val="00BC232B"/>
    <w:rsid w:val="00BD2533"/>
    <w:rsid w:val="00BD35AE"/>
    <w:rsid w:val="00BE5952"/>
    <w:rsid w:val="00BE6BE6"/>
    <w:rsid w:val="00BF0F10"/>
    <w:rsid w:val="00C27C1A"/>
    <w:rsid w:val="00C36F18"/>
    <w:rsid w:val="00C40BE4"/>
    <w:rsid w:val="00C41DE3"/>
    <w:rsid w:val="00C47206"/>
    <w:rsid w:val="00CA6394"/>
    <w:rsid w:val="00CB70AD"/>
    <w:rsid w:val="00CD1B92"/>
    <w:rsid w:val="00CF4F6E"/>
    <w:rsid w:val="00D21D63"/>
    <w:rsid w:val="00D235D0"/>
    <w:rsid w:val="00D41DC8"/>
    <w:rsid w:val="00D53B6F"/>
    <w:rsid w:val="00D54A61"/>
    <w:rsid w:val="00D6006D"/>
    <w:rsid w:val="00D72A07"/>
    <w:rsid w:val="00D72E02"/>
    <w:rsid w:val="00D75AAF"/>
    <w:rsid w:val="00DA0F11"/>
    <w:rsid w:val="00DA580A"/>
    <w:rsid w:val="00DB4B5B"/>
    <w:rsid w:val="00DF30F1"/>
    <w:rsid w:val="00E111C4"/>
    <w:rsid w:val="00E22B7E"/>
    <w:rsid w:val="00E33456"/>
    <w:rsid w:val="00E40C63"/>
    <w:rsid w:val="00E41182"/>
    <w:rsid w:val="00E4361D"/>
    <w:rsid w:val="00E54F17"/>
    <w:rsid w:val="00E65451"/>
    <w:rsid w:val="00E67097"/>
    <w:rsid w:val="00E902EA"/>
    <w:rsid w:val="00E96A2B"/>
    <w:rsid w:val="00EA246E"/>
    <w:rsid w:val="00EA27AA"/>
    <w:rsid w:val="00EB085F"/>
    <w:rsid w:val="00EB5B19"/>
    <w:rsid w:val="00EC1995"/>
    <w:rsid w:val="00EC4C86"/>
    <w:rsid w:val="00ED0377"/>
    <w:rsid w:val="00EE2CA3"/>
    <w:rsid w:val="00EE53F7"/>
    <w:rsid w:val="00F14176"/>
    <w:rsid w:val="00F20F72"/>
    <w:rsid w:val="00F219F1"/>
    <w:rsid w:val="00F36FA0"/>
    <w:rsid w:val="00F44822"/>
    <w:rsid w:val="00F66A1F"/>
    <w:rsid w:val="00F81AE9"/>
    <w:rsid w:val="00F848FB"/>
    <w:rsid w:val="00F86468"/>
    <w:rsid w:val="00FA4D66"/>
    <w:rsid w:val="00FB06A1"/>
    <w:rsid w:val="00FB3DCE"/>
    <w:rsid w:val="00FD6A00"/>
    <w:rsid w:val="00FE1868"/>
    <w:rsid w:val="00FF66A4"/>
    <w:rsid w:val="00FF6ECF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E49C0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AC3"/>
    <w:pPr>
      <w:spacing w:after="20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A42BE5"/>
    <w:pPr>
      <w:spacing w:after="0" w:line="200" w:lineRule="exact"/>
      <w:outlineLvl w:val="0"/>
    </w:pPr>
    <w:rPr>
      <w:b/>
      <w:sz w:val="18"/>
      <w:szCs w:val="16"/>
    </w:rPr>
  </w:style>
  <w:style w:type="paragraph" w:styleId="2">
    <w:name w:val="heading 2"/>
    <w:basedOn w:val="a"/>
    <w:next w:val="a"/>
    <w:link w:val="20"/>
    <w:uiPriority w:val="9"/>
    <w:unhideWhenUsed/>
    <w:qFormat/>
    <w:rsid w:val="004C60A5"/>
    <w:pPr>
      <w:spacing w:after="0"/>
      <w:outlineLvl w:val="1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unhideWhenUsed/>
    <w:qFormat/>
    <w:rsid w:val="00A42B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0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E40C63"/>
    <w:pPr>
      <w:tabs>
        <w:tab w:val="center" w:pos="4680"/>
        <w:tab w:val="right" w:pos="9360"/>
      </w:tabs>
      <w:spacing w:after="0"/>
    </w:pPr>
  </w:style>
  <w:style w:type="character" w:customStyle="1" w:styleId="a5">
    <w:name w:val="フッター (文字)"/>
    <w:basedOn w:val="a0"/>
    <w:link w:val="a4"/>
    <w:uiPriority w:val="99"/>
    <w:rsid w:val="00E40C63"/>
  </w:style>
  <w:style w:type="character" w:styleId="a6">
    <w:name w:val="Strong"/>
    <w:basedOn w:val="a0"/>
    <w:uiPriority w:val="22"/>
    <w:qFormat/>
    <w:rsid w:val="00E40C63"/>
    <w:rPr>
      <w:b/>
      <w:bCs/>
    </w:rPr>
  </w:style>
  <w:style w:type="paragraph" w:styleId="a7">
    <w:name w:val="header"/>
    <w:basedOn w:val="a"/>
    <w:link w:val="a8"/>
    <w:uiPriority w:val="99"/>
    <w:unhideWhenUsed/>
    <w:rsid w:val="00E40C63"/>
    <w:pPr>
      <w:tabs>
        <w:tab w:val="center" w:pos="4680"/>
        <w:tab w:val="right" w:pos="9360"/>
      </w:tabs>
      <w:spacing w:after="0"/>
    </w:pPr>
  </w:style>
  <w:style w:type="character" w:customStyle="1" w:styleId="a8">
    <w:name w:val="ヘッダー (文字)"/>
    <w:basedOn w:val="a0"/>
    <w:link w:val="a7"/>
    <w:uiPriority w:val="99"/>
    <w:rsid w:val="00E40C63"/>
  </w:style>
  <w:style w:type="character" w:styleId="a9">
    <w:name w:val="Placeholder Text"/>
    <w:basedOn w:val="a0"/>
    <w:uiPriority w:val="99"/>
    <w:semiHidden/>
    <w:rsid w:val="00E40C63"/>
    <w:rPr>
      <w:color w:val="808080"/>
    </w:rPr>
  </w:style>
  <w:style w:type="table" w:styleId="aa">
    <w:name w:val="Grid Table Light"/>
    <w:basedOn w:val="a1"/>
    <w:uiPriority w:val="40"/>
    <w:rsid w:val="00EC19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b">
    <w:name w:val="No Spacing"/>
    <w:basedOn w:val="a"/>
    <w:uiPriority w:val="1"/>
    <w:qFormat/>
    <w:rsid w:val="00E111C4"/>
    <w:pPr>
      <w:spacing w:after="0"/>
    </w:pPr>
  </w:style>
  <w:style w:type="character" w:customStyle="1" w:styleId="10">
    <w:name w:val="見出し 1 (文字)"/>
    <w:basedOn w:val="a0"/>
    <w:link w:val="1"/>
    <w:uiPriority w:val="9"/>
    <w:rsid w:val="00A42BE5"/>
    <w:rPr>
      <w:b/>
      <w:sz w:val="18"/>
      <w:szCs w:val="16"/>
    </w:rPr>
  </w:style>
  <w:style w:type="paragraph" w:styleId="ac">
    <w:name w:val="Title"/>
    <w:basedOn w:val="a7"/>
    <w:next w:val="a"/>
    <w:link w:val="ad"/>
    <w:uiPriority w:val="10"/>
    <w:qFormat/>
    <w:rsid w:val="00A42BE5"/>
    <w:pPr>
      <w:spacing w:after="120"/>
    </w:pPr>
    <w:rPr>
      <w:rFonts w:asciiTheme="majorHAnsi" w:hAnsiTheme="majorHAnsi"/>
      <w:sz w:val="36"/>
    </w:rPr>
  </w:style>
  <w:style w:type="character" w:customStyle="1" w:styleId="ad">
    <w:name w:val="表題 (文字)"/>
    <w:basedOn w:val="a0"/>
    <w:link w:val="ac"/>
    <w:uiPriority w:val="10"/>
    <w:rsid w:val="00A42BE5"/>
    <w:rPr>
      <w:rFonts w:asciiTheme="majorHAnsi" w:hAnsiTheme="majorHAnsi"/>
      <w:sz w:val="36"/>
    </w:rPr>
  </w:style>
  <w:style w:type="paragraph" w:styleId="ae">
    <w:name w:val="Subtitle"/>
    <w:basedOn w:val="a7"/>
    <w:next w:val="a"/>
    <w:link w:val="af"/>
    <w:uiPriority w:val="11"/>
    <w:qFormat/>
    <w:rsid w:val="00A42BE5"/>
    <w:rPr>
      <w:szCs w:val="20"/>
    </w:rPr>
  </w:style>
  <w:style w:type="character" w:customStyle="1" w:styleId="af">
    <w:name w:val="副題 (文字)"/>
    <w:basedOn w:val="a0"/>
    <w:link w:val="ae"/>
    <w:uiPriority w:val="11"/>
    <w:rsid w:val="00A42BE5"/>
    <w:rPr>
      <w:szCs w:val="20"/>
    </w:rPr>
  </w:style>
  <w:style w:type="character" w:customStyle="1" w:styleId="20">
    <w:name w:val="見出し 2 (文字)"/>
    <w:basedOn w:val="a0"/>
    <w:link w:val="2"/>
    <w:uiPriority w:val="9"/>
    <w:rsid w:val="004C60A5"/>
    <w:rPr>
      <w:sz w:val="18"/>
      <w:szCs w:val="18"/>
    </w:rPr>
  </w:style>
  <w:style w:type="character" w:customStyle="1" w:styleId="30">
    <w:name w:val="見出し 3 (文字)"/>
    <w:basedOn w:val="a0"/>
    <w:link w:val="3"/>
    <w:uiPriority w:val="9"/>
    <w:rsid w:val="00A42B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6-5">
    <w:name w:val="List Table 6 Colorful Accent 5"/>
    <w:basedOn w:val="a1"/>
    <w:uiPriority w:val="51"/>
    <w:rsid w:val="008350A8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obwj\Desktop\Simplified%20Sales%20Docum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75F7F8197954E4BB25340D33CAE31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89FD2-EF73-435A-81F9-C01A6C8B67AA}"/>
      </w:docPartPr>
      <w:docPartBody>
        <w:p w:rsidR="00E45027" w:rsidRDefault="00D05ADC" w:rsidP="00D05ADC">
          <w:pPr>
            <w:pStyle w:val="E75F7F8197954E4BB25340D33CAE312B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4DDBEE593B9F444AAA7B4193A66311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5CC10-04DE-44A9-BC6E-449A72A86C52}"/>
      </w:docPartPr>
      <w:docPartBody>
        <w:p w:rsidR="00E45027" w:rsidRDefault="00D05ADC" w:rsidP="00D05ADC">
          <w:pPr>
            <w:pStyle w:val="4DDBEE593B9F444AAA7B4193A6631176"/>
          </w:pPr>
          <w:r w:rsidRPr="00423BA4">
            <w:rPr>
              <w:rStyle w:val="a3"/>
            </w:rPr>
            <w:t>Click here to enter text.</w:t>
          </w:r>
        </w:p>
      </w:docPartBody>
    </w:docPart>
    <w:docPart>
      <w:docPartPr>
        <w:name w:val="952A8435749047F587B8E98072B7D2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947F1E-C294-4891-8E98-29E98F409F27}"/>
      </w:docPartPr>
      <w:docPartBody>
        <w:p w:rsidR="00E45027" w:rsidRDefault="00D05ADC" w:rsidP="00D05ADC">
          <w:pPr>
            <w:pStyle w:val="952A8435749047F587B8E98072B7D243"/>
          </w:pPr>
          <w:r w:rsidRPr="00423BA4">
            <w:rPr>
              <w:rStyle w:val="a3"/>
            </w:rPr>
            <w:t>Click here to enter text.</w:t>
          </w:r>
        </w:p>
      </w:docPartBody>
    </w:docPart>
    <w:docPart>
      <w:docPartPr>
        <w:name w:val="4BCB1EBB9CEC4883B484D289B5FB06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F96E2-9E7A-43FE-AF08-D46630F7D596}"/>
      </w:docPartPr>
      <w:docPartBody>
        <w:p w:rsidR="00E45027" w:rsidRDefault="00D05ADC" w:rsidP="00D05ADC">
          <w:pPr>
            <w:pStyle w:val="4BCB1EBB9CEC4883B484D289B5FB061D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0AEE67F9895048F883A7F127DC2B5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6522D-8EEC-4065-8463-2C2EDD18C761}"/>
      </w:docPartPr>
      <w:docPartBody>
        <w:p w:rsidR="00E45027" w:rsidRDefault="00D05ADC" w:rsidP="00D05ADC">
          <w:pPr>
            <w:pStyle w:val="0AEE67F9895048F883A7F127DC2B5575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9F80A2FDA08740968B6B5B32F2C049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A75BE-1715-4A29-95AD-BB635F0607E8}"/>
      </w:docPartPr>
      <w:docPartBody>
        <w:p w:rsidR="00E45027" w:rsidRDefault="00D05ADC" w:rsidP="00D05ADC">
          <w:pPr>
            <w:pStyle w:val="9F80A2FDA08740968B6B5B32F2C049B8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ECF533CA8B6C4D908977A8365DE08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134DB0-5943-46D2-B3D0-2B34BDD215ED}"/>
      </w:docPartPr>
      <w:docPartBody>
        <w:p w:rsidR="00E45027" w:rsidRDefault="00D05ADC" w:rsidP="00D05ADC">
          <w:pPr>
            <w:pStyle w:val="ECF533CA8B6C4D908977A8365DE08A95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BFAB112D89834578928F4DAE28909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829015-1E2D-4D1F-8AC7-54F059829F4E}"/>
      </w:docPartPr>
      <w:docPartBody>
        <w:p w:rsidR="00E45027" w:rsidRDefault="00D05ADC" w:rsidP="00D05ADC">
          <w:pPr>
            <w:pStyle w:val="BFAB112D89834578928F4DAE2890984D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328FA2BAB5D94A7AAD03E2C770C7AD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6B7D52-F31A-44B6-BB8E-1C81EB2DC9F8}"/>
      </w:docPartPr>
      <w:docPartBody>
        <w:p w:rsidR="00E45027" w:rsidRDefault="00D05ADC" w:rsidP="00D05ADC">
          <w:pPr>
            <w:pStyle w:val="328FA2BAB5D94A7AAD03E2C770C7ADE7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693F331A4E424D6CBC378AA610D838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45F89B-C306-48DF-A201-4CF1A882790C}"/>
      </w:docPartPr>
      <w:docPartBody>
        <w:p w:rsidR="00E45027" w:rsidRDefault="00D05ADC" w:rsidP="00D05ADC">
          <w:pPr>
            <w:pStyle w:val="693F331A4E424D6CBC378AA610D8384A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8B9E147DFCDF4E93888164658FE85B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4CB724-2AAB-461C-8A83-0410A6D0D331}"/>
      </w:docPartPr>
      <w:docPartBody>
        <w:p w:rsidR="00E45027" w:rsidRDefault="00D05ADC" w:rsidP="00D05ADC">
          <w:pPr>
            <w:pStyle w:val="8B9E147DFCDF4E93888164658FE85B29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5A0FDE7C4422471EA6E4071CC2DCC3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1A7D9-7C86-4443-8D7E-F652083C6A1F}"/>
      </w:docPartPr>
      <w:docPartBody>
        <w:p w:rsidR="00E45027" w:rsidRDefault="00D05ADC" w:rsidP="00D05ADC">
          <w:pPr>
            <w:pStyle w:val="5A0FDE7C4422471EA6E4071CC2DCC3DE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1E1FBECECCA947E9B88801BF3D0D34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AB2B0B-6FB9-4844-897B-65E2DC8D04EB}"/>
      </w:docPartPr>
      <w:docPartBody>
        <w:p w:rsidR="00E45027" w:rsidRDefault="00D05ADC" w:rsidP="00D05ADC">
          <w:pPr>
            <w:pStyle w:val="1E1FBECECCA947E9B88801BF3D0D34A0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614919D5FB7D46A6A4A010D767BB1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D6295A-73F3-46DC-812E-861BABCB9DE6}"/>
      </w:docPartPr>
      <w:docPartBody>
        <w:p w:rsidR="00E45027" w:rsidRDefault="00D05ADC" w:rsidP="00D05ADC">
          <w:pPr>
            <w:pStyle w:val="614919D5FB7D46A6A4A010D767BB1C28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3833B833E2C242138C57941B24FF6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8D44B0-8D93-4683-BA9A-78784F92BAE6}"/>
      </w:docPartPr>
      <w:docPartBody>
        <w:p w:rsidR="00E45027" w:rsidRDefault="00D05ADC" w:rsidP="00D05ADC">
          <w:pPr>
            <w:pStyle w:val="3833B833E2C242138C57941B24FF6BA0"/>
          </w:pPr>
          <w:r w:rsidRPr="00865D43">
            <w:rPr>
              <w:rStyle w:val="a3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C3D73989DD164C689F0D7224BE75F7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96599-C79C-4054-8082-41EDBE5BEFB1}"/>
      </w:docPartPr>
      <w:docPartBody>
        <w:p w:rsidR="00E45027" w:rsidRDefault="00D05ADC" w:rsidP="00D05ADC">
          <w:pPr>
            <w:pStyle w:val="C3D73989DD164C689F0D7224BE75F769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7E5A55E8FD6C4C2EAA071BB20F8CB5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57027D-A33F-467D-8B70-CA3E28782D01}"/>
      </w:docPartPr>
      <w:docPartBody>
        <w:p w:rsidR="00E45027" w:rsidRDefault="00D05ADC" w:rsidP="00D05ADC">
          <w:pPr>
            <w:pStyle w:val="7E5A55E8FD6C4C2EAA071BB20F8CB583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388F8E9AA8004552A7964C7EF853EA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71B0B-1907-4837-8D8D-BEAEB477274B}"/>
      </w:docPartPr>
      <w:docPartBody>
        <w:p w:rsidR="00E45027" w:rsidRDefault="00D05ADC" w:rsidP="00D05ADC">
          <w:pPr>
            <w:pStyle w:val="388F8E9AA8004552A7964C7EF853EA73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9DC4790520AE4691AFD76A21A56E3E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D5F82-C649-4FD3-B323-F615866F230D}"/>
      </w:docPartPr>
      <w:docPartBody>
        <w:p w:rsidR="00E45027" w:rsidRDefault="00D05ADC" w:rsidP="00D05ADC">
          <w:pPr>
            <w:pStyle w:val="9DC4790520AE4691AFD76A21A56E3EBF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4DB48B9AAECB4FF58D5F38163AFB16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31A639-CBD8-4822-803C-E400011E9694}"/>
      </w:docPartPr>
      <w:docPartBody>
        <w:p w:rsidR="00E45027" w:rsidRDefault="00D05ADC" w:rsidP="00D05ADC">
          <w:pPr>
            <w:pStyle w:val="4DB48B9AAECB4FF58D5F38163AFB1608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2AD4D4533A864AE8AFD86BB8D99511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B115BC-F7DB-4CB1-A97B-6F889E0806C9}"/>
      </w:docPartPr>
      <w:docPartBody>
        <w:p w:rsidR="00E45027" w:rsidRDefault="00D05ADC" w:rsidP="00D05ADC">
          <w:pPr>
            <w:pStyle w:val="2AD4D4533A864AE8AFD86BB8D99511F2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711F68D8E4614479966202C86AC1CD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E1397B-7BD2-4EEB-A45E-46EE5C7BC97E}"/>
      </w:docPartPr>
      <w:docPartBody>
        <w:p w:rsidR="00E45027" w:rsidRDefault="00D05ADC" w:rsidP="00D05ADC">
          <w:pPr>
            <w:pStyle w:val="711F68D8E4614479966202C86AC1CD81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087707988F3745ABACA01FE4E40A00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765B3A-2AAA-4784-BEBC-95CC18241357}"/>
      </w:docPartPr>
      <w:docPartBody>
        <w:p w:rsidR="00E45027" w:rsidRDefault="00D05ADC" w:rsidP="00D05ADC">
          <w:pPr>
            <w:pStyle w:val="087707988F3745ABACA01FE4E40A007E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82EFD588785843B0B2A5770E7AE63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A9E9B4-0C46-4916-97E4-00D8752D0D2F}"/>
      </w:docPartPr>
      <w:docPartBody>
        <w:p w:rsidR="00E45027" w:rsidRDefault="00D05ADC" w:rsidP="00D05ADC">
          <w:pPr>
            <w:pStyle w:val="82EFD588785843B0B2A5770E7AE63814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6A5FB52404BC4ADFB76132B8410880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1C78EF-4D50-40C4-872C-AEFDF01A990C}"/>
      </w:docPartPr>
      <w:docPartBody>
        <w:p w:rsidR="00E45027" w:rsidRDefault="00D05ADC" w:rsidP="00D05ADC">
          <w:pPr>
            <w:pStyle w:val="6A5FB52404BC4ADFB76132B84108800B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601B6C8C6FDB44DA9801D080063548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F6B81-6586-4E1F-8EAB-0739BDBB3590}"/>
      </w:docPartPr>
      <w:docPartBody>
        <w:p w:rsidR="00281485" w:rsidRDefault="00E45027" w:rsidP="00E45027">
          <w:pPr>
            <w:pStyle w:val="601B6C8C6FDB44DA9801D080063548E3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8E107BCF07D745458FB35DEA5C1EF8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66DBC2-4DAD-4DC5-BB57-FC0899288B1C}"/>
      </w:docPartPr>
      <w:docPartBody>
        <w:p w:rsidR="00281485" w:rsidRDefault="00E45027" w:rsidP="00E45027">
          <w:pPr>
            <w:pStyle w:val="8E107BCF07D745458FB35DEA5C1EF868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F54475ED40B140B5917D3CA65E7D29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B5AEA9-15BF-4F5A-A577-B53795B000C0}"/>
      </w:docPartPr>
      <w:docPartBody>
        <w:p w:rsidR="00281485" w:rsidRDefault="00E45027" w:rsidP="00E45027">
          <w:pPr>
            <w:pStyle w:val="F54475ED40B140B5917D3CA65E7D2903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C6BD66AFA4CF4A91899986FCBB09C9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EC23FF-4DE4-49A6-8EE6-9D66C44847AB}"/>
      </w:docPartPr>
      <w:docPartBody>
        <w:p w:rsidR="00281485" w:rsidRDefault="00E45027" w:rsidP="00E45027">
          <w:pPr>
            <w:pStyle w:val="C6BD66AFA4CF4A91899986FCBB09C9B7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E6B91E2832C64A4EB0282B0BA694EA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967031-1A5E-4CE6-BEA8-914AC68C2DC0}"/>
      </w:docPartPr>
      <w:docPartBody>
        <w:p w:rsidR="00281485" w:rsidRDefault="00E45027" w:rsidP="00E45027">
          <w:pPr>
            <w:pStyle w:val="E6B91E2832C64A4EB0282B0BA694EA89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501DE68E8A27481AA4D8416D80E0C2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D9F2A2-1B29-46F6-8537-71AD71F3FA9A}"/>
      </w:docPartPr>
      <w:docPartBody>
        <w:p w:rsidR="00281485" w:rsidRDefault="00E45027" w:rsidP="00E45027">
          <w:pPr>
            <w:pStyle w:val="501DE68E8A27481AA4D8416D80E0C2B1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AE9BBA4EBCE642F584071221E32548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23B844-4057-4BB7-BCC3-ED17A98094B5}"/>
      </w:docPartPr>
      <w:docPartBody>
        <w:p w:rsidR="00281485" w:rsidRDefault="00E45027" w:rsidP="00E45027">
          <w:pPr>
            <w:pStyle w:val="AE9BBA4EBCE642F584071221E3254828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FFDA12B4DCE34F94B3820BAAFC6257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47F95-979E-4F60-A2B7-BF3E27EDF0CA}"/>
      </w:docPartPr>
      <w:docPartBody>
        <w:p w:rsidR="00281485" w:rsidRDefault="00E45027" w:rsidP="00E45027">
          <w:pPr>
            <w:pStyle w:val="FFDA12B4DCE34F94B3820BAAFC62573B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EF822B86F7474C909C88489EB6BD9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F2DBC-72F1-47A2-A43F-271EADD0EB7E}"/>
      </w:docPartPr>
      <w:docPartBody>
        <w:p w:rsidR="00281485" w:rsidRDefault="00E45027" w:rsidP="00E45027">
          <w:pPr>
            <w:pStyle w:val="EF822B86F7474C909C88489EB6BD9EB5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866C16E8914945E380BFDEE46053D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0043CE-F262-406A-9127-7414559C7819}"/>
      </w:docPartPr>
      <w:docPartBody>
        <w:p w:rsidR="00281485" w:rsidRDefault="00E45027" w:rsidP="00E45027">
          <w:pPr>
            <w:pStyle w:val="866C16E8914945E380BFDEE46053DFF8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0C9A73E161EE410CA673109F52667D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006801-A7C5-4725-A4C8-CFA6C41BAB32}"/>
      </w:docPartPr>
      <w:docPartBody>
        <w:p w:rsidR="00281485" w:rsidRDefault="00E45027" w:rsidP="00E45027">
          <w:pPr>
            <w:pStyle w:val="0C9A73E161EE410CA673109F52667D85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3DBA637FBEDA417985C3D1F3F77F0A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B10021-695F-4FA9-BEE0-6228974D5C64}"/>
      </w:docPartPr>
      <w:docPartBody>
        <w:p w:rsidR="00281485" w:rsidRDefault="00E45027" w:rsidP="00E45027">
          <w:pPr>
            <w:pStyle w:val="3DBA637FBEDA417985C3D1F3F77F0AD8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483C77159FA44EB480FD3380B055B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81490C-CA06-4D4A-B3E2-E3100421C63F}"/>
      </w:docPartPr>
      <w:docPartBody>
        <w:p w:rsidR="00281485" w:rsidRDefault="00E45027" w:rsidP="00E45027">
          <w:pPr>
            <w:pStyle w:val="483C77159FA44EB480FD3380B055BA97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DC9B735C7AD94CE1A15440DEF9F983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53921-B934-408F-BC82-2E52235FBDD1}"/>
      </w:docPartPr>
      <w:docPartBody>
        <w:p w:rsidR="00281485" w:rsidRDefault="00E45027" w:rsidP="00E45027">
          <w:pPr>
            <w:pStyle w:val="DC9B735C7AD94CE1A15440DEF9F98377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D96654DFCFE94D97AC43C81A3F9AD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7B810-C393-4A3A-B7A6-01937456A927}"/>
      </w:docPartPr>
      <w:docPartBody>
        <w:p w:rsidR="00281485" w:rsidRDefault="00E45027" w:rsidP="00E45027">
          <w:pPr>
            <w:pStyle w:val="D96654DFCFE94D97AC43C81A3F9AD72A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3F7147E7BE7446119FD219DCB45367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BFB3D3-2893-4747-8047-51AD246B96E6}"/>
      </w:docPartPr>
      <w:docPartBody>
        <w:p w:rsidR="00281485" w:rsidRDefault="00E45027" w:rsidP="00E45027">
          <w:pPr>
            <w:pStyle w:val="3F7147E7BE7446119FD219DCB453672D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CB5E2B847CFD4864B2988CC463AF0F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69703-057A-41BE-ABB9-9C7A3A109E68}"/>
      </w:docPartPr>
      <w:docPartBody>
        <w:p w:rsidR="00D72C86" w:rsidRDefault="00281485" w:rsidP="00281485">
          <w:pPr>
            <w:pStyle w:val="CB5E2B847CFD4864B2988CC463AF0FC9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43DBC2F63F24425B868BA526E92D06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F46024-61EA-49B6-956F-90BC3AA3D842}"/>
      </w:docPartPr>
      <w:docPartBody>
        <w:p w:rsidR="00D72C86" w:rsidRDefault="00281485" w:rsidP="00281485">
          <w:pPr>
            <w:pStyle w:val="43DBC2F63F24425B868BA526E92D069F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BB4DF878670043C0A4AACF14436353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A9BB84-2B36-4410-BB36-8E407AE1A096}"/>
      </w:docPartPr>
      <w:docPartBody>
        <w:p w:rsidR="00D72C86" w:rsidRDefault="00281485" w:rsidP="00281485">
          <w:pPr>
            <w:pStyle w:val="BB4DF878670043C0A4AACF144363537B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821DDE5DD88C4DC3B849C515FE2657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B1F67-D3C4-40BC-85F1-BD4B215F0B9F}"/>
      </w:docPartPr>
      <w:docPartBody>
        <w:p w:rsidR="00E83EB8" w:rsidRDefault="00D72C86" w:rsidP="00D72C86">
          <w:pPr>
            <w:pStyle w:val="821DDE5DD88C4DC3B849C515FE2657DC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D639E321D0644223A91C20E0B762C6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67D22-B014-435D-A802-AA75697BF212}"/>
      </w:docPartPr>
      <w:docPartBody>
        <w:p w:rsidR="00E83EB8" w:rsidRDefault="00D72C86" w:rsidP="00D72C86">
          <w:pPr>
            <w:pStyle w:val="D639E321D0644223A91C20E0B762C610"/>
          </w:pPr>
          <w:r w:rsidRPr="00783ECD">
            <w:rPr>
              <w:rStyle w:val="a3"/>
            </w:rPr>
            <w:t>Click here to enter text.</w:t>
          </w:r>
        </w:p>
      </w:docPartBody>
    </w:docPart>
    <w:docPart>
      <w:docPartPr>
        <w:name w:val="54B14E86971D4183AB5FE771C4A402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F2CC2-6669-4EE0-9F43-880E883DDCB6}"/>
      </w:docPartPr>
      <w:docPartBody>
        <w:p w:rsidR="00E143A5" w:rsidRDefault="00901D68" w:rsidP="00901D68">
          <w:pPr>
            <w:pStyle w:val="54B14E86971D4183AB5FE771C4A40275"/>
          </w:pPr>
          <w:r w:rsidRPr="00B31CC1">
            <w:rPr>
              <w:rStyle w:val="a3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F71DEA3C0954845AE68A1E590DA30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E211B6-2F4B-4641-BB7F-62C40FCB98AB}"/>
      </w:docPartPr>
      <w:docPartBody>
        <w:p w:rsidR="00E143A5" w:rsidRDefault="00901D68" w:rsidP="00901D68">
          <w:pPr>
            <w:pStyle w:val="FF71DEA3C0954845AE68A1E590DA30C6"/>
          </w:pPr>
          <w:r w:rsidRPr="00B31CC1">
            <w:rPr>
              <w:rStyle w:val="a3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186E4D2-951B-42FF-B1B6-C7155018E519}"/>
      </w:docPartPr>
      <w:docPartBody>
        <w:p w:rsidR="00000000" w:rsidRDefault="000A2F9B">
          <w:r w:rsidRPr="00973B68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ADC"/>
    <w:rsid w:val="000A2F9B"/>
    <w:rsid w:val="00255395"/>
    <w:rsid w:val="002713A2"/>
    <w:rsid w:val="00281485"/>
    <w:rsid w:val="00580879"/>
    <w:rsid w:val="00747F0A"/>
    <w:rsid w:val="008C0479"/>
    <w:rsid w:val="00901D68"/>
    <w:rsid w:val="00930259"/>
    <w:rsid w:val="00A97C90"/>
    <w:rsid w:val="00B56AF6"/>
    <w:rsid w:val="00D05ADC"/>
    <w:rsid w:val="00D72C86"/>
    <w:rsid w:val="00E143A5"/>
    <w:rsid w:val="00E45027"/>
    <w:rsid w:val="00E83EB8"/>
    <w:rsid w:val="00F05179"/>
    <w:rsid w:val="00F72171"/>
    <w:rsid w:val="00F8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A2F9B"/>
    <w:rPr>
      <w:color w:val="808080"/>
    </w:rPr>
  </w:style>
  <w:style w:type="paragraph" w:customStyle="1" w:styleId="4DEC134EE68E46C1B4C5B9BCACB68F85">
    <w:name w:val="4DEC134EE68E46C1B4C5B9BCACB68F85"/>
    <w:rsid w:val="00D05ADC"/>
  </w:style>
  <w:style w:type="paragraph" w:customStyle="1" w:styleId="A578C2DFC0E04969B66B9B6FF2EFD99E">
    <w:name w:val="A578C2DFC0E04969B66B9B6FF2EFD99E"/>
    <w:rsid w:val="00D05ADC"/>
  </w:style>
  <w:style w:type="paragraph" w:customStyle="1" w:styleId="50977F581B13431E9EE384B09586DB80">
    <w:name w:val="50977F581B13431E9EE384B09586DB80"/>
    <w:rsid w:val="00D05ADC"/>
  </w:style>
  <w:style w:type="paragraph" w:customStyle="1" w:styleId="920691A00BFA46CA9EA3314B43F5AEE1">
    <w:name w:val="920691A00BFA46CA9EA3314B43F5AEE1"/>
    <w:rsid w:val="00D05ADC"/>
  </w:style>
  <w:style w:type="paragraph" w:customStyle="1" w:styleId="D9BE6E13B5444CB599C0256E0F6875E7">
    <w:name w:val="D9BE6E13B5444CB599C0256E0F6875E7"/>
    <w:rsid w:val="00D05ADC"/>
  </w:style>
  <w:style w:type="paragraph" w:customStyle="1" w:styleId="40FF2C39256148E49A0D42FCBB5D7AF9">
    <w:name w:val="40FF2C39256148E49A0D42FCBB5D7AF9"/>
    <w:rsid w:val="00D05ADC"/>
  </w:style>
  <w:style w:type="paragraph" w:customStyle="1" w:styleId="D40C7FF5403748F797E92E9E483A5449">
    <w:name w:val="D40C7FF5403748F797E92E9E483A5449"/>
    <w:rsid w:val="00D05ADC"/>
  </w:style>
  <w:style w:type="paragraph" w:customStyle="1" w:styleId="F797B36F1AF6460C81CCBC513942295D">
    <w:name w:val="F797B36F1AF6460C81CCBC513942295D"/>
    <w:rsid w:val="00D05ADC"/>
  </w:style>
  <w:style w:type="paragraph" w:customStyle="1" w:styleId="9658E6CE7EB942A6911C5E9C71E209C6">
    <w:name w:val="9658E6CE7EB942A6911C5E9C71E209C6"/>
    <w:rsid w:val="00D05ADC"/>
  </w:style>
  <w:style w:type="paragraph" w:customStyle="1" w:styleId="F6E220B0FCC54D6D93072AEC4E207731">
    <w:name w:val="F6E220B0FCC54D6D93072AEC4E207731"/>
    <w:rsid w:val="00D05ADC"/>
  </w:style>
  <w:style w:type="paragraph" w:customStyle="1" w:styleId="E75F7F8197954E4BB25340D33CAE312B">
    <w:name w:val="E75F7F8197954E4BB25340D33CAE312B"/>
    <w:rsid w:val="00D05ADC"/>
  </w:style>
  <w:style w:type="paragraph" w:customStyle="1" w:styleId="4DDBEE593B9F444AAA7B4193A6631176">
    <w:name w:val="4DDBEE593B9F444AAA7B4193A6631176"/>
    <w:rsid w:val="00D05ADC"/>
  </w:style>
  <w:style w:type="paragraph" w:customStyle="1" w:styleId="952A8435749047F587B8E98072B7D243">
    <w:name w:val="952A8435749047F587B8E98072B7D243"/>
    <w:rsid w:val="00D05ADC"/>
  </w:style>
  <w:style w:type="paragraph" w:customStyle="1" w:styleId="4BCB1EBB9CEC4883B484D289B5FB061D">
    <w:name w:val="4BCB1EBB9CEC4883B484D289B5FB061D"/>
    <w:rsid w:val="00D05ADC"/>
  </w:style>
  <w:style w:type="paragraph" w:customStyle="1" w:styleId="0AEE67F9895048F883A7F127DC2B5575">
    <w:name w:val="0AEE67F9895048F883A7F127DC2B5575"/>
    <w:rsid w:val="00D05ADC"/>
  </w:style>
  <w:style w:type="paragraph" w:customStyle="1" w:styleId="9F80A2FDA08740968B6B5B32F2C049B8">
    <w:name w:val="9F80A2FDA08740968B6B5B32F2C049B8"/>
    <w:rsid w:val="00D05ADC"/>
  </w:style>
  <w:style w:type="paragraph" w:customStyle="1" w:styleId="ECF533CA8B6C4D908977A8365DE08A95">
    <w:name w:val="ECF533CA8B6C4D908977A8365DE08A95"/>
    <w:rsid w:val="00D05ADC"/>
  </w:style>
  <w:style w:type="paragraph" w:customStyle="1" w:styleId="BFAB112D89834578928F4DAE2890984D">
    <w:name w:val="BFAB112D89834578928F4DAE2890984D"/>
    <w:rsid w:val="00D05ADC"/>
  </w:style>
  <w:style w:type="paragraph" w:customStyle="1" w:styleId="328FA2BAB5D94A7AAD03E2C770C7ADE7">
    <w:name w:val="328FA2BAB5D94A7AAD03E2C770C7ADE7"/>
    <w:rsid w:val="00D05ADC"/>
  </w:style>
  <w:style w:type="paragraph" w:customStyle="1" w:styleId="693F331A4E424D6CBC378AA610D8384A">
    <w:name w:val="693F331A4E424D6CBC378AA610D8384A"/>
    <w:rsid w:val="00D05ADC"/>
  </w:style>
  <w:style w:type="paragraph" w:customStyle="1" w:styleId="8B9E147DFCDF4E93888164658FE85B29">
    <w:name w:val="8B9E147DFCDF4E93888164658FE85B29"/>
    <w:rsid w:val="00D05ADC"/>
  </w:style>
  <w:style w:type="paragraph" w:customStyle="1" w:styleId="5A0FDE7C4422471EA6E4071CC2DCC3DE">
    <w:name w:val="5A0FDE7C4422471EA6E4071CC2DCC3DE"/>
    <w:rsid w:val="00D05ADC"/>
  </w:style>
  <w:style w:type="paragraph" w:customStyle="1" w:styleId="1E1FBECECCA947E9B88801BF3D0D34A0">
    <w:name w:val="1E1FBECECCA947E9B88801BF3D0D34A0"/>
    <w:rsid w:val="00D05ADC"/>
  </w:style>
  <w:style w:type="paragraph" w:customStyle="1" w:styleId="80FE3EC1266F48248241B14BF681AEC9">
    <w:name w:val="80FE3EC1266F48248241B14BF681AEC9"/>
    <w:rsid w:val="00D05ADC"/>
  </w:style>
  <w:style w:type="paragraph" w:customStyle="1" w:styleId="6D7E234011CE4BC6972EF75AA033B9C5">
    <w:name w:val="6D7E234011CE4BC6972EF75AA033B9C5"/>
    <w:rsid w:val="00D05ADC"/>
  </w:style>
  <w:style w:type="paragraph" w:customStyle="1" w:styleId="7DEDFDE2AC47430E8B887815972BB19A">
    <w:name w:val="7DEDFDE2AC47430E8B887815972BB19A"/>
    <w:rsid w:val="00D05ADC"/>
  </w:style>
  <w:style w:type="paragraph" w:customStyle="1" w:styleId="25863D929E76432CBA790EB686500C91">
    <w:name w:val="25863D929E76432CBA790EB686500C91"/>
    <w:rsid w:val="00D05ADC"/>
  </w:style>
  <w:style w:type="paragraph" w:customStyle="1" w:styleId="249BF4F3242845B1B1BC59283CC196AF">
    <w:name w:val="249BF4F3242845B1B1BC59283CC196AF"/>
    <w:rsid w:val="00D05ADC"/>
  </w:style>
  <w:style w:type="paragraph" w:customStyle="1" w:styleId="C5D255C67897424598022960B3DEF60C">
    <w:name w:val="C5D255C67897424598022960B3DEF60C"/>
    <w:rsid w:val="00D05ADC"/>
  </w:style>
  <w:style w:type="paragraph" w:customStyle="1" w:styleId="BD7D3B664A6A4569A0066FEF8B9EC832">
    <w:name w:val="BD7D3B664A6A4569A0066FEF8B9EC832"/>
    <w:rsid w:val="00D05ADC"/>
  </w:style>
  <w:style w:type="paragraph" w:customStyle="1" w:styleId="A104D55D120A410AB546C019B41467AF">
    <w:name w:val="A104D55D120A410AB546C019B41467AF"/>
    <w:rsid w:val="00D05ADC"/>
  </w:style>
  <w:style w:type="paragraph" w:customStyle="1" w:styleId="5FC427F50F77447ABA85480AC0B1580A">
    <w:name w:val="5FC427F50F77447ABA85480AC0B1580A"/>
    <w:rsid w:val="00D05ADC"/>
  </w:style>
  <w:style w:type="paragraph" w:customStyle="1" w:styleId="A68703291B294166906D1CE5F6772217">
    <w:name w:val="A68703291B294166906D1CE5F6772217"/>
    <w:rsid w:val="00D05ADC"/>
  </w:style>
  <w:style w:type="paragraph" w:customStyle="1" w:styleId="614919D5FB7D46A6A4A010D767BB1C28">
    <w:name w:val="614919D5FB7D46A6A4A010D767BB1C28"/>
    <w:rsid w:val="00D05ADC"/>
  </w:style>
  <w:style w:type="paragraph" w:customStyle="1" w:styleId="3833B833E2C242138C57941B24FF6BA0">
    <w:name w:val="3833B833E2C242138C57941B24FF6BA0"/>
    <w:rsid w:val="00D05ADC"/>
  </w:style>
  <w:style w:type="paragraph" w:customStyle="1" w:styleId="C3D73989DD164C689F0D7224BE75F769">
    <w:name w:val="C3D73989DD164C689F0D7224BE75F769"/>
    <w:rsid w:val="00D05ADC"/>
  </w:style>
  <w:style w:type="paragraph" w:customStyle="1" w:styleId="7E5A55E8FD6C4C2EAA071BB20F8CB583">
    <w:name w:val="7E5A55E8FD6C4C2EAA071BB20F8CB583"/>
    <w:rsid w:val="00D05ADC"/>
  </w:style>
  <w:style w:type="paragraph" w:customStyle="1" w:styleId="388F8E9AA8004552A7964C7EF853EA73">
    <w:name w:val="388F8E9AA8004552A7964C7EF853EA73"/>
    <w:rsid w:val="00D05ADC"/>
  </w:style>
  <w:style w:type="paragraph" w:customStyle="1" w:styleId="9DC4790520AE4691AFD76A21A56E3EBF">
    <w:name w:val="9DC4790520AE4691AFD76A21A56E3EBF"/>
    <w:rsid w:val="00D05ADC"/>
  </w:style>
  <w:style w:type="paragraph" w:customStyle="1" w:styleId="4DB48B9AAECB4FF58D5F38163AFB1608">
    <w:name w:val="4DB48B9AAECB4FF58D5F38163AFB1608"/>
    <w:rsid w:val="00D05ADC"/>
  </w:style>
  <w:style w:type="paragraph" w:customStyle="1" w:styleId="2AD4D4533A864AE8AFD86BB8D99511F2">
    <w:name w:val="2AD4D4533A864AE8AFD86BB8D99511F2"/>
    <w:rsid w:val="00D05ADC"/>
  </w:style>
  <w:style w:type="paragraph" w:customStyle="1" w:styleId="711F68D8E4614479966202C86AC1CD81">
    <w:name w:val="711F68D8E4614479966202C86AC1CD81"/>
    <w:rsid w:val="00D05ADC"/>
  </w:style>
  <w:style w:type="paragraph" w:customStyle="1" w:styleId="087707988F3745ABACA01FE4E40A007E">
    <w:name w:val="087707988F3745ABACA01FE4E40A007E"/>
    <w:rsid w:val="00D05ADC"/>
  </w:style>
  <w:style w:type="paragraph" w:customStyle="1" w:styleId="82EFD588785843B0B2A5770E7AE63814">
    <w:name w:val="82EFD588785843B0B2A5770E7AE63814"/>
    <w:rsid w:val="00D05ADC"/>
  </w:style>
  <w:style w:type="paragraph" w:customStyle="1" w:styleId="6A5FB52404BC4ADFB76132B84108800B">
    <w:name w:val="6A5FB52404BC4ADFB76132B84108800B"/>
    <w:rsid w:val="00D05ADC"/>
  </w:style>
  <w:style w:type="paragraph" w:customStyle="1" w:styleId="7AF142B0D1944EB79B4009F2F2E1509E">
    <w:name w:val="7AF142B0D1944EB79B4009F2F2E1509E"/>
    <w:rsid w:val="00E45027"/>
  </w:style>
  <w:style w:type="paragraph" w:customStyle="1" w:styleId="DCEB2B1BFAC243248C1C25EA5C9C52C8">
    <w:name w:val="DCEB2B1BFAC243248C1C25EA5C9C52C8"/>
    <w:rsid w:val="00E45027"/>
  </w:style>
  <w:style w:type="paragraph" w:customStyle="1" w:styleId="ECC67515B6914439BEB70ADFE28B3F93">
    <w:name w:val="ECC67515B6914439BEB70ADFE28B3F93"/>
    <w:rsid w:val="00E45027"/>
  </w:style>
  <w:style w:type="paragraph" w:customStyle="1" w:styleId="41C9982677BC4C189DFE7A83FADA53CB">
    <w:name w:val="41C9982677BC4C189DFE7A83FADA53CB"/>
    <w:rsid w:val="00E45027"/>
  </w:style>
  <w:style w:type="paragraph" w:customStyle="1" w:styleId="925896F1A6EF4422959A0E7A47175D1B">
    <w:name w:val="925896F1A6EF4422959A0E7A47175D1B"/>
    <w:rsid w:val="00E45027"/>
  </w:style>
  <w:style w:type="paragraph" w:customStyle="1" w:styleId="F81C9674A86C4A349B8ADDB18FFEB431">
    <w:name w:val="F81C9674A86C4A349B8ADDB18FFEB431"/>
    <w:rsid w:val="00E45027"/>
  </w:style>
  <w:style w:type="paragraph" w:customStyle="1" w:styleId="07C2B66ACCFB493FB47B765AF42AC8D2">
    <w:name w:val="07C2B66ACCFB493FB47B765AF42AC8D2"/>
    <w:rsid w:val="00E45027"/>
  </w:style>
  <w:style w:type="paragraph" w:customStyle="1" w:styleId="161E906960F6496190CA90DA514140AC">
    <w:name w:val="161E906960F6496190CA90DA514140AC"/>
    <w:rsid w:val="00E45027"/>
  </w:style>
  <w:style w:type="paragraph" w:customStyle="1" w:styleId="5E7B65D6884B4435A9D630242A27B295">
    <w:name w:val="5E7B65D6884B4435A9D630242A27B295"/>
    <w:rsid w:val="00E45027"/>
  </w:style>
  <w:style w:type="paragraph" w:customStyle="1" w:styleId="745390135D7848F682D93342987BDC80">
    <w:name w:val="745390135D7848F682D93342987BDC80"/>
    <w:rsid w:val="00E45027"/>
  </w:style>
  <w:style w:type="paragraph" w:customStyle="1" w:styleId="C4D653AA239E49739BE1BCDA8DC51CEE">
    <w:name w:val="C4D653AA239E49739BE1BCDA8DC51CEE"/>
    <w:rsid w:val="00E45027"/>
  </w:style>
  <w:style w:type="paragraph" w:customStyle="1" w:styleId="F2996AC6F8944E9497BFD806B8199F2A">
    <w:name w:val="F2996AC6F8944E9497BFD806B8199F2A"/>
    <w:rsid w:val="00E45027"/>
  </w:style>
  <w:style w:type="paragraph" w:customStyle="1" w:styleId="B79FD9B61C524CB7BF8A80F6EF9D853B">
    <w:name w:val="B79FD9B61C524CB7BF8A80F6EF9D853B"/>
    <w:rsid w:val="00E45027"/>
  </w:style>
  <w:style w:type="paragraph" w:customStyle="1" w:styleId="44AA7DF4857B40E5B62566811518C740">
    <w:name w:val="44AA7DF4857B40E5B62566811518C740"/>
    <w:rsid w:val="00E45027"/>
  </w:style>
  <w:style w:type="paragraph" w:customStyle="1" w:styleId="5BD884D9716144C78B9D21FD4728C8DE">
    <w:name w:val="5BD884D9716144C78B9D21FD4728C8DE"/>
    <w:rsid w:val="00E45027"/>
  </w:style>
  <w:style w:type="paragraph" w:customStyle="1" w:styleId="4065494570F246BCABF97BD23108054A">
    <w:name w:val="4065494570F246BCABF97BD23108054A"/>
    <w:rsid w:val="00E45027"/>
  </w:style>
  <w:style w:type="paragraph" w:customStyle="1" w:styleId="C57F5D35ECE3481B80DBE25C600399E1">
    <w:name w:val="C57F5D35ECE3481B80DBE25C600399E1"/>
    <w:rsid w:val="00E45027"/>
  </w:style>
  <w:style w:type="paragraph" w:customStyle="1" w:styleId="8FCBB01DD85E4CB2B5513A9EBF73AF70">
    <w:name w:val="8FCBB01DD85E4CB2B5513A9EBF73AF70"/>
    <w:rsid w:val="00E45027"/>
  </w:style>
  <w:style w:type="paragraph" w:customStyle="1" w:styleId="8359B4F203F6400DA80120C3CEC97B8B">
    <w:name w:val="8359B4F203F6400DA80120C3CEC97B8B"/>
    <w:rsid w:val="00E45027"/>
  </w:style>
  <w:style w:type="paragraph" w:customStyle="1" w:styleId="28505AF7E5814983891A557880275574">
    <w:name w:val="28505AF7E5814983891A557880275574"/>
    <w:rsid w:val="00E45027"/>
  </w:style>
  <w:style w:type="paragraph" w:customStyle="1" w:styleId="D05B77BAFD3C4806BE28E0AD09EC1E8C">
    <w:name w:val="D05B77BAFD3C4806BE28E0AD09EC1E8C"/>
    <w:rsid w:val="00E45027"/>
  </w:style>
  <w:style w:type="paragraph" w:customStyle="1" w:styleId="9A27D4E28D554D028A6E315599228095">
    <w:name w:val="9A27D4E28D554D028A6E315599228095"/>
    <w:rsid w:val="00E45027"/>
  </w:style>
  <w:style w:type="paragraph" w:customStyle="1" w:styleId="6987EBC7C5BE491A9223F181243EFBAB">
    <w:name w:val="6987EBC7C5BE491A9223F181243EFBAB"/>
    <w:rsid w:val="00E45027"/>
  </w:style>
  <w:style w:type="paragraph" w:customStyle="1" w:styleId="601B6C8C6FDB44DA9801D080063548E3">
    <w:name w:val="601B6C8C6FDB44DA9801D080063548E3"/>
    <w:rsid w:val="00E45027"/>
  </w:style>
  <w:style w:type="paragraph" w:customStyle="1" w:styleId="8E107BCF07D745458FB35DEA5C1EF868">
    <w:name w:val="8E107BCF07D745458FB35DEA5C1EF868"/>
    <w:rsid w:val="00E45027"/>
  </w:style>
  <w:style w:type="paragraph" w:customStyle="1" w:styleId="F54475ED40B140B5917D3CA65E7D2903">
    <w:name w:val="F54475ED40B140B5917D3CA65E7D2903"/>
    <w:rsid w:val="00E45027"/>
  </w:style>
  <w:style w:type="paragraph" w:customStyle="1" w:styleId="BDF1D3F92A5C4A8C935B394E0C4C738C">
    <w:name w:val="BDF1D3F92A5C4A8C935B394E0C4C738C"/>
    <w:rsid w:val="00E45027"/>
  </w:style>
  <w:style w:type="paragraph" w:customStyle="1" w:styleId="A7BACB4F32454C2E9F28368BFE3BD476">
    <w:name w:val="A7BACB4F32454C2E9F28368BFE3BD476"/>
    <w:rsid w:val="00E45027"/>
  </w:style>
  <w:style w:type="paragraph" w:customStyle="1" w:styleId="B68BEB85BCE4446BBD40526CE05E366A">
    <w:name w:val="B68BEB85BCE4446BBD40526CE05E366A"/>
    <w:rsid w:val="00E45027"/>
  </w:style>
  <w:style w:type="paragraph" w:customStyle="1" w:styleId="C594F51493014A2C8C3102973928A4E2">
    <w:name w:val="C594F51493014A2C8C3102973928A4E2"/>
    <w:rsid w:val="00E45027"/>
  </w:style>
  <w:style w:type="paragraph" w:customStyle="1" w:styleId="AEDFAE7973B54DA18E34A004BB90830E">
    <w:name w:val="AEDFAE7973B54DA18E34A004BB90830E"/>
    <w:rsid w:val="00E45027"/>
  </w:style>
  <w:style w:type="paragraph" w:customStyle="1" w:styleId="9287D603BEFE47049083B9A3B1234274">
    <w:name w:val="9287D603BEFE47049083B9A3B1234274"/>
    <w:rsid w:val="00E45027"/>
  </w:style>
  <w:style w:type="paragraph" w:customStyle="1" w:styleId="C6BD66AFA4CF4A91899986FCBB09C9B7">
    <w:name w:val="C6BD66AFA4CF4A91899986FCBB09C9B7"/>
    <w:rsid w:val="00E45027"/>
  </w:style>
  <w:style w:type="paragraph" w:customStyle="1" w:styleId="E6B91E2832C64A4EB0282B0BA694EA89">
    <w:name w:val="E6B91E2832C64A4EB0282B0BA694EA89"/>
    <w:rsid w:val="00E45027"/>
  </w:style>
  <w:style w:type="paragraph" w:customStyle="1" w:styleId="501DE68E8A27481AA4D8416D80E0C2B1">
    <w:name w:val="501DE68E8A27481AA4D8416D80E0C2B1"/>
    <w:rsid w:val="00E45027"/>
  </w:style>
  <w:style w:type="paragraph" w:customStyle="1" w:styleId="AE9BBA4EBCE642F584071221E3254828">
    <w:name w:val="AE9BBA4EBCE642F584071221E3254828"/>
    <w:rsid w:val="00E45027"/>
  </w:style>
  <w:style w:type="paragraph" w:customStyle="1" w:styleId="FFDA12B4DCE34F94B3820BAAFC62573B">
    <w:name w:val="FFDA12B4DCE34F94B3820BAAFC62573B"/>
    <w:rsid w:val="00E45027"/>
  </w:style>
  <w:style w:type="paragraph" w:customStyle="1" w:styleId="EF822B86F7474C909C88489EB6BD9EB5">
    <w:name w:val="EF822B86F7474C909C88489EB6BD9EB5"/>
    <w:rsid w:val="00E45027"/>
  </w:style>
  <w:style w:type="paragraph" w:customStyle="1" w:styleId="866C16E8914945E380BFDEE46053DFF8">
    <w:name w:val="866C16E8914945E380BFDEE46053DFF8"/>
    <w:rsid w:val="00E45027"/>
  </w:style>
  <w:style w:type="paragraph" w:customStyle="1" w:styleId="0C9A73E161EE410CA673109F52667D85">
    <w:name w:val="0C9A73E161EE410CA673109F52667D85"/>
    <w:rsid w:val="00E45027"/>
  </w:style>
  <w:style w:type="paragraph" w:customStyle="1" w:styleId="3DBA637FBEDA417985C3D1F3F77F0AD8">
    <w:name w:val="3DBA637FBEDA417985C3D1F3F77F0AD8"/>
    <w:rsid w:val="00E45027"/>
  </w:style>
  <w:style w:type="paragraph" w:customStyle="1" w:styleId="483C77159FA44EB480FD3380B055BA97">
    <w:name w:val="483C77159FA44EB480FD3380B055BA97"/>
    <w:rsid w:val="00E45027"/>
  </w:style>
  <w:style w:type="paragraph" w:customStyle="1" w:styleId="DC9B735C7AD94CE1A15440DEF9F98377">
    <w:name w:val="DC9B735C7AD94CE1A15440DEF9F98377"/>
    <w:rsid w:val="00E45027"/>
  </w:style>
  <w:style w:type="paragraph" w:customStyle="1" w:styleId="D96654DFCFE94D97AC43C81A3F9AD72A">
    <w:name w:val="D96654DFCFE94D97AC43C81A3F9AD72A"/>
    <w:rsid w:val="00E45027"/>
  </w:style>
  <w:style w:type="paragraph" w:customStyle="1" w:styleId="6285EA66D1A9466E9615EDF583AB411E">
    <w:name w:val="6285EA66D1A9466E9615EDF583AB411E"/>
    <w:rsid w:val="00E45027"/>
  </w:style>
  <w:style w:type="paragraph" w:customStyle="1" w:styleId="52483D5BD3A04392A93BC4283A70E688">
    <w:name w:val="52483D5BD3A04392A93BC4283A70E688"/>
    <w:rsid w:val="00E45027"/>
  </w:style>
  <w:style w:type="paragraph" w:customStyle="1" w:styleId="3F7147E7BE7446119FD219DCB453672D">
    <w:name w:val="3F7147E7BE7446119FD219DCB453672D"/>
    <w:rsid w:val="00E45027"/>
  </w:style>
  <w:style w:type="paragraph" w:customStyle="1" w:styleId="CB5E2B847CFD4864B2988CC463AF0FC9">
    <w:name w:val="CB5E2B847CFD4864B2988CC463AF0FC9"/>
    <w:rsid w:val="00281485"/>
  </w:style>
  <w:style w:type="paragraph" w:customStyle="1" w:styleId="43DBC2F63F24425B868BA526E92D069F">
    <w:name w:val="43DBC2F63F24425B868BA526E92D069F"/>
    <w:rsid w:val="00281485"/>
  </w:style>
  <w:style w:type="paragraph" w:customStyle="1" w:styleId="BB4DF878670043C0A4AACF144363537B">
    <w:name w:val="BB4DF878670043C0A4AACF144363537B"/>
    <w:rsid w:val="00281485"/>
  </w:style>
  <w:style w:type="paragraph" w:customStyle="1" w:styleId="821DDE5DD88C4DC3B849C515FE2657DC">
    <w:name w:val="821DDE5DD88C4DC3B849C515FE2657DC"/>
    <w:rsid w:val="00D72C86"/>
  </w:style>
  <w:style w:type="paragraph" w:customStyle="1" w:styleId="D639E321D0644223A91C20E0B762C610">
    <w:name w:val="D639E321D0644223A91C20E0B762C610"/>
    <w:rsid w:val="00D72C86"/>
  </w:style>
  <w:style w:type="paragraph" w:customStyle="1" w:styleId="473F270A091B48F9AEF426576CAE4A8E">
    <w:name w:val="473F270A091B48F9AEF426576CAE4A8E"/>
    <w:rsid w:val="00E83EB8"/>
  </w:style>
  <w:style w:type="paragraph" w:customStyle="1" w:styleId="54B14E86971D4183AB5FE771C4A40275">
    <w:name w:val="54B14E86971D4183AB5FE771C4A40275"/>
    <w:rsid w:val="00901D68"/>
  </w:style>
  <w:style w:type="paragraph" w:customStyle="1" w:styleId="FF71DEA3C0954845AE68A1E590DA30C6">
    <w:name w:val="FF71DEA3C0954845AE68A1E590DA30C6"/>
    <w:rsid w:val="00901D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N a v W o r d R e p o r t X m l P a r t   x m l n s = " u r n : m i c r o s o f t - d y n a m i c s - n a v / r e p o r t s / S t a n d a r d _ S a l e s _ O r d e r _ C o n f / 1 3 0 5 / " >  
     < B C R e p o r t I n f o r m a t i o n >  
         < R e p o r t M e t a d a t a >  
             < E x t e n s i o n I d > E x t e n s i o n   I D < / E x t e n s i o n I d >  
             < E x t e n s i o n N a m e > E x t e n s i o n   N a m e < / E x t e n s i o n N a m e >  
             < E x t e n s i o n P u b l i s h e r > E x t e n s i o n   P u b l i s h e r < / E x t e n s i o n P u b l i s h e r >  
             < E x t e n s i o n V e r s i o n > E x t e n s i o n   V e r s i o n < / E x t e n s i o n V e r s i o n >  
             < R e p o r t I d > R e p o r t   I D < / R e p o r t I d >  
             < R e p o r t N a m e > R e p o r t   N a m e < / R e p o r t N a m e >  
             < A b o u t T h i s R e p o r t T i t l e > A b o u t   T h i s   R e p o r t   T i t l e < / A b o u t T h i s R e p o r t T i t l e >  
             < A b o u t T h i s R e p o r t T e x t > A b o u t   T h i s   R e p o r t   T e x t < / A b o u t T h i s R e p o r t T e x t >  
             < R e p o r t H e l p L i n k > R e p o r t   H e l p   L i n k < / R e p o r t H e l p L i n k >  
         < / R e p o r t M e t a d a t a >  
         < R e p o r t R e q u e s t >  
             < T e n a n t E n t r a I d > T e n a n t   E n t r a   I d < / T e n a n t E n t r a I d >  
             < E n v i r o n m e n t N a m e > E n v i r o n m e n t   N a m e < / E n v i r o n m e n t N a m e >  
             < E n v i r o n m e n t T y p e > E n v i r o n m e n t   T y p e < / E n v i r o n m e n t T y p e >  
             < C o m p a n y N a m e > C o m p a n y   N a m e < / C o m p a n y N a m e >  
             < C o m p a n y D i s p l a y N a m e > C o m p a n y   D i s p l a y   N a m e < / C o m p a n y D i s p l a y N a m e >  
             < C o m p a n y I d > C o m p a n y   I D < / C o m p a n y I d >  
             < U s e r N a m e > U s e r   N a m e < / U s e r N a m e >  
             < D a t e A n d T i m e > D a t e   a n d   T i m e < / D a t e A n d T i m e >  
             < L a n g u a g e > L a n g u a g e < / L a n g u a g e >  
             < F o r m a t R e g i o n > F o r m a t   R e g i o n < / F o r m a t R e g i o n >  
             < D a t e T i m e V a l u e s >  
                 < Y e a r > Y e a r < / Y e a r >  
                 < M o n t h N u m b e r > M o n t h   N u m b e r < / M o n t h N u m b e r >  
                 < D a y N u m b e r > D a y   N u m b e r < / D a y N u m b e r >  
                 < H o u r > H o u r < / H o u r >  
                 < M i n u t e > M i n u t e < / M i n u t e >  
             < / D a t e T i m e V a l u e s >  
         < / R e p o r t R e q u e s t >  
     < / B C R e p o r t I n f o r m a t i o n >  
     < H e a d e r >  
         < B i l l T o C o n t a c t E m a i l > B i l l T o C o n t a c t E m a i l < / B i l l T o C o n t a c t E m a i l >  
         < B i l l T o C o n t a c t E m a i l L b l > B i l l T o C o n t a c t E m a i l L b l < / B i l l T o C o n t a c t E m a i l L b l >  
         < B i l l T o C o n t a c t M o b i l e P h o n e N o > B i l l T o C o n t a c t M o b i l e P h o n e N o < / B i l l T o C o n t a c t M o b i l e P h o n e N o >  
         < B i l l T o C o n t a c t M o b i l e P h o n e N o L b l > B i l l T o C o n t a c t M o b i l e P h o n e N o L b l < / B i l l T o C o n t a c t M o b i l e P h o n e N o L b l >  
         < B i l l T o C o n t a c t P h o n e N o > B i l l T o C o n t a c t P h o n e N o < / B i l l T o C o n t a c t P h o n e N o >  
         < B i l l T o C o n t a c t P h o n e N o L b l > B i l l T o C o n t a c t P h o n e N o L b l < / B i l l T o C o n t a c t P h o n e N o L b l >  
         < B i l l t o C u s t o m e r N o _ L b l > B i l l t o C u s t o m e r N o _ L b l < / B i l l t o C u s t o m e r N o _ L b l >  
         < B i l l t o C u s t u m e r N o > B i l l t o C u s t u m e r N o < / B i l l t o C u s t u m e r N o >  
         < C o m p a n y A d d r e s s 1 > C o m p a n y A d d r e s s 1 < / C o m p a n y A d d r e s s 1 >  
         < C o m p a n y A d d r e s s 2 > C o m p a n y A d d r e s s 2 < / C o m p a n y A d d r e s s 2 >  
         < C o m p a n y A d d r e s s 3 > C o m p a n y A d d r e s s 3 < / C o m p a n y A d d r e s s 3 >  
         < C o m p a n y A d d r e s s 4 > C o m p a n y A d d r e s s 4 < / C o m p a n y A d d r e s s 4 >  
         < C o m p a n y A d d r e s s 5 > C o m p a n y A d d r e s s 5 < / C o m p a n y A d d r e s s 5 >  
         < C o m p a n y A d d r e s s 6 > C o m p a n y A d d r e s s 6 < / C o m p a n y A d d r e s s 6 >  
         < C o m p a n y A d d r e s s 7 > C o m p a n y A d d r e s s 7 < / C o m p a n y A d d r e s s 7 >  
         < C o m p a n y A d d r e s s 8 > C o m p a n y A d d r e s s 8 < / C o m p a n y A d d r e s s 8 >  
         < C o m p a n y B a n k A c c o u n t N o > C o m p a n y B a n k A c c o u n t N o < / C o m p a n y B a n k A c c o u n t N o >  
         < C o m p a n y B a n k A c c o u n t N o _ L b l > C o m p a n y B a n k A c c o u n t N o _ L b l < / C o m p a n y B a n k A c c o u n t N o _ L b l >  
         < C o m p a n y B a n k B r a n c h N o > C o m p a n y B a n k B r a n c h N o < / C o m p a n y B a n k B r a n c h N o >  
         < C o m p a n y B a n k B r a n c h N o _ L b l > C o m p a n y B a n k B r a n c h N o _ L b l < / C o m p a n y B a n k B r a n c h N o _ L b l >  
         < C o m p a n y B a n k N a m e > C o m p a n y B a n k N a m e < / C o m p a n y B a n k N a m e >  
         < C o m p a n y B a n k N a m e _ L b l > C o m p a n y B a n k N a m e _ L b l < / C o m p a n y B a n k N a m e _ L b l >  
         < C o m p a n y C u s t o m G i r o > C o m p a n y C u s t o m G i r o < / C o m p a n y C u s t o m G i r o >  
         < C o m p a n y C u s t o m G i r o _ L b l > C o m p a n y C u s t o m G i r o _ L b l < / C o m p a n y C u s t o m G i r o _ L b l >  
         < C o m p a n y E M a i l > C o m p a n y E M a i l < / C o m p a n y E M a i l >  
         < C o m p a n y G i r o N o > C o m p a n y G i r o N o < / C o m p a n y G i r o N o >  
         < C o m p a n y G i r o N o _ L b l > C o m p a n y G i r o N o _ L b l < / C o m p a n y G i r o N o _ L b l >  
         < C o m p a n y H o m e P a g e > C o m p a n y H o m e P a g e < / C o m p a n y H o m e P a g e >  
         < C o m p a n y I B A N > C o m p a n y I B A N < / C o m p a n y I B A N >  
         < C o m p a n y I B A N _ L b l > C o m p a n y I B A N _ L b l < / C o m p a n y I B A N _ L b l >  
         < C o m p a n y L e g a l O f f i c e > C o m p a n y L e g a l O f f i c e < / C o m p a n y L e g a l O f f i c e >  
         < C o m p a n y L e g a l O f f i c e _ L b l > C o m p a n y L e g a l O f f i c e _ L b l < / C o m p a n y L e g a l O f f i c e _ L b l >  
         < C o m p a n y L e g a l S t a t e m e n t > C o m p a n y L e g a l S t a t e m e n t < / C o m p a n y L e g a l S t a t e m e n t >  
         < C o m p a n y L o g o P o s i t i o n > C o m p a n y L o g o P o s i t i o n < / C o m p a n y L o g o P o s i t i o n >  
         < C o m p a n y P h o n e N o > C o m p a n y P h o n e N o < / C o m p a n y P h o n e N o >  
         < C o m p a n y P h o n e N o _ L b l > C o m p a n y P h o n e N o _ L b l < / C o m p a n y P h o n e N o _ L b l >  
         < C o m p a n y P i c t u r e / >  
         < C o m p a n y R e g i s t r a t i o n N u m b e r > C o m p a n y R e g i s t r a t i o n N u m b e r < / C o m p a n y R e g i s t r a t i o n N u m b e r >  
         < C o m p a n y R e g i s t r a t i o n N u m b e r _ L b l > C o m p a n y R e g i s t r a t i o n N u m b e r _ L b l < / C o m p a n y R e g i s t r a t i o n N u m b e r _ L b l >  
         < C o m p a n y S W I F T > C o m p a n y S W I F T < / C o m p a n y S W I F T >  
         < C o m p a n y S W I F T _ L b l > C o m p a n y S W I F T _ L b l < / C o m p a n y S W I F T _ L b l >  
         < C o m p a n y V A T R e g i s t r a t i o n N o > C o m p a n y V A T R e g i s t r a t i o n N o < / C o m p a n y V A T R e g i s t r a t i o n N o >  
         < C o m p a n y V A T R e g i s t r a t i o n N o _ L b l > C o m p a n y V A T R e g i s t r a t i o n N o _ L b l < / C o m p a n y V A T R e g i s t r a t i o n N o _ L b l >  
         < C o m p a n y V A T R e g N o > C o m p a n y V A T R e g N o < / C o m p a n y V A T R e g N o >  
         < C o m p a n y V A T R e g N o _ L b l > C o m p a n y V A T R e g N o _ L b l < / C o m p a n y V A T R e g N o _ L b l >  
         < C o p y _ L b l > C o p y _ L b l < / C o p y _ L b l >  
         < C u s t o m e r A d d r e s s 1 > C u s t o m e r A d d r e s s 1 < / C u s t o m e r A d d r e s s 1 >  
         < C u s t o m e r A d d r e s s 2 > C u s t o m e r A d d r e s s 2 < / C u s t o m e r A d d r e s s 2 >  
         < C u s t o m e r A d d r e s s 3 > C u s t o m e r A d d r e s s 3 < / C u s t o m e r A d d r e s s 3 >  
         < C u s t o m e r A d d r e s s 4 > C u s t o m e r A d d r e s s 4 < / C u s t o m e r A d d r e s s 4 >  
         < C u s t o m e r A d d r e s s 5 > C u s t o m e r A d d r e s s 5 < / C u s t o m e r A d d r e s s 5 >  
         < C u s t o m e r A d d r e s s 6 > C u s t o m e r A d d r e s s 6 < / C u s t o m e r A d d r e s s 6 >  
         < C u s t o m e r A d d r e s s 7 > C u s t o m e r A d d r e s s 7 < / C u s t o m e r A d d r e s s 7 >  
         < C u s t o m e r A d d r e s s 8 > C u s t o m e r A d d r e s s 8 < / C u s t o m e r A d d r e s s 8 >  
         < C u s t o m e r P o s t a l B a r C o d e > C u s t o m e r P o s t a l B a r C o d e < / C u s t o m e r P o s t a l B a r C o d e >  
         < D o c u m e n t C o p y T e x t > D o c u m e n t C o p y T e x t < / D o c u m e n t C o p y T e x t >  
         < D o c u m e n t D a t e > D o c u m e n t D a t e < / D o c u m e n t D a t e >  
         < D o c u m e n t D a t e _ L b l > D o c u m e n t D a t e _ L b l < / D o c u m e n t D a t e _ L b l >  
         < D o c u m e n t N o > D o c u m e n t N o < / D o c u m e n t N o >  
         < D o c u m e n t N o _ L b l > D o c u m e n t N o _ L b l < / D o c u m e n t N o _ L b l >  
         < D u e D a t e > D u e D a t e < / D u e D a t e >  
         < D u e D a t e _ L b l > D u e D a t e _ L b l < / D u e D a t e _ L b l >  
         < E M a i l _ L b l > E M a i l _ L b l < / E M a i l _ L b l >  
         < E x c h a n g e R a t e A s T e x t > E x c h a n g e R a t e A s T e x t < / E x c h a n g e R a t e A s T e x t >  
         < E x t D o c N o _ S a l e s H e a d e r > E x t D o c N o _ S a l e s H e a d e r < / E x t D o c N o _ S a l e s H e a d e r >  
         < E x t D o c N o _ S a l e s H e a d e r _ L b l > E x t D o c N o _ S a l e s H e a d e r _ L b l < / E x t D o c N o _ S a l e s H e a d e r _ L b l >  
         < G l o b a l L o c a t i o n N u m b e r > G l o b a l L o c a t i o n N u m b e r < / G l o b a l L o c a t i o n N u m b e r >  
         < G l o b a l L o c a t i o n N u m b e r _ L b l > G l o b a l L o c a t i o n N u m b e r _ L b l < / G l o b a l L o c a t i o n N u m b e r _ L b l >  
         < H o m e P a g e _ L b l > H o m e P a g e _ L b l < / H o m e P a g e _ L b l >  
         < I n v o i c e _ L b l > I n v o i c e _ L b l < / I n v o i c e _ L b l >  
         < I n v o i c e D i s c o u n t A m o u n t _ L b l > I n v o i c e D i s c o u n t A m o u n t _ L b l < / I n v o i c e D i s c o u n t A m o u n t _ L b l >  
         < I n v o i c e D i s c o u n t B a s e A m o u n t _ L b l > I n v o i c e D i s c o u n t B a s e A m o u n t _ L b l < / I n v o i c e D i s c o u n t B a s e A m o u n t _ L b l >  
         < L e g a l E n t i t y T y p e > L e g a l E n t i t y T y p e < / L e g a l E n t i t y T y p e >  
         < L e g a l E n t i t y T y p e _ L b l > L e g a l E n t i t y T y p e _ L b l < / L e g a l E n t i t y T y p e _ L b l >  
         < L i n e A m o u n t A f t e r I n v o i c e D i s c o u n t _ L b l > L i n e A m o u n t A f t e r I n v o i c e D i s c o u n t _ L b l < / L i n e A m o u n t A f t e r I n v o i c e D i s c o u n t _ L b l >  
         < L o c a l C u r r e n c y _ L b l > L o c a l C u r r e n c y _ L b l < / L o c a l C u r r e n c y _ L b l >  
         < N o t e s > N o t e s < / N o t e s >  
         < P a g e _ L b l > P a g e _ L b l < / P a g e _ L b l >  
         < P a y m e n t M e t h o d D e s c r i p t i o n > P a y m e n t M e t h o d D e s c r i p t i o n < / P a y m e n t M e t h o d D e s c r i p t i o n >  
         < P a y m e n t M e t h o d D e s c r i p t i o n _ L b l > P a y m e n t M e t h o d D e s c r i p t i o n _ L b l < / P a y m e n t M e t h o d D e s c r i p t i o n _ L b l >  
         < P a y m e n t T e r m s D e s c r i p t i o n > P a y m e n t T e r m s D e s c r i p t i o n < / P a y m e n t T e r m s D e s c r i p t i o n >  
         < P a y m e n t T e r m s D e s c r i p t i o n _ L b l > P a y m e n t T e r m s D e s c r i p t i o n _ L b l < / P a y m e n t T e r m s D e s c r i p t i o n _ L b l >  
         < P r i c e s I n c l u d i n g V A T > P r i c e s I n c l u d i n g V A T < / P r i c e s I n c l u d i n g V A T >  
         < P r i c e s I n c l u d i n g V A T _ L b l > P r i c e s I n c l u d i n g V A T _ L b l < / P r i c e s I n c l u d i n g V A T _ L b l >  
         < P r i c e s I n c l u d i n g V A T Y e s N o > P r i c e s I n c l u d i n g V A T Y e s N o < / P r i c e s I n c l u d i n g V A T Y e s N o >  
         < Q u o t e N o > Q u o t e N o < / Q u o t e N o >  
         < Q u o t e N o _ L b l > Q u o t e N o _ L b l < / Q u o t e N o _ L b l >  
         < S a l e s I n v o i c e L i n e D i s c o u n t _ L b l > S a l e s I n v o i c e L i n e D i s c o u n t _ L b l < / S a l e s I n v o i c e L i n e D i s c o u n t _ L b l >  
         < S a l e s P e r s o n _ L b l > S a l e s P e r s o n _ L b l < / S a l e s P e r s o n _ L b l >  
         < S a l e s P e r s o n N a m e > S a l e s P e r s o n N a m e < / S a l e s P e r s o n N a m e >  
         < S a l e s P e r s o n T e x t _ L b l > S a l e s P e r s o n T e x t _ L b l < / S a l e s P e r s o n T e x t _ L b l >  
         < S e l l T o C o n t a c t E m a i l > S e l l T o C o n t a c t E m a i l < / S e l l T o C o n t a c t E m a i l >  
         < S e l l T o C o n t a c t E m a i l L b l > S e l l T o C o n t a c t E m a i l L b l < / S e l l T o C o n t a c t E m a i l L b l >  
         < S e l l T o C o n t a c t M o b i l e P h o n e N o > S e l l T o C o n t a c t M o b i l e P h o n e N o < / S e l l T o C o n t a c t M o b i l e P h o n e N o >  
         < S e l l T o C o n t a c t M o b i l e P h o n e N o L b l > S e l l T o C o n t a c t M o b i l e P h o n e N o L b l < / S e l l T o C o n t a c t M o b i l e P h o n e N o L b l >  
         < S e l l T o C o n t a c t P h o n e N o > S e l l T o C o n t a c t P h o n e N o < / S e l l T o C o n t a c t P h o n e N o >  
         < S e l l T o C o n t a c t P h o n e N o L b l > S e l l T o C o n t a c t P h o n e N o L b l < / S e l l T o C o n t a c t P h o n e N o L b l >  
         < S e l l t o C u s t o m e r N o > S e l l t o C u s t o m e r N o < / S e l l t o C u s t o m e r N o >  
         < S e l l t o C u s t o m e r N o _ L b l > S e l l t o C u s t o m e r N o _ L b l < / S e l l t o C u s t o m e r N o _ L b l >  
         < S e l l T o F a x N o > S e l l T o F a x N o < / S e l l T o F a x N o >  
         < S e l l T o P h o n e N o > S e l l T o P h o n e N o < / S e l l T o P h o n e N o >  
         < S h i p m e n t _ L b l > S h i p m e n t _ L b l < / S h i p m e n t _ L b l >  
         < S h i p m e n t D a t e > S h i p m e n t D a t e < / S h i p m e n t D a t e >  
         < S h i p m e n t D a t e _ L b l > S h i p m e n t D a t e _ L b l < / S h i p m e n t D a t e _ L b l >  
         < S h i p m e n t M e t h o d D e s c r i p t i o n > S h i p m e n t M e t h o d D e s c r i p t i o n < / S h i p m e n t M e t h o d D e s c r i p t i o n >  
         < S h i p m e n t M e t h o d D e s c r i p t i o n _ L b l > S h i p m e n t M e t h o d D e s c r i p t i o n _ L b l < / S h i p m e n t M e t h o d D e s c r i p t i o n _ L b l >  
         < S h i p T o A d d r e s s _ L b l > S h i p T o A d d r e s s _ L b l < / S h i p T o A d d r e s s _ L b l >  
         < S h i p T o A d d r e s s 1 > S h i p T o A d d r e s s 1 < / S h i p T o A d d r e s s 1 >  
         < S h i p T o A d d r e s s 2 > S h i p T o A d d r e s s 2 < / S h i p T o A d d r e s s 2 >  
         < S h i p T o A d d r e s s 3 > S h i p T o A d d r e s s 3 < / S h i p T o A d d r e s s 3 >  
         < S h i p T o A d d r e s s 4 > S h i p T o A d d r e s s 4 < / S h i p T o A d d r e s s 4 >  
         < S h i p T o A d d r e s s 5 > S h i p T o A d d r e s s 5 < / S h i p T o A d d r e s s 5 >  
         < S h i p T o A d d r e s s 6 > S h i p T o A d d r e s s 6 < / S h i p T o A d d r e s s 6 >  
         < S h i p T o A d d r e s s 7 > S h i p T o A d d r e s s 7 < / S h i p T o A d d r e s s 7 >  
         < S h i p T o A d d r e s s 8 > S h i p T o A d d r e s s 8 < / S h i p T o A d d r e s s 8 >  
         < S h i p T o P h o n e N o > S h i p T o P h o n e N o < / S h i p T o P h o n e N o >  
         < S h o w S h i p p i n g A d d r e s s > S h o w S h i p p i n g A d d r e s s < / S h o w S h i p p i n g A d d r e s s >  
         < S h o w W o r k D e s c r i p t i o n > S h o w W o r k D e s c r i p t i o n < / S h o w W o r k D e s c r i p t i o n >  
         < S u b t o t a l _ L b l > S u b t o t a l _ L b l < / S u b t o t a l _ L b l >  
         < T o t a l _ L b l > T o t a l _ L b l < / T o t a l _ L b l >  
         < V A T A m o u n t _ L b l > V A T A m o u n t _ L b l < / V A T A m o u n t _ L b l >  
         < V A T A m o u n t S p e c i f i c a t i o n _ L b l > V A T A m o u n t S p e c i f i c a t i o n _ L b l < / V A T A m o u n t S p e c i f i c a t i o n _ L b l >  
         < V A T B a s e _ L b l > V A T B a s e _ L b l < / V A T B a s e _ L b l >  
         < V A T C l a u s e _ L b l > V A T C l a u s e _ L b l < / V A T C l a u s e _ L b l >  
         < V A T C l a u s e s _ L b l > V A T C l a u s e s _ L b l < / V A T C l a u s e s _ L b l >  
         < V A T I d e n t i f i e r _ L b l > V A T I d e n t i f i e r _ L b l < / V A T I d e n t i f i e r _ L b l >  
         < V A T P e r c e n t a g e _ L b l > V A T P e r c e n t a g e _ L b l < / V A T P e r c e n t a g e _ L b l >  
         < V A T R e g i s t r a t i o n N o > V A T R e g i s t r a t i o n N o < / V A T R e g i s t r a t i o n N o >  
         < V A T R e g i s t r a t i o n N o _ L b l > V A T R e g i s t r a t i o n N o _ L b l < / V A T R e g i s t r a t i o n N o _ L b l >  
         < Y o u r R e f e r e n c e > Y o u r R e f e r e n c e < / Y o u r R e f e r e n c e >  
         < Y o u r R e f e r e n c e _ L b l > Y o u r R e f e r e n c e _ L b l < / Y o u r R e f e r e n c e _ L b l >  
         < L i n e >  
             < A m o u n t E x c l u d i n g V A T _ L i n e > A m o u n t E x c l u d i n g V A T _ L i n e < / A m o u n t E x c l u d i n g V A T _ L i n e >  
             < A m o u n t E x c l u d i n g V A T _ L i n e _ L b l > A m o u n t E x c l u d i n g V A T _ L i n e _ L b l < / A m o u n t E x c l u d i n g V A T _ L i n e _ L b l >  
             < A m o u n t I n c l u d i n g V A T _ L i n e > A m o u n t I n c l u d i n g V A T _ L i n e < / A m o u n t I n c l u d i n g V A T _ L i n e >  
             < A m o u n t I n c l u d i n g V A T _ L i n e _ L b l > A m o u n t I n c l u d i n g V A T _ L i n e _ L b l < / A m o u n t I n c l u d i n g V A T _ L i n e _ L b l >  
             < D e s c r i p t i o n _ L i n e > D e s c r i p t i o n _ L i n e < / D e s c r i p t i o n _ L i n e >  
             < D e s c r i p t i o n _ L i n e _ L b l > D e s c r i p t i o n _ L i n e _ L b l < / D e s c r i p t i o n _ L i n e _ L b l >  
             < I t e m N o _ L i n e > I t e m N o _ L i n e < / I t e m N o _ L i n e >  
             < I t e m N o _ L i n e _ L b l > I t e m N o _ L i n e _ L b l < / I t e m N o _ L i n e _ L b l >  
             < I t e m R e f e r e n c e N o > I t e m R e f e r e n c e N o < / I t e m R e f e r e n c e N o >  
             < I t e m R e f e r e n c e N o _ L b l > I t e m R e f e r e n c e N o _ L b l < / I t e m R e f e r e n c e N o _ L b l >  
             < L i n e A m o u n t _ L i n e > L i n e A m o u n t _ L i n e < / L i n e A m o u n t _ L i n e >  
             < L i n e A m o u n t _ L i n e _ L b l > L i n e A m o u n t _ L i n e _ L b l < / L i n e A m o u n t _ L i n e _ L b l >  
             < L i n e D i s c o u n t P e r c e n t _ L i n e > L i n e D i s c o u n t P e r c e n t _ L i n e < / L i n e D i s c o u n t P e r c e n t _ L i n e >  
             < L i n e D i s c o u n t P e r c e n t T e x t _ L i n e > L i n e D i s c o u n t P e r c e n t T e x t _ L i n e < / L i n e D i s c o u n t P e r c e n t T e x t _ L i n e >  
             < L i n e N o _ L i n e > L i n e N o _ L i n e < / L i n e N o _ L i n e >  
             < P l a n n e d S h i p m e n t D a t e _ L i n e > P l a n n e d S h i p m e n t D a t e _ L i n e < / P l a n n e d S h i p m e n t D a t e _ L i n e >  
             < P l a n n e d S h i p m e n t D a t e _ L i n e _ L b l > P l a n n e d S h i p m e n t D a t e _ L i n e _ L b l < / P l a n n e d S h i p m e n t D a t e _ L i n e _ L b l >  
             < Q u a n t i t y _ L i n e > Q u a n t i t y _ L i n e < / Q u a n t i t y _ L i n e >  
             < Q u a n t i t y _ L i n e _ L b l > Q u a n t i t y _ L i n e _ L b l < / Q u a n t i t y _ L i n e _ L b l >  
             < S h i p m e n t D a t e _ L i n e > S h i p m e n t D a t e _ L i n e < / S h i p m e n t D a t e _ L i n e >  
             < S h i p m e n t D a t e _ L i n e _ L b l > S h i p m e n t D a t e _ L i n e _ L b l < / S h i p m e n t D a t e _ L i n e _ L b l >  
             < T r a n s H e a d e r A m o u n t > T r a n s H e a d e r A m o u n t < / T r a n s H e a d e r A m o u n t >  
             < T y p e _ L i n e > T y p e _ L i n e < / T y p e _ L i n e >  
             < U n i t O f M e a s u r e > U n i t O f M e a s u r e < / U n i t O f M e a s u r e >  
             < U n i t O f M e a s u r e _ L b l > U n i t O f M e a s u r e _ L b l < / U n i t O f M e a s u r e _ L b l >  
             < U n i t P r i c e > U n i t P r i c e < / U n i t P r i c e >  
             < U n i t P r i c e _ L b l > U n i t P r i c e _ L b l < / U n i t P r i c e _ L b l >  
             < V A T I d e n t i f i e r _ L i n e > V A T I d e n t i f i e r _ L i n e < / V A T I d e n t i f i e r _ L i n e >  
             < V A T I d e n t i f i e r _ L i n e _ L b l > V A T I d e n t i f i e r _ L i n e _ L b l < / V A T I d e n t i f i e r _ L i n e _ L b l >  
             < V A T P c t _ L i n e > V A T P c t _ L i n e < / V A T P c t _ L i n e >  
             < V A T P c t _ L i n e _ L b l > V A T P c t _ L i n e _ L b l < / V A T P c t _ L i n e _ L b l >  
             < A s s e m b l y L i n e >  
                 < D e s c r i p t i o n _ A s s e m b l y L i n e > D e s c r i p t i o n _ A s s e m b l y L i n e < / D e s c r i p t i o n _ A s s e m b l y L i n e >  
                 < L i n e N o _ A s s e m b l y L i n e > L i n e N o _ A s s e m b l y L i n e < / L i n e N o _ A s s e m b l y L i n e >  
                 < Q u a n t i t y _ A s s e m b l y L i n e > Q u a n t i t y _ A s s e m b l y L i n e < / Q u a n t i t y _ A s s e m b l y L i n e >  
                 < U n i t O f M e a s u r e _ A s s e m b l y L i n e > U n i t O f M e a s u r e _ A s s e m b l y L i n e < / U n i t O f M e a s u r e _ A s s e m b l y L i n e >  
                 < V a r i a n t C o d e _ A s s e m b l y L i n e > V a r i a n t C o d e _ A s s e m b l y L i n e < / V a r i a n t C o d e _ A s s e m b l y L i n e >  
                 < S e r v i c e C o m m i t m e n t H e a d e r F o r S a l e s L i n e >  
                     < S e r v i c e C o m m i t m e n t F o r L i n e D e s c r i p t i o n _ L b l > S e r v i c e C o m m i t m e n t F o r L i n e D e s c r i p t i o n _ L b l < / S e r v i c e C o m m i t m e n t F o r L i n e D e s c r i p t i o n _ L b l >  
                     < S e r v i c e C o m m i t m e n t F o r L i n e D i s c o u n t _ L b l > S e r v i c e C o m m i t m e n t F o r L i n e D i s c o u n t _ L b l < / S e r v i c e C o m m i t m e n t F o r L i n e D i s c o u n t _ L b l >  
                     < S e r v i c e C o m m i t m e n t F o r L i n e P r i c e _ L b l > S e r v i c e C o m m i t m e n t F o r L i n e P r i c e _ L b l < / S e r v i c e C o m m i t m e n t F o r L i n e P r i c e _ L b l >  
                     < S e r v i c e C o m m i t m e n t F o r L i n e >  
                         < S e r v i c e C o m m i t m e n t F o r L i n e D e s c r i p t i o n > S e r v i c e C o m m i t m e n t F o r L i n e D e s c r i p t i o n < / S e r v i c e C o m m i t m e n t F o r L i n e D e s c r i p t i o n >  
                         < S e r v i c e C o m m i t m e n t F o r L i n e D i s c o u n t > S e r v i c e C o m m i t m e n t F o r L i n e D i s c o u n t < / S e r v i c e C o m m i t m e n t F o r L i n e D i s c o u n t >  
                         < S e r v i c e C o m m i t m e n t F o r L i n e L i n e N o > S e r v i c e C o m m i t m e n t F o r L i n e L i n e N o < / S e r v i c e C o m m i t m e n t F o r L i n e L i n e N o >  
                         < S e r v i c e C o m m i t m e n t F o r L i n e P r i c e > S e r v i c e C o m m i t m e n t F o r L i n e P r i c e < / S e r v i c e C o m m i t m e n t F o r L i n e P r i c e >  
                     < / S e r v i c e C o m m i t m e n t F o r L i n e >  
                 < / S e r v i c e C o m m i t m e n t H e a d e r F o r S a l e s L i n e >  
             < / A s s e m b l y L i n e >  
         < / L i n e >  
         < W o r k D e s c r i p t i o n L i n e s >  
             < W o r k D e s c r i p t i o n L i n e > W o r k D e s c r i p t i o n L i n e < / W o r k D e s c r i p t i o n L i n e >  
             < W o r k D e s c r i p t i o n L i n e N u m b e r > W o r k D e s c r i p t i o n L i n e N u m b e r < / W o r k D e s c r i p t i o n L i n e N u m b e r >  
         < / W o r k D e s c r i p t i o n L i n e s >  
         < V A T A m o u n t L i n e >  
             < I n v o i c e D i s c o u n t A m o u n t _ V A T A m o u n t L i n e > I n v o i c e D i s c o u n t A m o u n t _ V A T A m o u n t L i n e < / I n v o i c e D i s c o u n t A m o u n t _ V A T A m o u n t L i n e >  
             < I n v o i c e D i s c o u n t A m o u n t _ V A T A m o u n t L i n e _ L b l > I n v o i c e D i s c o u n t A m o u n t _ V A T A m o u n t L i n e _ L b l < / I n v o i c e D i s c o u n t A m o u n t _ V A T A m o u n t L i n e _ L b l >  
             < I n v o i c e D i s c o u n t B a s e A m o u n t _ V A T A m o u n t L i n e > I n v o i c e D i s c o u n t B a s e A m o u n t _ V A T A m o u n t L i n e < / I n v o i c e D i s c o u n t B a s e A m o u n t _ V A T A m o u n t L i n e >  
             < I n v o i c e D i s c o u n t B a s e A m o u n t _ V A T A m o u n t L i n e _ L b l > I n v o i c e D i s c o u n t B a s e A m o u n t _ V A T A m o u n t L i n e _ L b l < / I n v o i c e D i s c o u n t B a s e A m o u n t _ V A T A m o u n t L i n e _ L b l >  
             < L i n e A m o u n t _ V a t A m o u n t L i n e > L i n e A m o u n t _ V a t A m o u n t L i n e < / L i n e A m o u n t _ V a t A m o u n t L i n e >  
             < L i n e A m o u n t _ V a t A m o u n t L i n e _ L b l > L i n e A m o u n t _ V a t A m o u n t L i n e _ L b l < / L i n e A m o u n t _ V a t A m o u n t L i n e _ L b l >  
             < N o O f V A T I d e n t i f i e r s > N o O f V A T I d e n t i f i e r s < / N o O f V A T I d e n t i f i e r s >  
             < V A T A m o u n t _ V a t A m o u n t L i n e > V A T A m o u n t _ V a t A m o u n t L i n e < / V A T A m o u n t _ V a t A m o u n t L i n e >  
             < V A T A m o u n t _ V a t A m o u n t L i n e _ L b l > V A T A m o u n t _ V a t A m o u n t L i n e _ L b l < / V A T A m o u n t _ V a t A m o u n t L i n e _ L b l >  
             < V A T A m o u n t L C Y _ V A T A m o u n t L i n e > V A T A m o u n t L C Y _ V A T A m o u n t L i n e < / V A T A m o u n t L C Y _ V A T A m o u n t L i n e >  
             < V A T A m o u n t L C Y _ V A T A m o u n t L i n e _ L b l > V A T A m o u n t L C Y _ V A T A m o u n t L i n e _ L b l < / V A T A m o u n t L C Y _ V A T A m o u n t L i n e _ L b l >  
             < V A T B a s e _ V a t A m o u n t L i n e > V A T B a s e _ V a t A m o u n t L i n e < / V A T B a s e _ V a t A m o u n t L i n e >  
             < V A T B a s e _ V a t A m o u n t L i n e _ L b l > V A T B a s e _ V a t A m o u n t L i n e _ L b l < / V A T B a s e _ V a t A m o u n t L i n e _ L b l >  
             < V A T B a s e L C Y _ V A T A m o u n t L i n e > V A T B a s e L C Y _ V A T A m o u n t L i n e < / V A T B a s e L C Y _ V A T A m o u n t L i n e >  
             < V A T B a s e L C Y _ V A T A m o u n t L i n e _ L b l > V A T B a s e L C Y _ V A T A m o u n t L i n e _ L b l < / V A T B a s e L C Y _ V A T A m o u n t L i n e _ L b l >  
             < V A T I d e n t i f i e r _ V a t A m o u n t L i n e > V A T I d e n t i f i e r _ V a t A m o u n t L i n e < / V A T I d e n t i f i e r _ V a t A m o u n t L i n e >  
             < V A T I d e n t i f i e r _ V a t A m o u n t L i n e _ L b l > V A T I d e n t i f i e r _ V a t A m o u n t L i n e _ L b l < / V A T I d e n t i f i e r _ V a t A m o u n t L i n e _ L b l >  
             < V A T P c t _ V a t A m o u n t L i n e > V A T P c t _ V a t A m o u n t L i n e < / V A T P c t _ V a t A m o u n t L i n e >  
             < V A T P c t _ V a t A m o u n t L i n e _ L b l > V A T P c t _ V a t A m o u n t L i n e _ L b l < / V A T P c t _ V a t A m o u n t L i n e _ L b l >  
         < / V A T A m o u n t L i n e >  
         < V A T C l a u s e L i n e >  
             < C o d e _ V A T C l a u s e L i n e > C o d e _ V A T C l a u s e L i n e < / C o d e _ V A T C l a u s e L i n e >  
             < C o d e _ V A T C l a u s e L i n e _ L b l > C o d e _ V A T C l a u s e L i n e _ L b l < / C o d e _ V A T C l a u s e L i n e _ L b l >  
             < D e s c r i p t i o n _ V A T C l a u s e L i n e > D e s c r i p t i o n _ V A T C l a u s e L i n e < / D e s c r i p t i o n _ V A T C l a u s e L i n e >  
             < D e s c r i p t i o n 2 _ V A T C l a u s e L i n e > D e s c r i p t i o n 2 _ V A T C l a u s e L i n e < / D e s c r i p t i o n 2 _ V A T C l a u s e L i n e >  
             < N o O f V A T C l a u s e s > N o O f V A T C l a u s e s < / N o O f V A T C l a u s e s >  
             < V A T A m o u n t _ V A T C l a u s e L i n e > V A T A m o u n t _ V A T C l a u s e L i n e < / V A T A m o u n t _ V A T C l a u s e L i n e >  
             < V A T I d e n t i f i e r _ V A T C l a u s e L i n e > V A T I d e n t i f i e r _ V A T C l a u s e L i n e < / V A T I d e n t i f i e r _ V A T C l a u s e L i n e >  
         < / V A T C l a u s e L i n e >  
         < R e p o r t T o t a l s L i n e >  
             < A m o u n t _ R e p o r t T o t a l s L i n e > A m o u n t _ R e p o r t T o t a l s L i n e < / A m o u n t _ R e p o r t T o t a l s L i n e >  
             < A m o u n t F o r m a t t e d _ R e p o r t T o t a l s L i n e > A m o u n t F o r m a t t e d _ R e p o r t T o t a l s L i n e < / A m o u n t F o r m a t t e d _ R e p o r t T o t a l s L i n e >  
             < D e s c r i p t i o n _ R e p o r t T o t a l s L i n e > D e s c r i p t i o n _ R e p o r t T o t a l s L i n e < / D e s c r i p t i o n _ R e p o r t T o t a l s L i n e >  
             < F o n t B o l d _ R e p o r t T o t a l s L i n e > F o n t B o l d _ R e p o r t T o t a l s L i n e < / F o n t B o l d _ R e p o r t T o t a l s L i n e >  
             < F o n t U n d e r l i n e _ R e p o r t T o t a l s L i n e > F o n t U n d e r l i n e _ R e p o r t T o t a l s L i n e < / F o n t U n d e r l i n e _ R e p o r t T o t a l s L i n e >  
         < / R e p o r t T o t a l s L i n e >  
         < S e r v i c e C o m m i t m e n t F o r L i n e C a p t i o n >  
             < S e r v i c e C o m m i t m e n t F o r L i n e T o t a l T e x t _ L b l > S e r v i c e C o m m i t m e n t F o r L i n e T o t a l T e x t _ L b l < / S e r v i c e C o m m i t m e n t F o r L i n e T o t a l T e x t _ L b l >  
         < / S e r v i c e C o m m i t m e n t F o r L i n e C a p t i o n >  
         < S e r v i c e C o m m i t m e n t s G r o u p >  
             < S e r v i c e C o m m i t m e n t s G r o u p P e r P e r i o d >  
                 < S e r v i c e C o m m i t m e n t s G r o u p P e r P e r i o d N a m e > S e r v i c e C o m m i t m e n t s G r o u p P e r P e r i o d N a m e < / S e r v i c e C o m m i t m e n t s G r o u p P e r P e r i o d N a m e >  
                 < S e r v i c e C o m m i t m e n t s G r o u p P e r P e r i o d T y p e > S e r v i c e C o m m i t m e n t s G r o u p P e r P e r i o d T y p e < / S e r v i c e C o m m i t m e n t s G r o u p P e r P e r i o d T y p e >  
                 < S e r v i c e C o m m i t m e n t s G r o u p P e r P e r i o d V a l u e > S e r v i c e C o m m i t m e n t s G r o u p P e r P e r i o d V a l u e < / S e r v i c e C o m m i t m e n t s G r o u p P e r P e r i o d V a l u e >  
             < / S e r v i c e C o m m i t m e n t s G r o u p P e r P e r i o d >  
         < / S e r v i c e C o m m i t m e n t s G r o u p >  
         < L e t t e r T e x t >  
             < B o d y T e x t > B o d y T e x t < / B o d y T e x t >  
             < C l o s i n g T e x t > C l o s i n g T e x t < / C l o s i n g T e x t >  
             < G r e e t i n g T e x t > G r e e t i n g T e x t < / G r e e t i n g T e x t >  
             < P m t D i s c T e x t > P m t D i s c T e x t < / P m t D i s c T e x t >  
         < / L e t t e r T e x t >  
         < T o t a l s >  
             < C u r r e n c y C o d e > C u r r e n c y C o d e < / C u r r e n c y C o d e >  
             < C u r r e n c y S y m b o l > C u r r e n c y S y m b o l < / C u r r e n c y S y m b o l >  
             < T o t a l A m o u n t I n c l u d i n g V A T > T o t a l A m o u n t I n c l u d i n g V A T < / T o t a l A m o u n t I n c l u d i n g V A T >  
             < T o t a l E x c l u d i n g V A T T e x t > T o t a l E x c l u d i n g V A T T e x t < / T o t a l E x c l u d i n g V A T T e x t >  
             < T o t a l I n c l u d i n g V A T T e x t > T o t a l I n c l u d i n g V A T T e x t < / T o t a l I n c l u d i n g V A T T e x t >  
             < T o t a l I n v o i c e D i s c o u n t A m o u n t > T o t a l I n v o i c e D i s c o u n t A m o u n t < / T o t a l I n v o i c e D i s c o u n t A m o u n t >  
             < T o t a l N e t A m o u n t > T o t a l N e t A m o u n t < / T o t a l N e t A m o u n t >  
             < T o t a l P a y m e n t D i s c o u n t O n V A T > T o t a l P a y m e n t D i s c o u n t O n V A T < / T o t a l P a y m e n t D i s c o u n t O n V A T >  
             < T o t a l S u b T o t a l > T o t a l S u b T o t a l < / T o t a l S u b T o t a l >  
             < T o t a l S u b T o t a l M i n u s I n v o i c e D i s c o u n t > T o t a l S u b T o t a l M i n u s I n v o i c e D i s c o u n t < / T o t a l S u b T o t a l M i n u s I n v o i c e D i s c o u n t >  
             < T o t a l T e x t > T o t a l T e x t < / T o t a l T e x t >  
             < T o t a l V A T A m o u n t > T o t a l V A T A m o u n t < / T o t a l V A T A m o u n t >  
             < T o t a l V A T A m o u n t L C Y > T o t a l V A T A m o u n t L C Y < / T o t a l V A T A m o u n t L C Y >  
             < T o t a l V A T A m o u n t T e x t > T o t a l V A T A m o u n t T e x t < / T o t a l V A T A m o u n t T e x t >  
             < T o t a l V A T B a s e L C Y > T o t a l V A T B a s e L C Y < / T o t a l V A T B a s e L C Y >  
         < / T o t a l s >  
     < / H e a d e r >  
 < / N a v W o r d R e p o r t X m l P a r t > 
</file>

<file path=customXml/item3.xml>��< ? x m l   v e r s i o n = " 1 . 0 "   e n c o d i n g = " u t f - 1 6 " ? > < N a v W o r d R e p o r t X m l P a r t   x m l n s = " u r n : m i c r o s o f t - d y n a m i c s - b u s i n e s s c e n t r a l / i n t e r n a l / e x t e n d e d / r e p o r t s / S t a n d a r d _ S a l e s _ O r d e r _ C o n f / 1 3 0 5 / " >  
     < B C R e p o r t I n f o r m a t i o n >  
         < R e p o r t M e t a d a t a >  
             < E x t e n s i o n I d > E x t e n s i o n   I D < / E x t e n s i o n I d >  
             < E x t e n s i o n N a m e > E x t e n s i o n   N a m e < / E x t e n s i o n N a m e >  
             < E x t e n s i o n P u b l i s h e r > E x t e n s i o n   P u b l i s h e r < / E x t e n s i o n P u b l i s h e r >  
             < E x t e n s i o n V e r s i o n > E x t e n s i o n   V e r s i o n < / E x t e n s i o n V e r s i o n >  
             < R e p o r t I d > R e p o r t   I D < / R e p o r t I d >  
             < R e p o r t N a m e > R e p o r t   N a m e < / R e p o r t N a m e >  
             < A b o u t T h i s R e p o r t T i t l e > A b o u t   T h i s   R e p o r t   T i t l e < / A b o u t T h i s R e p o r t T i t l e >  
             < A b o u t T h i s R e p o r t T e x t > A b o u t   T h i s   R e p o r t   T e x t < / A b o u t T h i s R e p o r t T e x t >  
             < R e p o r t H e l p L i n k > R e p o r t   H e l p   L i n k < / R e p o r t H e l p L i n k >  
         < / R e p o r t M e t a d a t a >  
         < R e p o r t R e q u e s t >  
             < T e n a n t E n t r a I d > T e n a n t   E n t r a   I d < / T e n a n t E n t r a I d >  
             < E n v i r o n m e n t N a m e > E n v i r o n m e n t   N a m e < / E n v i r o n m e n t N a m e >  
             < E n v i r o n m e n t T y p e > E n v i r o n m e n t   T y p e < / E n v i r o n m e n t T y p e >  
             < C o m p a n y N a m e > C o m p a n y   N a m e < / C o m p a n y N a m e >  
             < C o m p a n y D i s p l a y N a m e > C o m p a n y   D i s p l a y   N a m e < / C o m p a n y D i s p l a y N a m e >  
             < C o m p a n y I d > C o m p a n y   I D < / C o m p a n y I d >  
             < U s e r N a m e > U s e r   N a m e < / U s e r N a m e >  
             < D a t e A n d T i m e > D a t e   a n d   T i m e < / D a t e A n d T i m e >  
             < L a n g u a g e > L a n g u a g e < / L a n g u a g e >  
             < F o r m a t R e g i o n > F o r m a t   R e g i o n < / F o r m a t R e g i o n >  
             < D a t e T i m e V a l u e s >  
                 < Y e a r > Y e a r < / Y e a r >  
                 < M o n t h N u m b e r > M o n t h   N u m b e r < / M o n t h N u m b e r >  
                 < D a y N u m b e r > D a y   N u m b e r < / D a y N u m b e r >  
                 < H o u r > H o u r < / H o u r >  
                 < M i n u t e > M i n u t e < / M i n u t e >  
             < / D a t e T i m e V a l u e s >  
         < / R e p o r t R e q u e s t >  
     < / B C R e p o r t I n f o r m a t i o n >  
     < T o o l t i p s / >  
     < H e a d e r   E l e m e n t T y p e = " D a t a I t e m "   E l e m e n t I d = " 1 2 4 0 3 7 3 8 8 6 " >  
         < B i l l T o C o n t a c t E m a i l   E l e m e n t T y p e = " C o l u m n "   E l e m e n t I d = " 3 3 5 8 2 7 8 9 5 "   D a t a T y p e = " T e x t " > B i l l T o C o n t a c t E m a i l < / B i l l T o C o n t a c t E m a i l >  
         < B i l l T o C o n t a c t E m a i l L b l   E l e m e n t T y p e = " C o l u m n "   E l e m e n t I d = " 2 9 6 4 7 8 3 6 5 "   D a t a T y p e = " T e x t C o n s t " > B i l l T o C o n t a c t E m a i l L b l < / B i l l T o C o n t a c t E m a i l L b l >  
         < B i l l T o C o n t a c t M o b i l e P h o n e N o   E l e m e n t T y p e = " C o l u m n "   E l e m e n t I d = " 2 4 8 4 8 8 6 9 6 "   D a t a T y p e = " T e x t " > B i l l T o C o n t a c t M o b i l e P h o n e N o < / B i l l T o C o n t a c t M o b i l e P h o n e N o >  
         < B i l l T o C o n t a c t M o b i l e P h o n e N o L b l   E l e m e n t T y p e = " C o l u m n "   E l e m e n t I d = " 2 7 6 3 1 1 3 3 8 "   D a t a T y p e = " T e x t C o n s t " > B i l l T o C o n t a c t M o b i l e P h o n e N o L b l < / B i l l T o C o n t a c t M o b i l e P h o n e N o L b l >  
         < B i l l T o C o n t a c t P h o n e N o   E l e m e n t T y p e = " C o l u m n "   E l e m e n t I d = " 3 6 2 4 7 7 4 8 8 "   D a t a T y p e = " T e x t " > B i l l T o C o n t a c t P h o n e N o < / B i l l T o C o n t a c t P h o n e N o >  
         < B i l l T o C o n t a c t P h o n e N o L b l   E l e m e n t T y p e = " C o l u m n "   E l e m e n t I d = " 2 1 2 3 3 4 5 9 6 6 "   D a t a T y p e = " T e x t C o n s t " > B i l l T o C o n t a c t P h o n e N o L b l < / B i l l T o C o n t a c t P h o n e N o L b l >  
         < B i l l t o C u s t o m e r N o _ L b l   E l e m e n t T y p e = " C o l u m n "   E l e m e n t I d = " 3 6 9 3 0 7 8 1 3 "   D a t a T y p e = " S t r i n g " > B i l l t o C u s t o m e r N o _ L b l < / B i l l t o C u s t o m e r N o _ L b l >  
         < B i l l t o C u s t u m e r N o   E l e m e n t T y p e = " C o l u m n "   E l e m e n t I d = " 2 8 0 4 7 3 0 5 8 "   D a t a T y p e = " C o d e " > B i l l t o C u s t u m e r N o < / B i l l t o C u s t u m e r N o >  
         < C o m p a n y A d d r e s s 1   E l e m e n t T y p e = " C o l u m n "   E l e m e n t I d = " 1 8 8 4 1 6 4 3 2 3 "   D a t a T y p e = " T e x t " > C o m p a n y A d d r e s s 1 < / C o m p a n y A d d r e s s 1 >  
         < C o m p a n y A d d r e s s 2   E l e m e n t T y p e = " C o l u m n "   E l e m e n t I d = " 1 2 4 6 4 6 7 7 0 6 "   D a t a T y p e = " T e x t " > C o m p a n y A d d r e s s 2 < / C o m p a n y A d d r e s s 2 >  
         < C o m p a n y A d d r e s s 3   E l e m e n t T y p e = " C o l u m n "   E l e m e n t I d = " 6 0 8 7 7 1 0 8 9 "   D a t a T y p e = " T e x t " > C o m p a n y A d d r e s s 3 < / C o m p a n y A d d r e s s 3 >  
         < C o m p a n y A d d r e s s 4   E l e m e n t T y p e = " C o l u m n "   E l e m e n t I d = " 7 7 7 6 8 0 1 1 2 "   D a t a T y p e = " T e x t " > C o m p a n y A d d r e s s 4 < / C o m p a n y A d d r e s s 4 >  
         < C o m p a n y A d d r e s s 5   E l e m e n t T y p e = " C o l u m n "   E l e m e n t I d = " 1 3 9 9 8 3 4 9 5 "   D a t a T y p e = " T e x t " > C o m p a n y A d d r e s s 5 < / C o m p a n y A d d r e s s 5 >  
         < C o m p a n y A d d r e s s 6   E l e m e n t T y p e = " C o l u m n "   E l e m e n t I d = " 4 9 7 7 1 3 1 2 2 "   D a t a T y p e = " T e x t " > C o m p a n y A d d r e s s 6 < / C o m p a n y A d d r e s s 6 >  
         < C o m p a n y A d d r e s s 7   E l e m e n t T y p e = " C o l u m n "   E l e m e n t I d = " 1 1 3 5 4 0 9 7 3 9 "   D a t a T y p e = " T e x t " > C o m p a n y A d d r e s s 7 < / C o m p a n y A d d r e s s 7 >  
         < C o m p a n y A d d r e s s 8   E l e m e n t T y p e = " C o l u m n "   E l e m e n t I d = " 1 7 1 5 2 5 5 3 0 0 "   D a t a T y p e = " T e x t " > C o m p a n y A d d r e s s 8 < / C o m p a n y A d d r e s s 8 >  
         < C o m p a n y B a n k A c c o u n t N o   E l e m e n t T y p e = " C o l u m n "   E l e m e n t I d = " 3 0 1 4 0 2 0 4 "   D a t a T y p e = " T e x t " > C o m p a n y B a n k A c c o u n t N o < / C o m p a n y B a n k A c c o u n t N o >  
         < C o m p a n y B a n k A c c o u n t N o _ L b l   E l e m e n t T y p e = " C o l u m n "   E l e m e n t I d = " 1 0 9 7 7 4 3 3 4 5 "   D a t a T y p e = " T e x t C o n s t " > C o m p a n y B a n k A c c o u n t N o _ L b l < / C o m p a n y B a n k A c c o u n t N o _ L b l >  
         < C o m p a n y B a n k B r a n c h N o   E l e m e n t T y p e = " C o l u m n "   E l e m e n t I d = " 7 9 3 1 3 3 0 5 7 "   D a t a T y p e = " T e x t " > C o m p a n y B a n k B r a n c h N o < / C o m p a n y B a n k B r a n c h N o >  
         < C o m p a n y B a n k B r a n c h N o _ L b l   E l e m e n t T y p e = " C o l u m n "   E l e m e n t I d = " 3 2 7 9 0 6 6 9 2 "   D a t a T y p e = " S t r i n g " > C o m p a n y B a n k B r a n c h N o _ L b l < / C o m p a n y B a n k B r a n c h N o _ L b l >  
         < C o m p a n y B a n k N a m e   E l e m e n t T y p e = " C o l u m n "   E l e m e n t I d = " 1 5 3 4 9 0 5 6 0 5 "   D a t a T y p e = " T e x t " > C o m p a n y B a n k N a m e < / C o m p a n y B a n k N a m e >  
         < C o m p a n y B a n k N a m e _ L b l   E l e m e n t T y p e = " C o l u m n "   E l e m e n t I d = " 1 2 0 4 3 0 7 0 1 4 "   D a t a T y p e = " T e x t C o n s t " > C o m p a n y B a n k N a m e _ L b l < / C o m p a n y B a n k N a m e _ L b l >  
         < C o m p a n y C u s t o m G i r o   E l e m e n t T y p e = " C o l u m n "   E l e m e n t I d = " 1 6 7 0 4 7 5 7 9 8 "   D a t a T y p e = " T e x t " > C o m p a n y C u s t o m G i r o < / C o m p a n y C u s t o m G i r o >  
         < C o m p a n y C u s t o m G i r o _ L b l   E l e m e n t T y p e = " C o l u m n "   E l e m e n t I d = " 8 9 1 4 3 9 6 2 5 "   D a t a T y p e = " T e x t " > C o m p a n y C u s t o m G i r o _ L b l < / C o m p a n y C u s t o m G i r o _ L b l >  
         < C o m p a n y E M a i l   E l e m e n t T y p e = " C o l u m n "   E l e m e n t I d = " 1 6 7 7 0 7 4 0 5 8 "   D a t a T y p e = " T e x t " > C o m p a n y E M a i l < / C o m p a n y E M a i l >  
         < C o m p a n y G i r o N o   E l e m e n t T y p e = " C o l u m n "   E l e m e n t I d = " 1 3 6 0 1 9 6 3 2 0 "   D a t a T y p e = " T e x t " > C o m p a n y G i r o N o < / C o m p a n y G i r o N o >  
         < C o m p a n y G i r o N o _ L b l   E l e m e n t T y p e = " C o l u m n "   E l e m e n t I d = " 8 6 1 6 0 2 1 1 5 "   D a t a T y p e = " T e x t C o n s t " > C o m p a n y G i r o N o _ L b l < / C o m p a n y G i r o N o _ L b l >  
         < C o m p a n y H o m e P a g e   E l e m e n t T y p e = " C o l u m n "   E l e m e n t I d = " 1 9 8 9 1 8 8 7 0 "   D a t a T y p e = " T e x t " > C o m p a n y H o m e P a g e < / C o m p a n y H o m e P a g e >  
         < C o m p a n y I B A N   E l e m e n t T y p e = " C o l u m n "   E l e m e n t I d = " 9 0 6 5 4 9 1 8 2 "   D a t a T y p e = " C o d e " > C o m p a n y I B A N < / C o m p a n y I B A N >  
         < C o m p a n y I B A N _ L b l   E l e m e n t T y p e = " C o l u m n "   E l e m e n t I d = " 1 2 6 7 9 5 2 2 2 7 "   D a t a T y p e = " S t r i n g " > C o m p a n y I B A N _ L b l < / C o m p a n y I B A N _ L b l >  
         < C o m p a n y L e g a l O f f i c e   E l e m e n t T y p e = " C o l u m n "   E l e m e n t I d = " 7 1 4 2 5 8 1 1 1 "   D a t a T y p e = " T e x t " > C o m p a n y L e g a l O f f i c e < / C o m p a n y L e g a l O f f i c e >  
         < C o m p a n y L e g a l O f f i c e _ L b l   E l e m e n t T y p e = " C o l u m n "   E l e m e n t I d = " 1 5 3 3 1 7 5 1 0 8 "   D a t a T y p e = " T e x t " > C o m p a n y L e g a l O f f i c e _ L b l < / C o m p a n y L e g a l O f f i c e _ L b l >  
         < C o m p a n y L e g a l S t a t e m e n t   E l e m e n t T y p e = " C o l u m n "   E l e m e n t I d = " 4 4 8 3 5 8 8 7 6 "   D a t a T y p e = " T e x t " > C o m p a n y L e g a l S t a t e m e n t < / C o m p a n y L e g a l S t a t e m e n t >  
         < C o m p a n y L o g o P o s i t i o n   E l e m e n t T y p e = " C o l u m n "   E l e m e n t I d = " 1 4 2 5 2 6 6 6 8 8 "   D a t a T y p e = " I n t e g e r " > C o m p a n y L o g o P o s i t i o n < / C o m p a n y L o g o P o s i t i o n >  
         < C o m p a n y P h o n e N o   E l e m e n t T y p e = " C o l u m n "   E l e m e n t I d = " 2 5 0 4 4 0 6 5 5 "   D a t a T y p e = " T e x t " > C o m p a n y P h o n e N o < / C o m p a n y P h o n e N o >  
         < C o m p a n y P h o n e N o _ L b l   E l e m e n t T y p e = " C o l u m n "   E l e m e n t I d = " 5 5 8 5 9 3 5 8 6 "   D a t a T y p e = " T e x t C o n s t " > C o m p a n y P h o n e N o _ L b l < / C o m p a n y P h o n e N o _ L b l >  
         < C o m p a n y P i c t u r e   E l e m e n t T y p e = " C o l u m n "   E l e m e n t I d = " 1 3 9 7 4 1 1 0 7 4 "   D a t a T y p e = " B L O B " / >  
         < C o m p a n y R e g i s t r a t i o n N u m b e r   E l e m e n t T y p e = " C o l u m n "   E l e m e n t I d = " 2 0 2 3 6 3 9 4 2 4 "   D a t a T y p e = " T e x t " > C o m p a n y R e g i s t r a t i o n N u m b e r < / C o m p a n y R e g i s t r a t i o n N u m b e r >  
         < C o m p a n y R e g i s t r a t i o n N u m b e r _ L b l   E l e m e n t T y p e = " C o l u m n "   E l e m e n t I d = " 1 8 3 3 1 0 6 6 5 3 "   D a t a T y p e = " T e x t " > C o m p a n y R e g i s t r a t i o n N u m b e r _ L b l < / C o m p a n y R e g i s t r a t i o n N u m b e r _ L b l >  
         < C o m p a n y S W I F T   E l e m e n t T y p e = " C o l u m n "   E l e m e n t I d = " 6 6 8 2 5 0 2 4 5 "   D a t a T y p e = " C o d e " > C o m p a n y S W I F T < / C o m p a n y S W I F T >  
         < C o m p a n y S W I F T _ L b l   E l e m e n t T y p e = " C o l u m n "   E l e m e n t I d = " 2 0 2 9 5 9 7 3 8 4 "   D a t a T y p e = " S t r i n g " > C o m p a n y S W I F T _ L b l < / C o m p a n y S W I F T _ L b l >  
         < C o m p a n y V A T R e g i s t r a t i o n N o   E l e m e n t T y p e = " C o l u m n "   E l e m e n t I d = " 1 9 1 4 0 1 3 6 4 9 "   D a t a T y p e = " T e x t " > C o m p a n y V A T R e g i s t r a t i o n N o < / C o m p a n y V A T R e g i s t r a t i o n N o >  
         < C o m p a n y V A T R e g i s t r a t i o n N o _ L b l   E l e m e n t T y p e = " C o l u m n "   E l e m e n t I d = " 9 2 4 5 0 3 1 2 4 "   D a t a T y p e = " T e x t " > C o m p a n y V A T R e g i s t r a t i o n N o _ L b l < / C o m p a n y V A T R e g i s t r a t i o n N o _ L b l >  
         < C o m p a n y V A T R e g N o   E l e m e n t T y p e = " C o l u m n "   E l e m e n t I d = " 1 7 1 4 3 1 9 3 6 "   D a t a T y p e = " T e x t " > C o m p a n y V A T R e g N o < / C o m p a n y V A T R e g N o >  
         < C o m p a n y V A T R e g N o _ L b l   E l e m e n t T y p e = " C o l u m n "   E l e m e n t I d = " 7 7 3 2 0 1 5 0 1 "   D a t a T y p e = " T e x t " > C o m p a n y V A T R e g N o _ L b l < / C o m p a n y V A T R e g N o _ L b l >  
         < C o p y _ L b l   E l e m e n t T y p e = " C o l u m n "   E l e m e n t I d = " 6 0 4 7 8 2 7 8 1 "   D a t a T y p e = " T e x t C o n s t " > C o p y _ L b l < / C o p y _ L b l >  
         < C u s t o m e r A d d r e s s 1   E l e m e n t T y p e = " C o l u m n "   E l e m e n t I d = " 1 8 0 1 9 6 6 4 5 4 "   D a t a T y p e = " T e x t " > C u s t o m e r A d d r e s s 1 < / C u s t o m e r A d d r e s s 1 >  
         < C u s t o m e r A d d r e s s 2   E l e m e n t T y p e = " C o l u m n "   E l e m e n t I d = " 1 1 6 4 2 6 9 8 3 7 "   D a t a T y p e = " T e x t " > C u s t o m e r A d d r e s s 2 < / C u s t o m e r A d d r e s s 2 >  
         < C u s t o m e r A d d r e s s 3   E l e m e n t T y p e = " C o l u m n "   E l e m e n t I d = " 5 2 6 5 7 3 2 2 0 "   D a t a T y p e = " T e x t " > C u s t o m e r A d d r e s s 3 < / C u s t o m e r A d d r e s s 3 >  
         < C u s t o m e r A d d r e s s 4   E l e m e n t T y p e = " C o l u m n "   E l e m e n t I d = " 1 1 1 1 2 3 3 9 7 "   D a t a T y p e = " T e x t " > C u s t o m e r A d d r e s s 4 < / C u s t o m e r A d d r e s s 4 >  
         < C u s t o m e r A d d r e s s 5   E l e m e n t T y p e = " C o l u m n "   E l e m e n t I d = " 7 4 8 8 2 0 0 1 4 "   D a t a T y p e = " T e x t " > C u s t o m e r A d d r e s s 5 < / C u s t o m e r A d d r e s s 5 >  
         < C u s t o m e r A d d r e s s 6   E l e m e n t T y p e = " C o l u m n "   E l e m e n t I d = " 1 3 8 6 5 1 6 6 3 1 "   D a t a T y p e = " T e x t " > C u s t o m e r A d d r e s s 6 < / C u s t o m e r A d d r e s s 6 >  
         < C u s t o m e r A d d r e s s 7   E l e m e n t T y p e = " C o l u m n "   E l e m e n t I d = " 2 0 2 4 2 1 3 2 4 8 "   D a t a T y p e = " T e x t " > C u s t o m e r A d d r e s s 7 < / C u s t o m e r A d d r e s s 7 >  
         < C u s t o m e r A d d r e s s 8   E l e m e n t T y p e = " C o l u m n "   E l e m e n t I d = " 1 0 4 8 6 9 8 5 8 5 "   D a t a T y p e = " T e x t " > C u s t o m e r A d d r e s s 8 < / C u s t o m e r A d d r e s s 8 >  
         < C u s t o m e r P o s t a l B a r C o d e   E l e m e n t T y p e = " C o l u m n "   E l e m e n t I d = " 3 9 8 5 8 0 6 8 8 "   D a t a T y p e = " T e x t " > C u s t o m e r P o s t a l B a r C o d e < / C u s t o m e r P o s t a l B a r C o d e >  
         < D o c u m e n t C o p y T e x t   E l e m e n t T y p e = " C o l u m n "   E l e m e n t I d = " 1 8 2 4 9 4 6 0 4 6 "   D a t a T y p e = " S t r i n g " > D o c u m e n t C o p y T e x t < / D o c u m e n t C o p y T e x t >  
         < D o c u m e n t D a t e   E l e m e n t T y p e = " C o l u m n "   E l e m e n t I d = " 5 5 2 8 7 1 9 1 4 "   D a t a T y p e = " S t r i n g " > D o c u m e n t D a t e < / D o c u m e n t D a t e >  
         < D o c u m e n t D a t e _ L b l   E l e m e n t T y p e = " C o l u m n "   E l e m e n t I d = " 1 0 2 6 4 9 4 8 3 "   D a t a T y p e = " S t r i n g " > D o c u m e n t D a t e _ L b l < / D o c u m e n t D a t e _ L b l >  
         < D o c u m e n t N o   E l e m e n t T y p e = " C o l u m n "   E l e m e n t I d = " 9 7 0 3 5 0 5 3 9 "   D a t a T y p e = " C o d e " > D o c u m e n t N o < / D o c u m e n t N o >  
         < D o c u m e n t N o _ L b l   E l e m e n t T y p e = " C o l u m n "   E l e m e n t I d = " 7 8 9 7 9 5 9 7 8 "   D a t a T y p e = " T e x t C o n s t " > D o c u m e n t N o _ L b l < / D o c u m e n t N o _ L b l >  
         < D u e D a t e   E l e m e n t T y p e = " C o l u m n "   E l e m e n t I d = " 7 4 5 1 7 0 2 0 3 "   D a t a T y p e = " S t r i n g " > D u e D a t e < / D u e D a t e >  
         < D u e D a t e _ L b l   E l e m e n t T y p e = " C o l u m n "   E l e m e n t I d = " 1 6 4 8 2 8 4 6 4 8 "   D a t a T y p e = " S t r i n g " > D u e D a t e _ L b l < / D u e D a t e _ L b l >  
         < E M a i l _ L b l   E l e m e n t T y p e = " C o l u m n "   E l e m e n t I d = " 1 4 3 8 8 6 8 0 1 2 "   D a t a T y p e = " T e x t C o n s t " > E M a i l _ L b l < / E M a i l _ L b l >  
         < E x c h a n g e R a t e A s T e x t   E l e m e n t T y p e = " C o l u m n "   E l e m e n t I d = " 5 9 2 9 5 5 8 4 5 "   D a t a T y p e = " T e x t " > E x c h a n g e R a t e A s T e x t < / E x c h a n g e R a t e A s T e x t >  
         < E x t D o c N o _ S a l e s H e a d e r   E l e m e n t T y p e = " C o l u m n "   E l e m e n t I d = " 8 3 2 4 5 0 5 2 3 "   D a t a T y p e = " C o d e " > E x t D o c N o _ S a l e s H e a d e r < / E x t D o c N o _ S a l e s H e a d e r >  
         < E x t D o c N o _ S a l e s H e a d e r _ L b l   E l e m e n t T y p e = " C o l u m n "   E l e m e n t I d = " 3 9 6 6 6 7 4 8 0 "   D a t a T y p e = " S t r i n g " > E x t D o c N o _ S a l e s H e a d e r _ L b l < / E x t D o c N o _ S a l e s H e a d e r _ L b l >  
         < G l o b a l L o c a t i o n N u m b e r   E l e m e n t T y p e = " C o l u m n "   E l e m e n t I d = " 1 5 0 0 3 7 2 8 0 0 "   D a t a T y p e = " S t r i n g " > G l o b a l L o c a t i o n N u m b e r < / G l o b a l L o c a t i o n N u m b e r >  
         < G l o b a l L o c a t i o n N u m b e r _ L b l   E l e m e n t T y p e = " C o l u m n "   E l e m e n t I d = " 1 7 5 0 9 1 3 8 9 1 "   D a t a T y p e = " S t r i n g " > G l o b a l L o c a t i o n N u m b e r _ L b l < / G l o b a l L o c a t i o n N u m b e r _ L b l >  
         < H o m e P a g e _ L b l   E l e m e n t T y p e = " C o l u m n "   E l e m e n t I d = " 1 4 3 3 5 9 2 3 0 0 "   D a t a T y p e = " T e x t C o n s t " > H o m e P a g e _ L b l < / H o m e P a g e _ L b l >  
         < I n v o i c e _ L b l   E l e m e n t T y p e = " C o l u m n "   E l e m e n t I d = " 1 6 2 3 2 0 4 6 6 5 "   D a t a T y p e = " T e x t C o n s t " > I n v o i c e _ L b l < / I n v o i c e _ L b l >  
         < I n v o i c e D i s c o u n t A m o u n t _ L b l   E l e m e n t T y p e = " C o l u m n "   E l e m e n t I d = " 1 5 9 3 0 1 2 7 3 6 "   D a t a T y p e = " T e x t C o n s t " > I n v o i c e D i s c o u n t A m o u n t _ L b l < / I n v o i c e D i s c o u n t A m o u n t _ L b l >  
         < I n v o i c e D i s c o u n t B a s e A m o u n t _ L b l   E l e m e n t T y p e = " C o l u m n "   E l e m e n t I d = " 2 0 2 9 2 6 6 8 7 5 "   D a t a T y p e = " T e x t C o n s t " > I n v o i c e D i s c o u n t B a s e A m o u n t _ L b l < / I n v o i c e D i s c o u n t B a s e A m o u n t _ L b l >  
         < L e g a l E n t i t y T y p e   E l e m e n t T y p e = " C o l u m n "   E l e m e n t I d = " 2 0 5 1 8 7 3 5 6 3 "   D a t a T y p e = " T e x t " > L e g a l E n t i t y T y p e < / L e g a l E n t i t y T y p e >  
         < L e g a l E n t i t y T y p e _ L b l   E l e m e n t T y p e = " C o l u m n "   E l e m e n t I d = " 2 0 8 0 2 2 4 7 9 2 "   D a t a T y p e = " T e x t " > L e g a l E n t i t y T y p e _ L b l < / L e g a l E n t i t y T y p e _ L b l >  
         < L i n e A m o u n t A f t e r I n v o i c e D i s c o u n t _ L b l   E l e m e n t T y p e = " C o l u m n "   E l e m e n t I d = " 6 7 3 7 2 1 0 9 4 "   D a t a T y p e = " T e x t C o n s t " > L i n e A m o u n t A f t e r I n v o i c e D i s c o u n t _ L b l < / L i n e A m o u n t A f t e r I n v o i c e D i s c o u n t _ L b l >  
         < L o c a l C u r r e n c y _ L b l   E l e m e n t T y p e = " C o l u m n "   E l e m e n t I d = " 1 5 5 9 6 9 3 4 2 2 "   D a t a T y p e = " T e x t C o n s t " > L o c a l C u r r e n c y _ L b l < / L o c a l C u r r e n c y _ L b l >  
         < N o t e s   E l e m e n t T y p e = " C o l u m n "   E l e m e n t I d = " 1 9 2 4 8 6 2 7 1 4 "   D a t a T y p e = " T e x t " > N o t e s < / N o t e s >  
         < P a g e _ L b l   E l e m e n t T y p e = " C o l u m n "   E l e m e n t I d = " 6 8 0 6 4 8 0 9 1 "   D a t a T y p e = " T e x t C o n s t " > P a g e _ L b l < / P a g e _ L b l >  
         < P a y m e n t M e t h o d D e s c r i p t i o n   E l e m e n t T y p e = " C o l u m n "   E l e m e n t I d = " 5 8 5 7 5 7 9 7 4 "   D a t a T y p e = " T e x t " > P a y m e n t M e t h o d D e s c r i p t i o n < / P a y m e n t M e t h o d D e s c r i p t i o n >  
         < P a y m e n t M e t h o d D e s c r i p t i o n _ L b l   E l e m e n t T y p e = " C o l u m n "   E l e m e n t I d = " 7 9 7 1 1 7 3 2 3 "   D a t a T y p e = " T e x t C o n s t " > P a y m e n t M e t h o d D e s c r i p t i o n _ L b l < / P a y m e n t M e t h o d D e s c r i p t i o n _ L b l >  
         < P a y m e n t T e r m s D e s c r i p t i o n   E l e m e n t T y p e = " C o l u m n "   E l e m e n t I d = " 2 0 3 8 7 4 2 7 0 0 "   D a t a T y p e = " T e x t " > P a y m e n t T e r m s D e s c r i p t i o n < / P a y m e n t T e r m s D e s c r i p t i o n >  
         < P a y m e n t T e r m s D e s c r i p t i o n _ L b l   E l e m e n t T y p e = " C o l u m n "   E l e m e n t I d = " 1 8 7 4 4 9 4 3 2 1 "   D a t a T y p e = " T e x t C o n s t " > P a y m e n t T e r m s D e s c r i p t i o n _ L b l < / P a y m e n t T e r m s D e s c r i p t i o n _ L b l >  
         < P r i c e s I n c l u d i n g V A T   E l e m e n t T y p e = " C o l u m n "   E l e m e n t I d = " 5 1 8 8 1 7 1 6 7 "   D a t a T y p e = " B o o l e a n " > P r i c e s I n c l u d i n g V A T < / P r i c e s I n c l u d i n g V A T >  
         < P r i c e s I n c l u d i n g V A T _ L b l   E l e m e n t T y p e = " C o l u m n "   E l e m e n t I d = " 1 3 7 7 9 7 9 4 4 4 "   D a t a T y p e = " S t r i n g " > P r i c e s I n c l u d i n g V A T _ L b l < / P r i c e s I n c l u d i n g V A T _ L b l >  
         < P r i c e s I n c l u d i n g V A T Y e s N o   E l e m e n t T y p e = " C o l u m n "   E l e m e n t I d = " 1 4 1 1 1 4 7 5 9 9 "   D a t a T y p e = " S t r i n g " > P r i c e s I n c l u d i n g V A T Y e s N o < / P r i c e s I n c l u d i n g V A T Y e s N o >  
         < Q u o t e N o   E l e m e n t T y p e = " C o l u m n "   E l e m e n t I d = " 1 5 2 1 5 3 3 0 4 6 "   D a t a T y p e = " C o d e " > Q u o t e N o < / Q u o t e N o >  
         < Q u o t e N o _ L b l   E l e m e n t T y p e = " C o l u m n "   E l e m e n t I d = " 1 0 3 1 9 0 2 3 5 7 "   D a t a T y p e = " S t r i n g " > Q u o t e N o _ L b l < / Q u o t e N o _ L b l >  
         < S a l e s I n v o i c e L i n e D i s c o u n t _ L b l   E l e m e n t T y p e = " C o l u m n "   E l e m e n t I d = " 6 6 4 6 0 1 5 8 2 "   D a t a T y p e = " T e x t C o n s t " > S a l e s I n v o i c e L i n e D i s c o u n t _ L b l < / S a l e s I n v o i c e L i n e D i s c o u n t _ L b l >  
         < S a l e s P e r s o n _ L b l   E l e m e n t T y p e = " C o l u m n "   E l e m e n t I d = " 1 5 6 4 1 9 6 3 6 5 "   D a t a T y p e = " T e x t C o n s t " > S a l e s P e r s o n _ L b l < / S a l e s P e r s o n _ L b l >  
         < S a l e s P e r s o n N a m e   E l e m e n t T y p e = " C o l u m n "   E l e m e n t I d = " 8 7 1 4 9 2 9 8 3 "   D a t a T y p e = " T e x t " > S a l e s P e r s o n N a m e < / S a l e s P e r s o n N a m e >  
         < S a l e s P e r s o n T e x t _ L b l   E l e m e n t T y p e = " C o l u m n "   E l e m e n t I d = " 7 4 6 2 5 9 5 4 4 "   D a t a T y p e = " T e x t " > S a l e s P e r s o n T e x t _ L b l < / S a l e s P e r s o n T e x t _ L b l >  
         < S e l l T o C o n t a c t E m a i l   E l e m e n t T y p e = " C o l u m n "   E l e m e n t I d = " 2 6 2 8 2 4 5 6 4 "   D a t a T y p e = " T e x t " > S e l l T o C o n t a c t E m a i l < / S e l l T o C o n t a c t E m a i l >  
         < S e l l T o C o n t a c t E m a i l L b l   E l e m e n t T y p e = " C o l u m n "   E l e m e n t I d = " 3 7 0 9 2 0 3 7 4 "   D a t a T y p e = " T e x t C o n s t " > S e l l T o C o n t a c t E m a i l L b l < / S e l l T o C o n t a c t E m a i l L b l >  
         < S e l l T o C o n t a c t M o b i l e P h o n e N o   E l e m e n t T y p e = " C o l u m n "   E l e m e n t I d = " 1 8 4 3 5 8 7 4 7 "   D a t a T y p e = " T e x t " > S e l l T o C o n t a c t M o b i l e P h o n e N o < / S e l l T o C o n t a c t M o b i l e P h o n e N o >  
         < S e l l T o C o n t a c t M o b i l e P h o n e N o L b l   E l e m e n t T y p e = " C o l u m n "   E l e m e n t I d = " 1 4 5 7 5 2 8 4 1 7 "   D a t a T y p e = " T e x t C o n s t " > S e l l T o C o n t a c t M o b i l e P h o n e N o L b l < / S e l l T o C o n t a c t M o b i l e P h o n e N o L b l >  
         < S e l l T o C o n t a c t P h o n e N o   E l e m e n t T y p e = " C o l u m n "   E l e m e n t I d = " 1 6 1 3 8 2 2 4 8 3 "   D a t a T y p e = " T e x t " > S e l l T o C o n t a c t P h o n e N o < / S e l l T o C o n t a c t P h o n e N o >  
         < S e l l T o C o n t a c t P h o n e N o L b l   E l e m e n t T y p e = " C o l u m n "   E l e m e n t I d = " 1 0 5 0 6 8 6 8 0 9 "   D a t a T y p e = " T e x t C o n s t " > S e l l T o C o n t a c t P h o n e N o L b l < / S e l l T o C o n t a c t P h o n e N o L b l >  
         < S e l l t o C u s t o m e r N o   E l e m e n t T y p e = " C o l u m n "   E l e m e n t I d = " 2 0 5 0 6 4 7 3 4 9 "   D a t a T y p e = " C o d e " > S e l l t o C u s t o m e r N o < / S e l l t o C u s t o m e r N o >  
         < S e l l t o C u s t o m e r N o _ L b l   E l e m e n t T y p e = " C o l u m n "   E l e m e n t I d = " 2 9 8 3 8 1 5 1 2 "   D a t a T y p e = " S t r i n g " > S e l l t o C u s t o m e r N o _ L b l < / S e l l t o C u s t o m e r N o _ L b l >  
         < S e l l T o F a x N o   E l e m e n t T y p e = " C o l u m n "   E l e m e n t I d = " 8 6 0 8 2 8 4 3 4 "   D a t a T y p e = " T e x t " > S e l l T o F a x N o < / S e l l T o F a x N o >  
         < S e l l T o P h o n e N o   E l e m e n t T y p e = " C o l u m n "   E l e m e n t I d = " 7 5 1 9 3 1 8 4 3 "   D a t a T y p e = " T e x t " > S e l l T o P h o n e N o < / S e l l T o P h o n e N o >  
         < S h i p m e n t _ L b l   E l e m e n t T y p e = " C o l u m n "   E l e m e n t I d = " 2 0 8 5 7 6 7 1 2 0 "   D a t a T y p e = " T e x t C o n s t " > S h i p m e n t _ L b l < / S h i p m e n t _ L b l >  
         < S h i p m e n t D a t e   E l e m e n t T y p e = " C o l u m n "   E l e m e n t I d = " 9 3 1 1 1 1 4 6 5 "   D a t a T y p e = " S t r i n g " > S h i p m e n t D a t e < / S h i p m e n t D a t e >  
         < S h i p m e n t D a t e _ L b l   E l e m e n t T y p e = " C o l u m n "   E l e m e n t I d = " 6 1 4 4 0 0 3 6 4 "   D a t a T y p e = " S t r i n g " > S h i p m e n t D a t e _ L b l < / S h i p m e n t D a t e _ L b l >  
         < S h i p m e n t M e t h o d D e s c r i p t i o n   E l e m e n t T y p e = " C o l u m n "   E l e m e n t I d = " 2 0 5 9 4 0 3 2 6 0 "   D a t a T y p e = " T e x t " > S h i p m e n t M e t h o d D e s c r i p t i o n < / S h i p m e n t M e t h o d D e s c r i p t i o n >  
         < S h i p m e n t M e t h o d D e s c r i p t i o n _ L b l   E l e m e n t T y p e = " C o l u m n "   E l e m e n t I d = " 1 1 7 9 9 7 8 4 6 5 "   D a t a T y p e = " T e x t C o n s t " > S h i p m e n t M e t h o d D e s c r i p t i o n _ L b l < / S h i p m e n t M e t h o d D e s c r i p t i o n _ L b l >  
         < S h i p T o A d d r e s s _ L b l   E l e m e n t T y p e = " C o l u m n "   E l e m e n t I d = " 1 6 5 0 5 0 5 0 1 7 "   D a t a T y p e = " T e x t C o n s t " > S h i p T o A d d r e s s _ L b l < / S h i p T o A d d r e s s _ L b l >  
         < S h i p T o A d d r e s s 1   E l e m e n t T y p e = " C o l u m n "   E l e m e n t I d = " 1 3 5 7 6 7 2 8 6 1 "   D a t a T y p e = " T e x t " > S h i p T o A d d r e s s 1 < / S h i p T o A d d r e s s 1 >  
         < S h i p T o A d d r e s s 2   E l e m e n t T y p e = " C o l u m n "   E l e m e n t I d = " 1 0 2 4 2 0 4 5 8 4 "   D a t a T y p e = " T e x t " > S h i p T o A d d r e s s 2 < / S h i p T o A d d r e s s 2 >  
         < S h i p T o A d d r e s s 3   E l e m e n t T y p e = " C o l u m n "   E l e m e n t I d = " 1 6 6 1 9 0 1 2 0 1 "   D a t a T y p e = " T e x t " > S h i p T o A d d r e s s 3 < / S h i p T o A d d r e s s 3 >  
         < S h i p T o A d d r e s s 4   E l e m e n t T y p e = " C o l u m n "   E l e m e n t I d = " 5 5 5 4 1 6 9 9 0 "   D a t a T y p e = " T e x t " > S h i p T o A d d r e s s 4 < / S h i p T o A d d r e s s 4 >  
         < S h i p T o A d d r e s s 5   E l e m e n t T y p e = " C o l u m n "   E l e m e n t I d = " 1 1 9 3 1 1 3 6 0 7 "   D a t a T y p e = " T e x t " > S h i p T o A d d r e s s 5 < / S h i p T o A d d r e s s 5 >  
         < S h i p T o A d d r e s s 6   E l e m e n t T y p e = " C o l u m n "   E l e m e n t I d = " 7 1 9 9 7 6 2 4 4 "   D a t a T y p e = " T e x t " > S h i p T o A d d r e s s 6 < / S h i p T o A d d r e s s 6 >  
         < S h i p T o A d d r e s s 7   E l e m e n t T y p e = " C o l u m n "   E l e m e n t I d = " 8 2 2 7 9 6 2 7 "   D a t a T y p e = " T e x t " > S h i p T o A d d r e s s 7 < / S h i p T o A d d r e s s 7 >  
         < S h i p T o A d d r e s s 8   E l e m e n t T y p e = " C o l u m n "   E l e m e n t I d = " 1 4 9 2 9 9 2 1 7 8 "   D a t a T y p e = " T e x t " > S h i p T o A d d r e s s 8 < / S h i p T o A d d r e s s 8 >  
         < S h i p T o P h o n e N o   E l e m e n t T y p e = " C o l u m n "   E l e m e n t I d = " 3 6 9 7 0 2 2 5 5 "   D a t a T y p e = " T e x t " > S h i p T o P h o n e N o < / S h i p T o P h o n e N o >  
         < S h o w S h i p p i n g A d d r e s s   E l e m e n t T y p e = " C o l u m n "   E l e m e n t I d = " 1 1 2 0 0 7 1 2 6 6 "   D a t a T y p e = " B o o l e a n " > S h o w S h i p p i n g A d d r e s s < / S h o w S h i p p i n g A d d r e s s >  
         < S h o w W o r k D e s c r i p t i o n   E l e m e n t T y p e = " C o l u m n "   E l e m e n t I d = " 7 8 5 4 6 8 8 6 5 "   D a t a T y p e = " B o o l e a n " > S h o w W o r k D e s c r i p t i o n < / S h o w W o r k D e s c r i p t i o n >  
         < S u b t o t a l _ L b l   E l e m e n t T y p e = " C o l u m n "   E l e m e n t I d = " 1 9 6 7 7 9 5 1 4 2 "   D a t a T y p e = " T e x t C o n s t " > S u b t o t a l _ L b l < / S u b t o t a l _ L b l >  
         < T o t a l _ L b l   E l e m e n t T y p e = " C o l u m n "   E l e m e n t I d = " 1 2 1 0 1 0 0 8 7 8 "   D a t a T y p e = " T e x t C o n s t " > T o t a l _ L b l < / T o t a l _ L b l >  
         < V A T A m o u n t _ L b l   E l e m e n t T y p e = " C o l u m n "   E l e m e n t I d = " 1 0 9 4 6 5 7 2 9 "   D a t a T y p e = " T e x t C o n s t " > V A T A m o u n t _ L b l < / V A T A m o u n t _ L b l >  
         < V A T A m o u n t S p e c i f i c a t i o n _ L b l   E l e m e n t T y p e = " C o l u m n "   E l e m e n t I d = " 8 7 8 7 0 6 8 4 6 "   D a t a T y p e = " T e x t C o n s t " > V A T A m o u n t S p e c i f i c a t i o n _ L b l < / V A T A m o u n t S p e c i f i c a t i o n _ L b l >  
         < V A T B a s e _ L b l   E l e m e n t T y p e = " C o l u m n "   E l e m e n t I d = " 1 8 6 6 1 5 8 2 7 8 "   D a t a T y p e = " T e x t C o n s t " > V A T B a s e _ L b l < / V A T B a s e _ L b l >  
         < V A T C l a u s e _ L b l   E l e m e n t T y p e = " C o l u m n "   E l e m e n t I d = " 1 5 7 0 4 9 5 4 9 0 "   D a t a T y p e = " S t r i n g " > V A T C l a u s e _ L b l < / V A T C l a u s e _ L b l >  
         < V A T C l a u s e s _ L b l   E l e m e n t T y p e = " C o l u m n "   E l e m e n t I d = " 1 3 8 3 9 2 0 0 1 9 "   D a t a T y p e = " T e x t C o n s t " > V A T C l a u s e s _ L b l < / V A T C l a u s e s _ L b l >  
         < V A T I d e n t i f i e r _ L b l   E l e m e n t T y p e = " C o l u m n "   E l e m e n t I d = " 1 6 8 6 6 2 3 9 8 4 "   D a t a T y p e = " T e x t C o n s t " > V A T I d e n t i f i e r _ L b l < / V A T I d e n t i f i e r _ L b l >  
         < V A T P e r c e n t a g e _ L b l   E l e m e n t T y p e = " C o l u m n "   E l e m e n t I d = " 6 7 6 6 5 4 5 6 5 "   D a t a T y p e = " T e x t C o n s t " > V A T P e r c e n t a g e _ L b l < / V A T P e r c e n t a g e _ L b l >  
         < V A T R e g i s t r a t i o n N o   E l e m e n t T y p e = " C o l u m n "   E l e m e n t I d = " 1 8 8 9 1 9 5 4 0 2 "   D a t a T y p e = " T e x t " > V A T R e g i s t r a t i o n N o < / V A T R e g i s t r a t i o n N o >  
         < V A T R e g i s t r a t i o n N o _ L b l   E l e m e n t T y p e = " C o l u m n "   E l e m e n t I d = " 1 4 2 4 6 1 6 0 8 5 "   D a t a T y p e = " T e x t " > V A T R e g i s t r a t i o n N o _ L b l < / V A T R e g i s t r a t i o n N o _ L b l >  
         < Y o u r R e f e r e n c e   E l e m e n t T y p e = " C o l u m n "   E l e m e n t I d = " 1 1 0 3 9 9 5 1 "   D a t a T y p e = " T e x t " > Y o u r R e f e r e n c e < / Y o u r R e f e r e n c e >  
         < Y o u r R e f e r e n c e _ L b l   E l e m e n t T y p e = " C o l u m n "   E l e m e n t I d = " 4 6 5 4 7 7 4 2 6 "   D a t a T y p e = " S t r i n g " > Y o u r R e f e r e n c e _ L b l < / Y o u r R e f e r e n c e _ L b l >  
         < L i n e   E l e m e n t T y p e = " D a t a I t e m "   E l e m e n t I d = " 4 1 1 9 7 6 1 3 3 " >  
             < A m o u n t E x c l u d i n g V A T _ L i n e   E l e m e n t T y p e = " C o l u m n "   E l e m e n t I d = " 1 0 6 2 4 6 0 0 4 0 "   D a t a T y p e = " D e c i m a l " > A m o u n t E x c l u d i n g V A T _ L i n e < / A m o u n t E x c l u d i n g V A T _ L i n e >  
             < A m o u n t E x c l u d i n g V A T _ L i n e _ L b l   E l e m e n t T y p e = " C o l u m n "   E l e m e n t I d = " 2 0 0 2 8 7 4 4 7 5 "   D a t a T y p e = " S t r i n g " > A m o u n t E x c l u d i n g V A T _ L i n e _ L b l < / A m o u n t E x c l u d i n g V A T _ L i n e _ L b l >  
             < A m o u n t I n c l u d i n g V A T _ L i n e   E l e m e n t T y p e = " C o l u m n "   E l e m e n t I d = " 7 7 0 9 2 8 4 0 2 "   D a t a T y p e = " D e c i m a l " > A m o u n t I n c l u d i n g V A T _ L i n e < / A m o u n t I n c l u d i n g V A T _ L i n e >  
             < A m o u n t I n c l u d i n g V A T _ L i n e _ L b l   E l e m e n t T y p e = " C o l u m n "   E l e m e n t I d = " 9 3 0 7 4 7 3 1 3 "   D a t a T y p e = " S t r i n g " > A m o u n t I n c l u d i n g V A T _ L i n e _ L b l < / A m o u n t I n c l u d i n g V A T _ L i n e _ L b l >  
             < D e s c r i p t i o n _ L i n e   E l e m e n t T y p e = " C o l u m n "   E l e m e n t I d = " 1 4 0 6 8 2 2 3 1 0 "   D a t a T y p e = " T e x t " > D e s c r i p t i o n _ L i n e < / D e s c r i p t i o n _ L i n e >  
             < D e s c r i p t i o n _ L i n e _ L b l   E l e m e n t T y p e = " C o l u m n "   E l e m e n t I d = " 2 1 1 8 9 5 1 4 9 5 "   D a t a T y p e = " S t r i n g " > D e s c r i p t i o n _ L i n e _ L b l < / D e s c r i p t i o n _ L i n e _ L b l >  
             < I t e m N o _ L i n e   E l e m e n t T y p e = " C o l u m n "   E l e m e n t I d = " 1 9 1 0 2 9 6 2 8 8 "   D a t a T y p e = " C o d e " > I t e m N o _ L i n e < / I t e m N o _ L i n e >  
             < I t e m N o _ L i n e _ L b l   E l e m e n t T y p e = " C o l u m n "   E l e m e n t I d = " 1 3 4 0 0 7 9 6 1 3 "   D a t a T y p e = " S t r i n g " > I t e m N o _ L i n e _ L b l < / I t e m N o _ L i n e _ L b l >  
             < I t e m R e f e r e n c e N o   E l e m e n t T y p e = " C o l u m n "   E l e m e n t I d = " 4 7 4 0 7 7 5 6 6 "   D a t a T y p e = " C o d e " > I t e m R e f e r e n c e N o < / I t e m R e f e r e n c e N o >  
             < I t e m R e f e r e n c e N o _ L b l   E l e m e n t T y p e = " C o l u m n "   E l e m e n t I d = " 8 2 6 8 4 0 1 6 1 "   D a t a T y p e = " S t r i n g " > I t e m R e f e r e n c e N o _ L b l < / I t e m R e f e r e n c e N o _ L b l >  
             < L i n e A m o u n t _ L i n e   E l e m e n t T y p e = " C o l u m n "   E l e m e n t I d = " 2 6 8 9 3 7 1 6 2 "   D a t a T y p e = " T e x t " > L i n e A m o u n t _ L i n e < / L i n e A m o u n t _ L i n e >  
             < L i n e A m o u n t _ L i n e _ L b l   E l e m e n t T y p e = " C o l u m n "   E l e m e n t I d = " 9 9 2 9 0 1 8 4 5 "   D a t a T y p e = " S t r i n g " > L i n e A m o u n t _ L i n e _ L b l < / L i n e A m o u n t _ L i n e _ L b l >  
             < L i n e D i s c o u n t P e r c e n t _ L i n e   E l e m e n t T y p e = " C o l u m n "   E l e m e n t I d = " 9 0 7 8 2 7 4 3 6 "   D a t a T y p e = " D e c i m a l " > L i n e D i s c o u n t P e r c e n t _ L i n e < / L i n e D i s c o u n t P e r c e n t _ L i n e >  
             < L i n e D i s c o u n t P e r c e n t T e x t _ L i n e   E l e m e n t T y p e = " C o l u m n "   E l e m e n t I d = " 6 1 3 1 3 5 1 9 "   D a t a T y p e = " T e x t " > L i n e D i s c o u n t P e r c e n t T e x t _ L i n e < / L i n e D i s c o u n t P e r c e n t T e x t _ L i n e >  
             < L i n e N o _ L i n e   E l e m e n t T y p e = " C o l u m n "   E l e m e n t I d = " 6 9 8 9 8 5 9 7 9 "   D a t a T y p e = " I n t e g e r " > L i n e N o _ L i n e < / L i n e N o _ L i n e >  
             < P l a n n e d S h i p m e n t D a t e _ L i n e   E l e m e n t T y p e = " C o l u m n "   E l e m e n t I d = " 1 0 4 5 5 7 6 0 9 2 "   D a t a T y p e = " S t r i n g " > P l a n n e d S h i p m e n t D a t e _ L i n e < / P l a n n e d S h i p m e n t D a t e _ L i n e >  
             < P l a n n e d S h i p m e n t D a t e _ L i n e _ L b l   E l e m e n t T y p e = " C o l u m n "   E l e m e n t I d = " 1 3 4 2 8 7 0 6 4 9 "   D a t a T y p e = " S t r i n g " > P l a n n e d S h i p m e n t D a t e _ L i n e _ L b l < / P l a n n e d S h i p m e n t D a t e _ L i n e _ L b l >  
             < Q u a n t i t y _ L i n e   E l e m e n t T y p e = " C o l u m n "   E l e m e n t I d = " 1 0 6 8 5 4 3 5 3 7 "   D a t a T y p e = " T e x t " > Q u a n t i t y _ L i n e < / Q u a n t i t y _ L i n e >  
             < Q u a n t i t y _ L i n e _ L b l   E l e m e n t T y p e = " C o l u m n "   E l e m e n t I d = " 2 0 3 4 5 0 6 8 0 2 "   D a t a T y p e = " S t r i n g " > Q u a n t i t y _ L i n e _ L b l < / Q u a n t i t y _ L i n e _ L b l >  
             < S h i p m e n t D a t e _ L i n e   E l e m e n t T y p e = " C o l u m n "   E l e m e n t I d = " 1 6 7 3 3 7 5 4 1 6 "   D a t a T y p e = " S t r i n g " > S h i p m e n t D a t e _ L i n e < / S h i p m e n t D a t e _ L i n e >  
             < S h i p m e n t D a t e _ L i n e _ L b l   E l e m e n t T y p e = " C o l u m n "   E l e m e n t I d = " 8 5 3 2 2 4 3 6 3 "   D a t a T y p e = " T e x t C o n s t " > S h i p m e n t D a t e _ L i n e _ L b l < / S h i p m e n t D a t e _ L i n e _ L b l >  
             < T r a n s H e a d e r A m o u n t   E l e m e n t T y p e = " C o l u m n "   E l e m e n t I d = " 2 0 2 8 3 0 6 2 7 6 "   D a t a T y p e = " D e c i m a l " > T r a n s H e a d e r A m o u n t < / T r a n s H e a d e r A m o u n t >  
             < T y p e _ L i n e   E l e m e n t T y p e = " C o l u m n "   E l e m e n t I d = " 2 7 2 8 0 4 9 2 4 "   D a t a T y p e = " S t r i n g " > T y p e _ L i n e < / T y p e _ L i n e >  
             < U n i t O f M e a s u r e   E l e m e n t T y p e = " C o l u m n "   E l e m e n t I d = " 1 8 0 8 2 2 8 0 1 8 "   D a t a T y p e = " T e x t " > U n i t O f M e a s u r e < / U n i t O f M e a s u r e >  
             < U n i t O f M e a s u r e _ L b l   E l e m e n t T y p e = " C o l u m n "   E l e m e n t I d = " 9 8 1 9 5 1 2 4 9 "   D a t a T y p e = " S t r i n g " > U n i t O f M e a s u r e _ L b l < / U n i t O f M e a s u r e _ L b l >  
             < U n i t P r i c e   E l e m e n t T y p e = " C o l u m n "   E l e m e n t I d = " 1 4 7 8 2 2 1 5 2 6 "   D a t a T y p e = " T e x t " > U n i t P r i c e < / U n i t P r i c e >  
             < U n i t P r i c e _ L b l   E l e m e n t T y p e = " C o l u m n "   E l e m e n t I d = " 1 1 6 3 9 2 6 6 0 3 "   D a t a T y p e = " S t r i n g " > U n i t P r i c e _ L b l < / U n i t P r i c e _ L b l >  
             < V A T I d e n t i f i e r _ L i n e   E l e m e n t T y p e = " C o l u m n "   E l e m e n t I d = " 1 7 7 3 6 2 2 4 1 2 "   D a t a T y p e = " C o d e " > V A T I d e n t i f i e r _ L i n e < / V A T I d e n t i f i e r _ L i n e >  
             < V A T I d e n t i f i e r _ L i n e _ L b l   E l e m e n t T y p e = " C o l u m n "   E l e m e n t I d = " 5 3 3 7 8 2 7 0 3 "   D a t a T y p e = " S t r i n g " > V A T I d e n t i f i e r _ L i n e _ L b l < / V A T I d e n t i f i e r _ L i n e _ L b l >  
             < V A T P c t _ L i n e   E l e m e n t T y p e = " C o l u m n "   E l e m e n t I d = " 1 9 7 4 0 0 1 9 4 4 "   D a t a T y p e = " T e x t " > V A T P c t _ L i n e < / V A T P c t _ L i n e >  
             < V A T P c t _ L i n e _ L b l   E l e m e n t T y p e = " C o l u m n "   E l e m e n t I d = " 1 2 0 7 5 2 9 9 1 5 "   D a t a T y p e = " S t r i n g " > V A T P c t _ L i n e _ L b l < / V A T P c t _ L i n e _ L b l >  
             < A s s e m b l y L i n e   E l e m e n t T y p e = " D a t a I t e m "   E l e m e n t I d = " 1 2 0 5 9 4 2 8 5 " >  
                 < D e s c r i p t i o n _ A s s e m b l y L i n e   E l e m e n t T y p e = " C o l u m n "   E l e m e n t I d = " 2 8 0 7 4 3 7 9 6 "   D a t a T y p e = " T e x t " > D e s c r i p t i o n _ A s s e m b l y L i n e < / D e s c r i p t i o n _ A s s e m b l y L i n e >  
                 < L i n e N o _ A s s e m b l y L i n e   E l e m e n t T y p e = " C o l u m n "   E l e m e n t I d = " 6 4 0 5 8 3 8 9 1 "   D a t a T y p e = " C o d e " > L i n e N o _ A s s e m b l y L i n e < / L i n e N o _ A s s e m b l y L i n e >  
                 < Q u a n t i t y _ A s s e m b l y L i n e   E l e m e n t T y p e = " C o l u m n "   E l e m e n t I d = " 1 9 5 7 6 4 8 2 3 1 "   D a t a T y p e = " D e c i m a l " > Q u a n t i t y _ A s s e m b l y L i n e < / Q u a n t i t y _ A s s e m b l y L i n e >  
                 < U n i t O f M e a s u r e _ A s s e m b l y L i n e   E l e m e n t T y p e = " C o l u m n "   E l e m e n t I d = " 1 6 4 9 1 2 3 7 7 3 "   D a t a T y p e = " T e x t " > U n i t O f M e a s u r e _ A s s e m b l y L i n e < / U n i t O f M e a s u r e _ A s s e m b l y L i n e >  
                 < V a r i a n t C o d e _ A s s e m b l y L i n e   E l e m e n t T y p e = " C o l u m n "   E l e m e n t I d = " 1 8 6 9 4 0 7 6 7 2 "   D a t a T y p e = " C o d e " > V a r i a n t C o d e _ A s s e m b l y L i n e < / V a r i a n t C o d e _ A s s e m b l y L i n e >  
                 < S e r v i c e C o m m i t m e n t H e a d e r F o r S a l e s L i n e   E l e m e n t T y p e = " D a t a I t e m "   E l e m e n t I d = " 2 6 0 5 7 5 8 7 1 " >  
                     < S e r v i c e C o m m i t m e n t F o r L i n e D e s c r i p t i o n _ L b l   E l e m e n t T y p e = " C o l u m n "   E l e m e n t I d = " 1 8 3 9 3 2 6 6 6 7 "   D a t a T y p e = " T e x t " > S e r v i c e C o m m i t m e n t F o r L i n e D e s c r i p t i o n _ L b l < / S e r v i c e C o m m i t m e n t F o r L i n e D e s c r i p t i o n _ L b l >  
                     < S e r v i c e C o m m i t m e n t F o r L i n e D i s c o u n t _ L b l   E l e m e n t T y p e = " C o l u m n "   E l e m e n t I d = " 1 8 3 7 0 5 0 1 8 "   D a t a T y p e = " T e x t " > S e r v i c e C o m m i t m e n t F o r L i n e D i s c o u n t _ L b l < / S e r v i c e C o m m i t m e n t F o r L i n e D i s c o u n t _ L b l >  
                     < S e r v i c e C o m m i t m e n t F o r L i n e P r i c e _ L b l   E l e m e n t T y p e = " C o l u m n "   E l e m e n t I d = " 6 1 5 0 7 0 4 9 4 "   D a t a T y p e = " T e x t " > S e r v i c e C o m m i t m e n t F o r L i n e P r i c e _ L b l < / S e r v i c e C o m m i t m e n t F o r L i n e P r i c e _ L b l >  
                     < S e r v i c e C o m m i t m e n t F o r L i n e   E l e m e n t T y p e = " D a t a I t e m "   E l e m e n t I d = " 1 8 0 1 1 0 3 3 4 6 " >  
                         < S e r v i c e C o m m i t m e n t F o r L i n e D e s c r i p t i o n   E l e m e n t T y p e = " C o l u m n "   E l e m e n t I d = " 2 0 7 8 7 8 2 3 2 "   D a t a T y p e = " T e x t " > S e r v i c e C o m m i t m e n t F o r L i n e D e s c r i p t i o n < / S e r v i c e C o m m i t m e n t F o r L i n e D e s c r i p t i o n >  
                         < S e r v i c e C o m m i t m e n t F o r L i n e D i s c o u n t   E l e m e n t T y p e = " C o l u m n "   E l e m e n t I d = " 1 7 2 0 3 2 4 3 4 7 "   D a t a T y p e = " T e x t " > S e r v i c e C o m m i t m e n t F o r L i n e D i s c o u n t < / S e r v i c e C o m m i t m e n t F o r L i n e D i s c o u n t >  
                         < S e r v i c e C o m m i t m e n t F o r L i n e L i n e N o   E l e m e n t T y p e = " C o l u m n "   E l e m e n t I d = " 3 6 6 2 2 9 7 5 3 "   D a t a T y p e = " I n t e g e r " > S e r v i c e C o m m i t m e n t F o r L i n e L i n e N o < / S e r v i c e C o m m i t m e n t F o r L i n e L i n e N o >  
                         < S e r v i c e C o m m i t m e n t F o r L i n e P r i c e   E l e m e n t T y p e = " C o l u m n "   E l e m e n t I d = " 1 6 5 6 4 4 5 1 "   D a t a T y p e = " T e x t " > S e r v i c e C o m m i t m e n t F o r L i n e P r i c e < / S e r v i c e C o m m i t m e n t F o r L i n e P r i c e >  
                     < / S e r v i c e C o m m i t m e n t F o r L i n e >  
                 < / S e r v i c e C o m m i t m e n t H e a d e r F o r S a l e s L i n e >  
             < / A s s e m b l y L i n e >  
         < / L i n e >  
         < W o r k D e s c r i p t i o n L i n e s   E l e m e n t T y p e = " D a t a I t e m "   E l e m e n t I d = " 2 7 6 8 1 9 4 4 7 " >  
             < W o r k D e s c r i p t i o n L i n e   E l e m e n t T y p e = " C o l u m n "   E l e m e n t I d = " 1 9 4 7 6 2 1 6 7 6 "   D a t a T y p e = " T e x t " > W o r k D e s c r i p t i o n L i n e < / W o r k D e s c r i p t i o n L i n e >  
             < W o r k D e s c r i p t i o n L i n e N u m b e r   E l e m e n t T y p e = " C o l u m n "   E l e m e n t I d = " 7 9 7 3 0 7 2 2 3 "   D a t a T y p e = " I n t e g e r " > W o r k D e s c r i p t i o n L i n e N u m b e r < / W o r k D e s c r i p t i o n L i n e N u m b e r >  
         < / W o r k D e s c r i p t i o n L i n e s >  
         < V A T A m o u n t L i n e   E l e m e n t T y p e = " D a t a I t e m "   E l e m e n t I d = " 8 2 7 5 3 4 3 4 8 " >  
             < I n v o i c e D i s c o u n t A m o u n t _ V A T A m o u n t L i n e   E l e m e n t T y p e = " C o l u m n "   E l e m e n t I d = " 8 2 4 7 3 0 1 4 1 "   D a t a T y p e = " D e c i m a l " > I n v o i c e D i s c o u n t A m o u n t _ V A T A m o u n t L i n e < / I n v o i c e D i s c o u n t A m o u n t _ V A T A m o u n t L i n e >  
             < I n v o i c e D i s c o u n t A m o u n t _ V A T A m o u n t L i n e _ L b l   E l e m e n t T y p e = " C o l u m n "   E l e m e n t I d = " 1 5 6 2 2 0 0 0 3 4 "   D a t a T y p e = " S t r i n g " > I n v o i c e D i s c o u n t A m o u n t _ V A T A m o u n t L i n e _ L b l < / I n v o i c e D i s c o u n t A m o u n t _ V A T A m o u n t L i n e _ L b l >  
             < I n v o i c e D i s c o u n t B a s e A m o u n t _ V A T A m o u n t L i n e   E l e m e n t T y p e = " C o l u m n "   E l e m e n t I d = " 2 0 4 0 3 3 2 2 6 6 "   D a t a T y p e = " D e c i m a l " > I n v o i c e D i s c o u n t B a s e A m o u n t _ V A T A m o u n t L i n e < / I n v o i c e D i s c o u n t B a s e A m o u n t _ V A T A m o u n t L i n e >  
             < I n v o i c e D i s c o u n t B a s e A m o u n t _ V A T A m o u n t L i n e _ L b l   E l e m e n t T y p e = " C o l u m n "   E l e m e n t I d = " 4 0 5 9 6 0 3 3 1 "   D a t a T y p e = " S t r i n g " > I n v o i c e D i s c o u n t B a s e A m o u n t _ V A T A m o u n t L i n e _ L b l < / I n v o i c e D i s c o u n t B a s e A m o u n t _ V A T A m o u n t L i n e _ L b l >  
             < L i n e A m o u n t _ V a t A m o u n t L i n e   E l e m e n t T y p e = " C o l u m n "   E l e m e n t I d = " 2 1 4 6 5 4 0 1 "   D a t a T y p e = " D e c i m a l " > L i n e A m o u n t _ V a t A m o u n t L i n e < / L i n e A m o u n t _ V a t A m o u n t L i n e >  
             < L i n e A m o u n t _ V a t A m o u n t L i n e _ L b l   E l e m e n t T y p e = " C o l u m n "   E l e m e n t I d = " 1 1 1 0 9 1 2 1 2 4 "   D a t a T y p e = " S t r i n g " > L i n e A m o u n t _ V a t A m o u n t L i n e _ L b l < / L i n e A m o u n t _ V a t A m o u n t L i n e _ L b l >  
             < N o O f V A T I d e n t i f i e r s   E l e m e n t T y p e = " C o l u m n "   E l e m e n t I d = " 1 1 5 3 2 6 3 0 2 6 "   D a t a T y p e = " I n t e g e r " > N o O f V A T I d e n t i f i e r s < / N o O f V A T I d e n t i f i e r s >  
             < V A T A m o u n t _ V a t A m o u n t L i n e   E l e m e n t T y p e = " C o l u m n "   E l e m e n t I d = " 1 8 9 1 8 2 0 6 2 0 "   D a t a T y p e = " D e c i m a l " > V A T A m o u n t _ V a t A m o u n t L i n e < / V A T A m o u n t _ V a t A m o u n t L i n e >  
             < V A T A m o u n t _ V a t A m o u n t L i n e _ L b l   E l e m e n t T y p e = " C o l u m n "   E l e m e n t I d = " 1 5 1 3 5 5 5 4 7 3 "   D a t a T y p e = " S t r i n g " > V A T A m o u n t _ V a t A m o u n t L i n e _ L b l < / V A T A m o u n t _ V a t A m o u n t L i n e _ L b l >  
             < V A T A m o u n t L C Y _ V A T A m o u n t L i n e   E l e m e n t T y p e = " C o l u m n "   E l e m e n t I d = " 1 5 8 1 9 9 4 3 5 0 "   D a t a T y p e = " D e c i m a l " > V A T A m o u n t L C Y _ V A T A m o u n t L i n e < / V A T A m o u n t L C Y _ V A T A m o u n t L i n e >  
             < V A T A m o u n t L C Y _ V A T A m o u n t L i n e _ L b l   E l e m e n t T y p e = " C o l u m n "   E l e m e n t I d = " 9 2 3 0 0 3 3 7 "   D a t a T y p e = " T e x t C o n s t " > V A T A m o u n t L C Y _ V A T A m o u n t L i n e _ L b l < / V A T A m o u n t L C Y _ V A T A m o u n t L i n e _ L b l >  
             < V A T B a s e _ V a t A m o u n t L i n e   E l e m e n t T y p e = " C o l u m n "   E l e m e n t I d = " 1 4 5 8 9 3 7 8 1 9 "   D a t a T y p e = " D e c i m a l " > V A T B a s e _ V a t A m o u n t L i n e < / V A T B a s e _ V a t A m o u n t L i n e >  
             < V A T B a s e _ V a t A m o u n t L i n e _ L b l   E l e m e n t T y p e = " C o l u m n "   E l e m e n t I d = " 1 6 9 1 3 0 2 4 8 8 "   D a t a T y p e = " S t r i n g " > V A T B a s e _ V a t A m o u n t L i n e _ L b l < / V A T B a s e _ V a t A m o u n t L i n e _ L b l >  
             < V A T B a s e L C Y _ V A T A m o u n t L i n e   E l e m e n t T y p e = " C o l u m n "   E l e m e n t I d = " 1 8 6 0 9 4 5 6 3 5 "   D a t a T y p e = " D e c i m a l " > V A T B a s e L C Y _ V A T A m o u n t L i n e < / V A T B a s e L C Y _ V A T A m o u n t L i n e >  
             < V A T B a s e L C Y _ V A T A m o u n t L i n e _ L b l   E l e m e n t T y p e = " C o l u m n "   E l e m e n t I d = " 1 2 3 6 4 6 7 9 9 8 "   D a t a T y p e = " T e x t C o n s t " > V A T B a s e L C Y _ V A T A m o u n t L i n e _ L b l < / V A T B a s e L C Y _ V A T A m o u n t L i n e _ L b l >  
             < V A T I d e n t i f i e r _ V a t A m o u n t L i n e   E l e m e n t T y p e = " C o l u m n "   E l e m e n t I d = " 1 1 4 2 0 7 0 0 3 5 "   D a t a T y p e = " C o d e " > V A T I d e n t i f i e r _ V a t A m o u n t L i n e < / V A T I d e n t i f i e r _ V a t A m o u n t L i n e >  
             < V A T I d e n t i f i e r _ V a t A m o u n t L i n e _ L b l   E l e m e n t T y p e = " C o l u m n "   E l e m e n t I d = " 8 6 4 5 0 4 5 0 "   D a t a T y p e = " S t r i n g " > V A T I d e n t i f i e r _ V a t A m o u n t L i n e _ L b l < / V A T I d e n t i f i e r _ V a t A m o u n t L i n e _ L b l >  
             < V A T P c t _ V a t A m o u n t L i n e   E l e m e n t T y p e = " C o l u m n "   E l e m e n t I d = " 1 4 5 3 5 4 2 7 7 7 "   D a t a T y p e = " D e c i m a l " > V A T P c t _ V a t A m o u n t L i n e < / V A T P c t _ V a t A m o u n t L i n e >  
             < V A T P c t _ V a t A m o u n t L i n e _ L b l   E l e m e n t T y p e = " C o l u m n "   E l e m e n t I d = " 6 7 6 3 2 3 7 8 "   D a t a T y p e = " S t r i n g " > V A T P c t _ V a t A m o u n t L i n e _ L b l < / V A T P c t _ V a t A m o u n t L i n e _ L b l >  
         < / V A T A m o u n t L i n e >  
         < V A T C l a u s e L i n e   E l e m e n t T y p e = " D a t a I t e m "   E l e m e n t I d = " 1 6 6 5 5 0 0 1 6 3 " >  
             < C o d e _ V A T C l a u s e L i n e   E l e m e n t T y p e = " C o l u m n "   E l e m e n t I d = " 1 8 2 4 5 8 9 8 4 7 "   D a t a T y p e = " C o d e " > C o d e _ V A T C l a u s e L i n e < / C o d e _ V A T C l a u s e L i n e >  
             < C o d e _ V A T C l a u s e L i n e _ L b l   E l e m e n t T y p e = " C o l u m n "   E l e m e n t I d = " 4 6 1 5 3 3 0 2 "   D a t a T y p e = " S t r i n g " > C o d e _ V A T C l a u s e L i n e _ L b l < / C o d e _ V A T C l a u s e L i n e _ L b l >  
             < D e s c r i p t i o n _ V A T C l a u s e L i n e   E l e m e n t T y p e = " C o l u m n "   E l e m e n t I d = " 1 3 0 5 5 4 5 9 2 4 "   D a t a T y p e = " T e x t " > D e s c r i p t i o n _ V A T C l a u s e L i n e < / D e s c r i p t i o n _ V A T C l a u s e L i n e >  
             < D e s c r i p t i o n 2 _ V A T C l a u s e L i n e   E l e m e n t T y p e = " C o l u m n "   E l e m e n t I d = " 1 3 7 9 6 6 7 4 7 0 "   D a t a T y p e = " T e x t " > D e s c r i p t i o n 2 _ V A T C l a u s e L i n e < / D e s c r i p t i o n 2 _ V A T C l a u s e L i n e >  
             < N o O f V A T C l a u s e s   E l e m e n t T y p e = " C o l u m n "   E l e m e n t I d = " 7 5 6 4 1 7 3 9 2 "   D a t a T y p e = " I n t e g e r " > N o O f V A T C l a u s e s < / N o O f V A T C l a u s e s >  
             < V A T A m o u n t _ V A T C l a u s e L i n e   E l e m e n t T y p e = " C o l u m n "   E l e m e n t I d = " 2 2 2 4 6 9 0 5 9 "   D a t a T y p e = " D e c i m a l " > V A T A m o u n t _ V A T C l a u s e L i n e < / V A T A m o u n t _ V A T C l a u s e L i n e >  
             < V A T I d e n t i f i e r _ V A T C l a u s e L i n e   E l e m e n t T y p e = " C o l u m n "   E l e m e n t I d = " 1 4 6 4 4 7 2 4 7 8 "   D a t a T y p e = " C o d e " > V A T I d e n t i f i e r _ V A T C l a u s e L i n e < / V A T I d e n t i f i e r _ V A T C l a u s e L i n e >  
         < / V A T C l a u s e L i n e >  
         < R e p o r t T o t a l s L i n e   E l e m e n t T y p e = " D a t a I t e m "   E l e m e n t I d = " 2 1 2 2 5 4 9 8 3 6 " >  
             < A m o u n t _ R e p o r t T o t a l s L i n e   E l e m e n t T y p e = " C o l u m n "   E l e m e n t I d = " 4 1 9 9 1 8 3 6 9 "   D a t a T y p e = " D e c i m a l " > A m o u n t _ R e p o r t T o t a l s L i n e < / A m o u n t _ R e p o r t T o t a l s L i n e >  
             < A m o u n t F o r m a t t e d _ R e p o r t T o t a l s L i n e   E l e m e n t T y p e = " C o l u m n "   E l e m e n t I d = " 1 5 0 6 1 3 6 8 2 5 "   D a t a T y p e = " T e x t " > A m o u n t F o r m a t t e d _ R e p o r t T o t a l s L i n e < / A m o u n t F o r m a t t e d _ R e p o r t T o t a l s L i n e >  
             < D e s c r i p t i o n _ R e p o r t T o t a l s L i n e   E l e m e n t T y p e = " C o l u m n "   E l e m e n t I d = " 5 8 1 9 9 6 0 6 7 "   D a t a T y p e = " T e x t " > D e s c r i p t i o n _ R e p o r t T o t a l s L i n e < / D e s c r i p t i o n _ R e p o r t T o t a l s L i n e >  
             < F o n t B o l d _ R e p o r t T o t a l s L i n e   E l e m e n t T y p e = " C o l u m n "   E l e m e n t I d = " 9 4 6 5 4 0 5 4 9 "   D a t a T y p e = " B o o l e a n " > F o n t B o l d _ R e p o r t T o t a l s L i n e < / F o n t B o l d _ R e p o r t T o t a l s L i n e >  
             < F o n t U n d e r l i n e _ R e p o r t T o t a l s L i n e   E l e m e n t T y p e = " C o l u m n "   E l e m e n t I d = " 2 0 2 1 5 3 3 6 9 4 "   D a t a T y p e = " B o o l e a n " > F o n t U n d e r l i n e _ R e p o r t T o t a l s L i n e < / F o n t U n d e r l i n e _ R e p o r t T o t a l s L i n e >  
         < / R e p o r t T o t a l s L i n e >  
         < S e r v i c e C o m m i t m e n t F o r L i n e C a p t i o n   E l e m e n t T y p e = " D a t a I t e m "   E l e m e n t I d = " 4 5 5 8 5 1 6 0 0 " >  
             < S e r v i c e C o m m i t m e n t F o r L i n e T o t a l T e x t _ L b l   E l e m e n t T y p e = " C o l u m n "   E l e m e n t I d = " 9 9 6 5 4 9 8 5 2 "   D a t a T y p e = " T e x t " > S e r v i c e C o m m i t m e n t F o r L i n e T o t a l T e x t _ L b l < / S e r v i c e C o m m i t m e n t F o r L i n e T o t a l T e x t _ L b l >  
         < / S e r v i c e C o m m i t m e n t F o r L i n e C a p t i o n >  
         < S e r v i c e C o m m i t m e n t s G r o u p   E l e m e n t T y p e = " D a t a I t e m "   E l e m e n t I d = " 1 9 6 6 6 9 4 9 2 7 " >  
             < S e r v i c e C o m m i t m e n t s G r o u p P e r P e r i o d   E l e m e n t T y p e = " D a t a I t e m "   E l e m e n t I d = " 1 0 7 5 7 2 7 7 9 7 " >  
                 < S e r v i c e C o m m i t m e n t s G r o u p P e r P e r i o d N a m e   E l e m e n t T y p e = " C o l u m n "   E l e m e n t I d = " 1 5 2 1 8 3 1 0 2 2 "   D a t a T y p e = " T e x t " > S e r v i c e C o m m i t m e n t s G r o u p P e r P e r i o d N a m e < / S e r v i c e C o m m i t m e n t s G r o u p P e r P e r i o d N a m e >  
                 < S e r v i c e C o m m i t m e n t s G r o u p P e r P e r i o d T y p e   E l e m e n t T y p e = " C o l u m n "   E l e m e n t I d = " 5 0 6 1 5 7 4 8 5 "   D a t a T y p e = " T e x t " > S e r v i c e C o m m i t m e n t s G r o u p P e r P e r i o d T y p e < / S e r v i c e C o m m i t m e n t s G r o u p P e r P e r i o d T y p e >  
                 < S e r v i c e C o m m i t m e n t s G r o u p P e r P e r i o d V a l u e   E l e m e n t T y p e = " C o l u m n "   E l e m e n t I d = " 1 3 9 8 4 4 3 7 0 "   D a t a T y p e = " T e x t " > S e r v i c e C o m m i t m e n t s G r o u p P e r P e r i o d V a l u e < / S e r v i c e C o m m i t m e n t s G r o u p P e r P e r i o d V a l u e >  
             < / S e r v i c e C o m m i t m e n t s G r o u p P e r P e r i o d >  
         < / S e r v i c e C o m m i t m e n t s G r o u p >  
         < L e t t e r T e x t   E l e m e n t T y p e = " D a t a I t e m "   E l e m e n t I d = " 1 5 1 0 3 5 3 8 3 4 " >  
             < B o d y T e x t   E l e m e n t T y p e = " C o l u m n "   E l e m e n t I d = " 1 4 9 7 5 9 8 0 8 "   D a t a T y p e = " T e x t C o n s t " > B o d y T e x t < / B o d y T e x t >  
             < C l o s i n g T e x t   E l e m e n t T y p e = " C o l u m n "   E l e m e n t I d = " 5 1 2 1 3 5 9 0 9 "   D a t a T y p e = " T e x t C o n s t " > C l o s i n g T e x t < / C l o s i n g T e x t >  
             < G r e e t i n g T e x t   E l e m e n t T y p e = " C o l u m n "   E l e m e n t I d = " 1 1 7 5 2 7 9 2 8 9 "   D a t a T y p e = " T e x t C o n s t " > G r e e t i n g T e x t < / G r e e t i n g T e x t >  
             < P m t D i s c T e x t   E l e m e n t T y p e = " C o l u m n "   E l e m e n t I d = " 2 0 1 3 8 4 9 9 4 8 "   D a t a T y p e = " T e x t " > P m t D i s c T e x t < / P m t D i s c T e x t >  
         < / L e t t e r T e x t >  
         < T o t a l s   E l e m e n t T y p e = " D a t a I t e m "   E l e m e n t I d = " 1 8 2 3 9 5 0 0 4 4 " >  
             < C u r r e n c y C o d e   E l e m e n t T y p e = " C o l u m n "   E l e m e n t I d = " 1 5 7 9 5 9 5 9 2 1 "   D a t a T y p e = " T e x t " > C u r r e n c y C o d e < / C u r r e n c y C o d e >  
             < C u r r e n c y S y m b o l   E l e m e n t T y p e = " C o l u m n "   E l e m e n t I d = " 1 1 6 2 5 1 0 7 4 8 "   D a t a T y p e = " T e x t " > C u r r e n c y S y m b o l < / C u r r e n c y S y m b o l >  
             < T o t a l A m o u n t I n c l u d i n g V A T   E l e m e n t T y p e = " C o l u m n "   E l e m e n t I d = " 9 1 0 5 1 1 5 7 5 "   D a t a T y p e = " S t r i n g " > T o t a l A m o u n t I n c l u d i n g V A T < / T o t a l A m o u n t I n c l u d i n g V A T >  
             < T o t a l E x c l u d i n g V A T T e x t   E l e m e n t T y p e = " C o l u m n "   E l e m e n t I d = " 1 9 2 2 9 4 6 3 1 0 "   D a t a T y p e = " T e x t " > T o t a l E x c l u d i n g V A T T e x t < / T o t a l E x c l u d i n g V A T T e x t >  
             < T o t a l I n c l u d i n g V A T T e x t   E l e m e n t T y p e = " C o l u m n "   E l e m e n t I d = " 1 2 0 4 0 1 6 3 5 2 "   D a t a T y p e = " T e x t " > T o t a l I n c l u d i n g V A T T e x t < / T o t a l I n c l u d i n g V A T T e x t >  
             < T o t a l I n v o i c e D i s c o u n t A m o u n t   E l e m e n t T y p e = " C o l u m n "   E l e m e n t I d = " 4 0 2 1 7 7 5 1 "   D a t a T y p e = " D e c i m a l " > T o t a l I n v o i c e D i s c o u n t A m o u n t < / T o t a l I n v o i c e D i s c o u n t A m o u n t >  
             < T o t a l N e t A m o u n t   E l e m e n t T y p e = " C o l u m n "   E l e m e n t I d = " 4 8 3 1 9 3 3 7 2 "   D a t a T y p e = " D e c i m a l " > T o t a l N e t A m o u n t < / T o t a l N e t A m o u n t >  
             < T o t a l P a y m e n t D i s c o u n t O n V A T   E l e m e n t T y p e = " C o l u m n "   E l e m e n t I d = " 7 3 6 0 4 1 8 8 6 "   D a t a T y p e = " D e c i m a l " > T o t a l P a y m e n t D i s c o u n t O n V A T < / T o t a l P a y m e n t D i s c o u n t O n V A T >  
             < T o t a l S u b T o t a l   E l e m e n t T y p e = " C o l u m n "   E l e m e n t I d = " 2 0 9 7 8 7 6 8 0 1 "   D a t a T y p e = " D e c i m a l " > T o t a l S u b T o t a l < / T o t a l S u b T o t a l >  
             < T o t a l S u b T o t a l M i n u s I n v o i c e D i s c o u n t   E l e m e n t T y p e = " C o l u m n "   E l e m e n t I d = " 7 6 9 4 3 1 8 8 7 "   D a t a T y p e = " D e c i m a l " > T o t a l S u b T o t a l M i n u s I n v o i c e D i s c o u n t < / T o t a l S u b T o t a l M i n u s I n v o i c e D i s c o u n t >  
             < T o t a l T e x t   E l e m e n t T y p e = " C o l u m n "   E l e m e n t I d = " 2 3 1 9 1 0 5 1 8 "   D a t a T y p e = " T e x t " > T o t a l T e x t < / T o t a l T e x t >  
             < T o t a l V A T A m o u n t   E l e m e n t T y p e = " C o l u m n "   E l e m e n t I d = " 1 6 2 7 1 0 2 3 2 8 "   D a t a T y p e = " D e c i m a l " > T o t a l V A T A m o u n t < / T o t a l V A T A m o u n t >  
             < T o t a l V A T A m o u n t L C Y   E l e m e n t T y p e = " C o l u m n "   E l e m e n t I d = " 1 5 0 6 5 7 0 2 1 8 "   D a t a T y p e = " D e c i m a l " > T o t a l V A T A m o u n t L C Y < / T o t a l V A T A m o u n t L C Y >  
             < T o t a l V A T A m o u n t T e x t   E l e m e n t T y p e = " C o l u m n "   E l e m e n t I d = " 9 7 3 6 6 6 3 3 9 "   D a t a T y p e = " T e x t " > T o t a l V A T A m o u n t T e x t < / T o t a l V A T A m o u n t T e x t >  
             < T o t a l V A T B a s e L C Y   E l e m e n t T y p e = " C o l u m n "   E l e m e n t I d = " 8 3 4 4 5 0 5 2 1 "   D a t a T y p e = " D e c i m a l " > T o t a l V A T B a s e L C Y < / T o t a l V A T B a s e L C Y >  
         < / T o t a l s >  
     < / H e a d e r >  
 < / N a v W o r d R e p o r t X m l P a r t > 
</file>

<file path=customXml/itemProps1.xml><?xml version="1.0" encoding="utf-8"?>
<ds:datastoreItem xmlns:ds="http://schemas.openxmlformats.org/officeDocument/2006/customXml" ds:itemID="{AF0DAB20-447E-46A8-9033-E680D6E7DC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506809-11C9-463C-B66E-53A39003A8CE}">
  <ds:schemaRefs>
    <ds:schemaRef ds:uri="urn:microsoft-dynamics-nav/reports/Standard_Sales_Order_Conf/1305/"/>
  </ds:schemaRefs>
</ds:datastoreItem>
</file>

<file path=customXml/itemProps3.xml><?xml version="1.0" encoding="utf-8"?>
<ds:datastoreItem xmlns:ds="http://schemas.openxmlformats.org/officeDocument/2006/customXml" ds:itemID="{AB3D7333-5959-4C4D-B593-D2E2407A099D}">
  <ds:schemaRefs>
    <ds:schemaRef ds:uri="urn:microsoft-dynamics-businesscentral/internal/extended/reports/Standard_Sales_Order_Conf/1305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Simplified Sales Document.dotx</Template>
  <TotalTime>0</TotalTime>
  <Pages>1</Pages>
  <Words>51</Words>
  <Characters>887</Characters>
  <Application>Microsoft Office Word</Application>
  <DocSecurity>0</DocSecurity>
  <Lines>126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2019-02-19T13:47:00Z</dcterms:created>
  <dcterms:modified xsi:type="dcterms:W3CDTF">2026-01-14T01:22:00Z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Ref">
    <vt:lpwstr>https://api.informationprotection.azure.com/api/72f988bf-86f1-41af-91ab-2d7cd011db47</vt:lpwstr>
  </property>
  <property fmtid="{D5CDD505-2E9C-101B-9397-08002B2CF9AE}" pid="5" name="MSIP_Label_f42aa342-8706-4288-bd11-ebb85995028c_SetBy">
    <vt:lpwstr>v-seiazo@microsoft.com</vt:lpwstr>
  </property>
  <property fmtid="{D5CDD505-2E9C-101B-9397-08002B2CF9AE}" pid="6" name="MSIP_Label_f42aa342-8706-4288-bd11-ebb85995028c_SetDate">
    <vt:lpwstr>2017-06-08T11:55:14.6108666+03:00</vt:lpwstr>
  </property>
  <property fmtid="{D5CDD505-2E9C-101B-9397-08002B2CF9AE}" pid="7" name="MSIP_Label_f42aa342-8706-4288-bd11-ebb85995028c_Name">
    <vt:lpwstr>General</vt:lpwstr>
  </property>
  <property fmtid="{D5CDD505-2E9C-101B-9397-08002B2CF9AE}" pid="8" name="MSIP_Label_f42aa342-8706-4288-bd11-ebb85995028c_Application">
    <vt:lpwstr>Microsoft Azure Information Protection</vt:lpwstr>
  </property>
  <property fmtid="{D5CDD505-2E9C-101B-9397-08002B2CF9AE}" pid="9" name="MSIP_Label_f42aa342-8706-4288-bd11-ebb85995028c_Extended_MSFT_Method">
    <vt:lpwstr>Automatic</vt:lpwstr>
  </property>
  <property fmtid="{D5CDD505-2E9C-101B-9397-08002B2CF9AE}" pid="10" name="Sensitivity">
    <vt:lpwstr>General</vt:lpwstr>
  </property>
</Properties>
</file>